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3AF" w:rsidRDefault="009153AF" w:rsidP="0091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2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" o:spid="_x0000_s1026" style="position:absolute;margin-left:223.65pt;margin-top:0;width:34.4pt;height:48.3pt;z-index:25167052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">
                <v:shape id="Freeform 1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cIfMEA&#10;AADbAAAADwAAAGRycy9kb3ducmV2LnhtbERPTWvCQBC9C/6HZYTedNMEtEQ3oSiWQk/VKh6H7JgE&#10;s7NhdxvTf98tFLzN433OphxNJwZyvrWs4HmRgCCurG65VvB13M9fQPiArLGzTAp+yENZTCcbzLW9&#10;8ycNh1CLGMI+RwVNCH0upa8aMugXtieO3NU6gyFCV0vt8B7DTSfTJFlKgy3HhgZ72jZU3Q7fRsHH&#10;kC7Pl7edOWZ1unJVdtqlbafU02x8XYMINIaH+N/9ruP8DP5+iQf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/3CHz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ozb8EA&#10;AADbAAAADwAAAGRycy9kb3ducmV2LnhtbERPTYvCMBC9C/6HMMJeRNMui0o1igiC7oJgK3gdmrGt&#10;NpPSRO3++82C4G0e73MWq87U4kGtqywriMcRCOLc6ooLBadsO5qBcB5ZY22ZFPySg9Wy31tgou2T&#10;j/RIfSFCCLsEFZTeN4mULi/JoBvbhjhwF9sa9AG2hdQtPkO4qeVnFE2kwYpDQ4kNbUrKb+ndKJBZ&#10;uvf7aWWG8ff50MX2uvnJr0p9DLr1HISnzr/FL/dOh/lf8P9LOEA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aM2/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pHcMA&#10;AADbAAAADwAAAGRycy9kb3ducmV2LnhtbERPS2sCMRC+F/wPYYReimYtVXQ1ihYs4qFQH/dxM+6u&#10;biZrkuq2v74pCN7m43vOZNaYSlzJ+dKygl43AUGcWV1yrmC3XXaGIHxA1lhZJgU/5GE2bT1NMNX2&#10;xl903YRcxBD2KSooQqhTKX1WkEHftTVx5I7WGQwRulxqh7cYbir5miQDabDk2FBgTe8FZefNt1Gw&#10;XNF5tK8vH2+/rp8PT4fP9WL7otRzu5mPQQRqwkN8d690nN+H/1/iAX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pHc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5R6r8A&#10;AADbAAAADwAAAGRycy9kb3ducmV2LnhtbERPTYvCMBC9C/6HMII3myooUo0iiiLsSVf0OjZjW20m&#10;pYm2+++NIOxtHu9z5svWlOJFtSssKxhGMQji1OqCMwWn3+1gCsJ5ZI2lZVLwRw6Wi25njom2DR/o&#10;dfSZCCHsElSQe18lUro0J4MushVx4G62NugDrDOpa2xCuCnlKI4n0mDBoSHHitY5pY/j0yiIf8bl&#10;9XbmdnrZ7NLHvdlyUwyV6vfa1QyEp9b/i7/uvQ7zJ/D5JRwgF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zlHqvwAAANsAAAAPAAAAAAAAAAAAAAAAAJgCAABkcnMvZG93bnJl&#10;di54bWxQSwUGAAAAAAQABAD1AAAAhA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OS8cQA&#10;AADbAAAADwAAAGRycy9kb3ducmV2LnhtbERPS2sCMRC+C/0PYQpeSs1WrLVbo6igSA8FX/fpZrq7&#10;dTNZk6irv94UCt7m43vOcNyYSpzI+dKygpdOAoI4s7rkXMF2M38egPABWWNlmRRcyMN49NAaYqrt&#10;mVd0WodcxBD2KSooQqhTKX1WkEHfsTVx5H6sMxgidLnUDs8x3FSymyR9abDk2FBgTbOCsv36aBTM&#10;l7R/39WHRe/qXvPB7/fX53TzpFT7sZl8gAjUhLv4373Ucf4b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kvH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1gA8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IGV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WAD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P28AA&#10;AADbAAAADwAAAGRycy9kb3ducmV2LnhtbERPTYvCMBC9C/sfwizsTdNVEK1Gka4LXtV62NtsM7al&#10;zaQ0sVZ/vREEb/N4n7Nc96YWHbWutKzgexSBIM6sLjlXkB5/hzMQziNrrC2Tghs5WK8+BkuMtb3y&#10;nrqDz0UIYRejgsL7JpbSZQUZdCPbEAfubFuDPsA2l7rFawg3tRxH0VQaLDk0FNhQUlBWHS5Gwemn&#10;qiZzjib3vy6ZueQ/TcfnrVJfn/1mAcJT79/il3unw/w5PH8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P28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wb8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KwP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zsG/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JYMMA&#10;AADbAAAADwAAAGRycy9kb3ducmV2LnhtbESPQWvCQBSE74L/YXmCN90YoWh0FYkVvNbGg7dn9pmE&#10;ZN+G7DbG/vpuodDjMDPfMNv9YBrRU+cqywoW8wgEcW51xYWC7PM0W4FwHlljY5kUvMjBfjcebTHR&#10;9skf1F98IQKEXYIKSu/bREqXl2TQzW1LHLyH7Qz6ILtC6g6fAW4aGUfRmzRYcVgosaW0pLy+fBkF&#10;12NdL9ccLb9vfbpy6T3L4se7UtPJcNiA8DT4//Bf+6wVxA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CJY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Lg8YA&#10;AADbAAAADwAAAGRycy9kb3ducmV2LnhtbESPQWvCQBSE7wX/w/IEL0U3hlIkuoqIgkI9VEu1t0f2&#10;mYRm38bsGqO/3hUKPQ4z8w0zmbWmFA3VrrCsYDiIQBCnVhecKfjar/ojEM4jaywtk4IbOZhNOy8T&#10;TLS98ic1O5+JAGGXoILc+yqR0qU5GXQDWxEH72Rrgz7IOpO6xmuAm1LGUfQuDRYcFnKsaJFT+ru7&#10;GAVv1BznH/ef7ffxvPT29HrYuOFBqV63nY9BeGr9f/ivvdYK4hieX8IP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2Lg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/Kk8YA&#10;AADbAAAADwAAAGRycy9kb3ducmV2LnhtbESPQWvCQBSE74X+h+UVvNVNtbQSXaVY1EKhYBS9PrLP&#10;bDT7Ns2uJvXXd4VCj8PMfMNMZp2txIUaXzpW8NRPQBDnTpdcKNhuFo8jED4ga6wck4If8jCb3t9N&#10;MNWu5TVdslCICGGfogITQp1K6XNDFn3f1cTRO7jGYoiyKaRusI1wW8lBkrxIiyXHBYM1zQ3lp+xs&#10;Feyfh1/OrDJ3bt+X19P6+/W4m38q1Xvo3sYgAnXhP/zX/tAKBkO4fY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/Kk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EJBsMA&#10;AADbAAAADwAAAGRycy9kb3ducmV2LnhtbESPW2sCMRSE3wv9D+EU+laz9YasG0WLiuiTtr4fNmcv&#10;dHOy3aRr/PdGKPRxmJlvmGwZTCN66lxtWcH7IAFBnFtdc6ng63P7NgPhPLLGxjIpuJGD5eL5KcNU&#10;2yufqD/7UkQIuxQVVN63qZQur8igG9iWOHqF7Qz6KLtS6g6vEW4aOUySqTRYc1yosKWPivLv869R&#10;MDpMfnZ6XW76ZrZzx32xDXW4KPX6ElZzEJ6C/w//tfdawXAMjy/xB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EJB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3tR8MA&#10;AADbAAAADwAAAGRycy9kb3ducmV2LnhtbESPzYvCMBTE74L/Q3gL3jRV8KtrKuIiCOLBj8MeH83b&#10;prR5KU221v/eLCx4HGbmN8xm29tadNT60rGC6SQBQZw7XXKh4H47jFcgfEDWWDsmBU/ysM2Ggw2m&#10;2j34Qt01FCJC2KeowITQpFL63JBFP3ENcfR+XGsxRNkWUrf4iHBby1mSLKTFkuOCwYb2hvLq+msV&#10;fK/P62lvvpJTt9wdQ86IVbdQavTR7z5BBOrDO/zfPmoFszn8fYk/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3tR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VCXcYA&#10;AADbAAAADwAAAGRycy9kb3ducmV2LnhtbESPT2vCQBTE7wW/w/IEb3WTFIKmrkEEi5ce6r/2+Mi+&#10;JtHs25hdNe2nd4VCj8PM/IaZ5b1pxJU6V1tWEI8jEMSF1TWXCnbb1fMEhPPIGhvLpOCHHOTzwdMM&#10;M21v/EHXjS9FgLDLUEHlfZtJ6YqKDLqxbYmD9207gz7IrpS6w1uAm0YmUZRKgzWHhQpbWlZUnDYX&#10;o+Azfv+dti/9Pvny5/UxeTsXq0Oq1GjYL15BeOr9f/ivvdYKkhQeX8IP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VCX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oNosIA&#10;AADbAAAADwAAAGRycy9kb3ducmV2LnhtbESPUWvCMBSF3wf+h3AHe5vpRHR0pqU4BGVPdvsBl+ba&#10;VpubkGS2+/dmIPh4OOd8h7MpJzOIK/nQW1bwNs9AEDdW99wq+Pnevb6DCBFZ42CZFPxRgLKYPW0w&#10;13bkI13r2IoE4ZCjgi5Gl0sZmo4Mhrl1xMk7WW8wJulbqT2OCW4GuciylTTYc1ro0NG2o+ZS/xoF&#10;6N3609VyPK7OX7g/Hypa2kqpl+ep+gARaYqP8L291woWa/j/kn6ALG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Cg2i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GF5MMA&#10;AADbAAAADwAAAGRycy9kb3ducmV2LnhtbERPTWvCQBC9C/6HZYTezEYLbUhdRW0DUnNptIfchuw0&#10;Cc3OhuyqaX+9eyj0+Hjfq81oOnGlwbWWFSyiGARxZXXLtYLzKZsnIJxH1thZJgU/5GCznk5WmGp7&#10;4w+6Fr4WIYRdigoa7/tUSlc1ZNBFticO3JcdDPoAh1rqAW8h3HRyGcdP0mDLoaHBnvYNVd/FxSjI&#10;s7zPj/yWlK+X3WN5+P185vdMqYfZuH0B4Wn0/+I/90ErWIax4Uv4AXJ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7GF5M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YvzcUA&#10;AADbAAAADwAAAGRycy9kb3ducmV2LnhtbESPQWvCQBSE7wX/w/KE3pqNHqRG11ACokIr1Ap6fM2+&#10;JqHZt3F3jem/7wqFHoeZ+YZZ5oNpRU/ON5YVTJIUBHFpdcOVguPH+ukZhA/IGlvLpOCHPOSr0cMS&#10;M21v/E79IVQiQthnqKAOocuk9GVNBn1iO+LofVlnMETpKqkd3iLctHKapjNpsOG4UGNHRU3l9+Fq&#10;FOwvs+trfzpvPt2w7i7trnjT80apx/HwsgARaAj/4b/2ViuYzuH+Jf4A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i/N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9M0b8A&#10;AADbAAAADwAAAGRycy9kb3ducmV2LnhtbERPzYrCMBC+L/gOYQRva6riKtUoIqiLLIjVBxiasSk2&#10;k9JErfv05iB4/Pj+58vWVuJOjS8dKxj0ExDEudMlFwrOp833FIQPyBorx6TgSR6Wi87XHFPtHnyk&#10;exYKEUPYp6jAhFCnUvrckEXfdzVx5C6usRgibAqpG3zEcFvJYZL8SIslxwaDNa0N5dfsZhVwIjeH&#10;v7zScvt/nux3JtuPb5lSvW67moEI1IaP+O3+1QpGcX38En+A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v0zRvwAAANsAAAAPAAAAAAAAAAAAAAAAAJgCAABkcnMvZG93bnJl&#10;di54bWxQSwUGAAAAAAQABAD1AAAAhA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GZ3sYA&#10;AADbAAAADwAAAGRycy9kb3ducmV2LnhtbESPT2vCQBTE74V+h+UVeqsbq5UYs4q1FdRbU0G8PbIv&#10;fzD7NmS3Gvvpu0LB4zAzv2HSRW8acabO1ZYVDAcRCOLc6ppLBfvv9UsMwnlkjY1lUnAlB4v540OK&#10;ibYX/qJz5ksRIOwSVFB53yZSurwig25gW+LgFbYz6IPsSqk7vAS4aeRrFE2kwZrDQoUtrSrKT9mP&#10;UZAVx6N+58/xNn5zq91u9Ds9rD+Uen7qlzMQnnp/D/+3N1rBaAi3L+EH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GZ3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Jtw8MA&#10;AADbAAAADwAAAGRycy9kb3ducmV2LnhtbESP3YrCMBSE74V9h3AW9k7TbUGkmoqIC1544d8DHJpj&#10;025z0m2idt/eCIKXw8x8wyyWg23FjXpfO1bwPUlAEJdO11wpOJ9+xjMQPiBrbB2Tgn/ysCw+RgvM&#10;tbvzgW7HUIkIYZ+jAhNCl0vpS0MW/cR1xNG7uN5iiLKvpO7xHuG2lWmSTKXFmuOCwY7Whsrf49Uq&#10;SM+rZn3ZZ7vmL0t4Y82wuR6MUl+fw2oOItAQ3uFXe6sVZCk8v8QfI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8Jtw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sdcUA&#10;AADbAAAADwAAAGRycy9kb3ducmV2LnhtbESPT2sCMRTE74LfITzBm2b9U7GrUbRQ6EWotod6e26e&#10;u4ubl20SdfXTN0LB4zAzv2Hmy8ZU4kLOl5YVDPoJCOLM6pJzBd9f770pCB+QNVaWScGNPCwX7dYc&#10;U22vvKXLLuQiQtinqKAIoU6l9FlBBn3f1sTRO1pnMETpcqkdXiPcVHKYJBNpsOS4UGBNbwVlp93Z&#10;KFi/Tte/n2Pe3LeHPe1/DqeXoUuU6naa1QxEoCY8w//tD61gNILHl/gD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yOx1xQAAANsAAAAPAAAAAAAAAAAAAAAAAJgCAABkcnMv&#10;ZG93bnJldi54bWxQSwUGAAAAAAQABAD1AAAAigMAAAAA&#10;" fillcolor="black" stroked="f"/>
                <v:shape id="Freeform 3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qAvsUA&#10;AADbAAAADwAAAGRycy9kb3ducmV2LnhtbESPQWvCQBSE7wX/w/IKvRTdpBUJ0TWIKLS9iGkFj4/s&#10;axLMvg3ZNUn/fVcQPA4z8w2zykbTiJ46V1tWEM8iEMSF1TWXCn6+99MEhPPIGhvLpOCPHGTrydMK&#10;U20HPlKf+1IECLsUFVTet6mUrqjIoJvZljh4v7Yz6IPsSqk7HALcNPItihbSYM1hocKWthUVl/xq&#10;FHzJon/9nFN8KPvzZXdITmZxjJV6eR43SxCeRv8I39sfWsH7HG5fwg+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6oC+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79ZMQA&#10;AADbAAAADwAAAGRycy9kb3ducmV2LnhtbESPUWvCQBCE3wv9D8cWfKsXLSk29RQpLVQQStUfsNxt&#10;k2BuL+RWE/vrPUHwcZiZb5j5cvCNOlEX68AGJuMMFLENrubSwH739TwDFQXZYROYDJwpwnLx+DDH&#10;woWef+m0lVIlCMcCDVQibaF1tBV5jOPQEifvL3QeJcmu1K7DPsF9o6dZ9qo91pwWKmzpoyJ72B69&#10;genRivVv6//N517yn13bZ/lsZczoaVi9gxIa5B6+tb+dgZccrl/SD9CL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O/WT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QmucQA&#10;AADbAAAADwAAAGRycy9kb3ducmV2LnhtbESPQWsCMRSE74X+h/AK3mq2ClK2RpFSRWGtqL14eyTP&#10;zdLNy7KJuv57Iwgeh5n5hhlPO1eLM7Wh8qzgo5+BINbeVFwq+NvP3z9BhIhssPZMCq4UYDp5fRlj&#10;bvyFt3TexVIkCIccFdgYm1zKoC05DH3fECfv6FuHMcm2lKbFS4K7Wg6ybCQdVpwWLDb0bUn/705O&#10;gV4Mi59VcbD6NNisy+p3U7jtUaneWzf7AhGpi8/wo700CoYjuH9JP0B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EJrn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8FcMA&#10;AADbAAAADwAAAGRycy9kb3ducmV2LnhtbESPQWvCQBSE7wX/w/KE3pqNKaQ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M8F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h9lsEA&#10;AADbAAAADwAAAGRycy9kb3ducmV2LnhtbERPTYvCMBC9C/sfwizsTdN1RbSaiiwongStUL0NzdiW&#10;NpPSRO3urzcHwePjfS9XvWnEnTpXWVbwPYpAEOdWV1woOKWb4QyE88gaG8uk4I8crJKPwRJjbR98&#10;oPvRFyKEsItRQel9G0vp8pIMupFtiQN3tZ1BH2BXSN3hI4SbRo6jaCoNVhwaSmzpt6S8Pt6Mgsl5&#10;vk4zuvzX2dZmcpfu7X5zU+rrs18vQHjq/Vv8cu+0gp8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IfZ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g7gcUA&#10;AADbAAAADwAAAGRycy9kb3ducmV2LnhtbESPQWvCQBSE7wX/w/KE3uqmEYJNXaUohUqhoBZ6fWaf&#10;SUz2bbK71fjvuwXB4zAz3zDz5WBacSbna8sKnicJCOLC6ppLBd/796cZCB+QNbaWScGVPCwXo4c5&#10;5tpeeEvnXShFhLDPUUEVQpdL6YuKDPqJ7Yijd7TOYIjSlVI7vES4aWWaJJk0WHNcqLCjVUVFs/s1&#10;Cvrpuvlyh5/T4XMzu2ZN0adykyn1OB7eXkEEGsI9fGt/aAXTF/j/En+A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DuB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v:shape id="Freeform 4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K08QA&#10;AADbAAAADwAAAGRycy9kb3ducmV2LnhtbESP0WoCMRRE3wv+Q7hCX4pmlVJ0NYqUCpUuLFU/4Lq5&#10;7i4mN0sSdf37plDo4zAzZ5jlurdG3MiH1rGCyTgDQVw53XKt4HjYjmYgQkTWaByTggcFWK8GT0vM&#10;tbvzN932sRYJwiFHBU2MXS5lqBqyGMauI07e2XmLMUlfS+3xnuDWyGmWvUmLLaeFBjt6b6i67K9W&#10;wcf05MsTfpkqO9Sm2JXFy7wslHoe9psFiEh9/A//tT+1gtcJ/H5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wCtP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bwz8QA&#10;AADbAAAADwAAAGRycy9kb3ducmV2LnhtbESPQWsCMRSE74L/IbyCN81Wi9itUVRYEASr1oPH183r&#10;ZunmZd1E3f57UxA8DjPzDTOdt7YSV2p86VjB6yABQZw7XXKh4PiV9ScgfEDWWDkmBX/kYT7rdqaY&#10;anfjPV0PoRARwj5FBSaEOpXS54Ys+oGriaP34xqLIcqmkLrBW4TbSg6TZCwtlhwXDNa0MpT/Hi5W&#10;gZV4+i7GWb5djDafm/dyuTtnRqneS7v4ABGoDc/wo73WCt6G8P8l/gA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W8M/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153AF" w:rsidRDefault="009153AF" w:rsidP="0091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153AF" w:rsidRDefault="009153AF" w:rsidP="0091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153AF" w:rsidRDefault="009153AF" w:rsidP="00915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153AF" w:rsidRDefault="009153AF" w:rsidP="00915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153AF" w:rsidRDefault="009153AF" w:rsidP="00915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153AF" w:rsidRDefault="009153AF" w:rsidP="00915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153AF" w:rsidRDefault="009153AF" w:rsidP="009153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53AF" w:rsidRDefault="009153AF" w:rsidP="0091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153AF" w:rsidRDefault="009153AF" w:rsidP="0091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53AF" w:rsidRDefault="009153AF" w:rsidP="0091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153AF" w:rsidRDefault="009153AF" w:rsidP="009153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-797560</wp:posOffset>
                </wp:positionV>
                <wp:extent cx="110490" cy="149225"/>
                <wp:effectExtent l="0" t="0" r="29845" b="24130"/>
                <wp:wrapNone/>
                <wp:docPr id="1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47.8pt;margin-top:-62.8pt;width:8.7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line">
                  <wp:posOffset>-8004810</wp:posOffset>
                </wp:positionV>
                <wp:extent cx="73660" cy="360045"/>
                <wp:effectExtent l="0" t="0" r="28575" b="38735"/>
                <wp:wrapNone/>
                <wp:docPr id="10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44.8pt;margin-top:-630.3pt;width:5.8pt;height:2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  <w10:wrap anchory="lin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-1515745</wp:posOffset>
                </wp:positionV>
                <wp:extent cx="110490" cy="149225"/>
                <wp:effectExtent l="4445" t="0" r="0" b="0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73.9pt;margin-top:-119.35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-2234565</wp:posOffset>
                </wp:positionV>
                <wp:extent cx="110490" cy="149225"/>
                <wp:effectExtent l="23495" t="0" r="0" b="22860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73.9pt;margin-top:-175.95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-2872105</wp:posOffset>
                </wp:positionV>
                <wp:extent cx="55245" cy="69850"/>
                <wp:effectExtent l="0" t="0" r="9525" b="0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54.6pt;margin-top:-226.15pt;width:4.35pt;height: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acUkA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-3590290</wp:posOffset>
                </wp:positionV>
                <wp:extent cx="55245" cy="69850"/>
                <wp:effectExtent l="0" t="0" r="9525" b="63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54.6pt;margin-top:-282.7pt;width:4.35pt;height: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-4308475</wp:posOffset>
                </wp:positionV>
                <wp:extent cx="55245" cy="69215"/>
                <wp:effectExtent l="3175" t="0" r="0" b="0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2.75pt;margin-top:-339.25pt;width:4.35pt;height:5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+1bmg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-5027295</wp:posOffset>
                </wp:positionV>
                <wp:extent cx="55245" cy="69215"/>
                <wp:effectExtent l="12700" t="0" r="0" b="0"/>
                <wp:wrapNone/>
                <wp:docPr id="4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62.75pt;margin-top:-395.85pt;width:4.35pt;height: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9r4mA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-5932805</wp:posOffset>
                </wp:positionV>
                <wp:extent cx="118110" cy="179705"/>
                <wp:effectExtent l="0" t="0" r="0" b="4445"/>
                <wp:wrapNone/>
                <wp:docPr id="3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1.15pt;margin-top:-467.15pt;width:9.3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3UTK4w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-6650990</wp:posOffset>
                </wp:positionV>
                <wp:extent cx="118110" cy="179705"/>
                <wp:effectExtent l="33020" t="0" r="0" b="84455"/>
                <wp:wrapNone/>
                <wp:docPr id="2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1.15pt;margin-top:-523.7pt;width:9.3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-7676515</wp:posOffset>
                </wp:positionV>
                <wp:extent cx="73660" cy="360045"/>
                <wp:effectExtent l="0" t="0" r="0" b="571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44.8pt;margin-top:-604.45pt;width:5.8pt;height:28.3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</w:p>
    <w:p w:rsidR="009153AF" w:rsidRDefault="009153AF" w:rsidP="009153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9153AF" w:rsidRDefault="009153AF" w:rsidP="009153A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153AF" w:rsidRDefault="009153AF" w:rsidP="009153A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153AF" w:rsidRDefault="009153AF" w:rsidP="009153A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153AF" w:rsidRDefault="009153AF" w:rsidP="009153A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Тимощук В.М.</w:t>
      </w:r>
    </w:p>
    <w:p w:rsidR="009153AF" w:rsidRDefault="009153AF" w:rsidP="009153A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153AF" w:rsidRDefault="009153AF" w:rsidP="009153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В.М..,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9153AF" w:rsidRDefault="009153AF" w:rsidP="009153A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9153AF" w:rsidRDefault="009153AF" w:rsidP="009153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E45A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0,4447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03:018:0327).</w:t>
      </w:r>
      <w:proofErr w:type="gramEnd"/>
    </w:p>
    <w:p w:rsidR="009153AF" w:rsidRDefault="009153AF" w:rsidP="009153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Тимощук В.М.,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153AF" w:rsidRDefault="009153AF" w:rsidP="009153A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153AF" w:rsidRDefault="009153AF" w:rsidP="00915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153AF" w:rsidRDefault="009153AF" w:rsidP="009153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153AF" w:rsidRDefault="009153AF" w:rsidP="009153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153AF" w:rsidRDefault="009153AF" w:rsidP="009153A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139B7" w:rsidRPr="009153AF" w:rsidRDefault="009153AF" w:rsidP="009153A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F139B7" w:rsidRPr="009153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3AF"/>
    <w:rsid w:val="00171A2E"/>
    <w:rsid w:val="00304C90"/>
    <w:rsid w:val="00505B6D"/>
    <w:rsid w:val="005E45A9"/>
    <w:rsid w:val="006D3977"/>
    <w:rsid w:val="007D6C18"/>
    <w:rsid w:val="009153AF"/>
    <w:rsid w:val="00D1641A"/>
    <w:rsid w:val="00F13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2020-07-21T14:19:00Z</dcterms:created>
  <dcterms:modified xsi:type="dcterms:W3CDTF">2020-07-21T14:50:00Z</dcterms:modified>
</cp:coreProperties>
</file>