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671" w:rsidRPr="000A4F3E" w:rsidRDefault="003B2671" w:rsidP="003B267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2671" w:rsidRDefault="003B2671" w:rsidP="003B26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2671" w:rsidRDefault="003B2671" w:rsidP="003B26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2671" w:rsidRPr="000A4F3E" w:rsidRDefault="003B2671" w:rsidP="003B267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B2671" w:rsidRPr="000A4F3E" w:rsidRDefault="003B2671" w:rsidP="003B267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671" w:rsidRPr="000A4F3E" w:rsidRDefault="003B2671" w:rsidP="003B267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№21</w:t>
      </w:r>
    </w:p>
    <w:p w:rsidR="003B2671" w:rsidRPr="0059239A" w:rsidRDefault="003B2671" w:rsidP="003B267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671" w:rsidRPr="0059239A" w:rsidRDefault="003B2671" w:rsidP="003B26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3B2671" w:rsidRPr="0059239A" w:rsidRDefault="003B2671" w:rsidP="003B26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3B2671" w:rsidRPr="0059239A" w:rsidRDefault="003B2671" w:rsidP="003B26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3B2671" w:rsidRPr="0059239A" w:rsidRDefault="003B2671" w:rsidP="003B267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К.В.</w:t>
      </w:r>
    </w:p>
    <w:p w:rsidR="003B2671" w:rsidRPr="0059239A" w:rsidRDefault="003B2671" w:rsidP="003B2671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2671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3B2671" w:rsidRPr="0059239A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3B2671" w:rsidRPr="0059239A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Тишкун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Катерині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765AE">
        <w:rPr>
          <w:rFonts w:ascii="Times New Roman" w:hAnsi="Times New Roman"/>
          <w:sz w:val="24"/>
          <w:lang w:val="en-US"/>
        </w:rPr>
        <w:t>________________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3765A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2,9063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6823986800:06:002:0026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 w:rsidRPr="0040298C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3B2671" w:rsidRPr="0059239A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Тишкун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К.В.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3B2671" w:rsidRPr="0059239A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3B2671" w:rsidRPr="0059239A" w:rsidRDefault="003B2671" w:rsidP="003B267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3B2671" w:rsidRDefault="003B2671" w:rsidP="003B267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B2671" w:rsidRDefault="003B2671" w:rsidP="003B267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B2671" w:rsidRDefault="003B2671" w:rsidP="003B267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3B2671" w:rsidRDefault="003B2671" w:rsidP="003B2671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p w:rsidR="00EE493E" w:rsidRDefault="00EE493E"/>
    <w:sectPr w:rsidR="00EE49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671"/>
    <w:rsid w:val="00171A2E"/>
    <w:rsid w:val="00304C90"/>
    <w:rsid w:val="003765AE"/>
    <w:rsid w:val="003B2671"/>
    <w:rsid w:val="00505B6D"/>
    <w:rsid w:val="006D3977"/>
    <w:rsid w:val="007D6C18"/>
    <w:rsid w:val="00D1641A"/>
    <w:rsid w:val="00EE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2020-09-01T13:49:00Z</dcterms:created>
  <dcterms:modified xsi:type="dcterms:W3CDTF">2020-09-01T15:29:00Z</dcterms:modified>
</cp:coreProperties>
</file>