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B1" w:rsidRDefault="00A778B1" w:rsidP="00A778B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8B1" w:rsidRDefault="00A778B1" w:rsidP="00A778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78B1" w:rsidRDefault="00A778B1" w:rsidP="00A778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78B1" w:rsidRDefault="00A778B1" w:rsidP="00A778B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778B1" w:rsidRDefault="00A778B1" w:rsidP="00A778B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78B1" w:rsidRDefault="00A778B1" w:rsidP="00A778B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№89</w:t>
      </w:r>
    </w:p>
    <w:p w:rsidR="00A778B1" w:rsidRPr="003C3FA9" w:rsidRDefault="00A778B1" w:rsidP="00A778B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778B1" w:rsidRPr="003C3FA9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778B1" w:rsidRPr="003C3FA9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778B1" w:rsidRPr="003C3FA9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778B1" w:rsidRPr="003C3FA9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778B1" w:rsidRPr="003C3FA9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Вознюка М.М.</w:t>
      </w:r>
    </w:p>
    <w:p w:rsidR="00A778B1" w:rsidRPr="003C3FA9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778B1" w:rsidRPr="003C3FA9" w:rsidRDefault="00A778B1" w:rsidP="00A778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116,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Вознюка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A778B1" w:rsidRPr="003C3FA9" w:rsidRDefault="00A778B1" w:rsidP="00A778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778B1" w:rsidRPr="003C3FA9" w:rsidRDefault="00A778B1" w:rsidP="00A778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Вознюку Миколі Михайловичу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: </w:t>
      </w:r>
      <w:r w:rsidR="00F804D4" w:rsidRPr="00F804D4">
        <w:rPr>
          <w:rFonts w:ascii="Times New Roman" w:eastAsia="Times New Roman" w:hAnsi="Times New Roman" w:cs="Times New Roman"/>
          <w:sz w:val="24"/>
          <w:lang w:eastAsia="en-US"/>
        </w:rPr>
        <w:t>___________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F804D4" w:rsidRPr="00F804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ентифікаційний номер  </w:t>
      </w:r>
      <w:r w:rsidR="00F804D4" w:rsidRPr="00F804D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6823982100:01:012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024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обслуговування житлового будинку, господарських будівель і споруд (присадибна ділянка)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 Шкільна, 2а.</w:t>
      </w:r>
    </w:p>
    <w:p w:rsidR="00A778B1" w:rsidRPr="003C3FA9" w:rsidRDefault="00A778B1" w:rsidP="00A778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Вознюку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,посвідчити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A778B1" w:rsidRPr="003C3FA9" w:rsidRDefault="00A778B1" w:rsidP="00A778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78B1" w:rsidRPr="003C3FA9" w:rsidRDefault="00A778B1" w:rsidP="00A778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778B1" w:rsidRPr="00A778B1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5652BE" w:rsidRPr="00A778B1" w:rsidRDefault="00A778B1" w:rsidP="00A778B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652BE" w:rsidRPr="00A778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B1"/>
    <w:rsid w:val="005652BE"/>
    <w:rsid w:val="00A778B1"/>
    <w:rsid w:val="00F8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B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778B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78B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778B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B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778B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78B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778B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2021-07-07T06:56:00Z</dcterms:created>
  <dcterms:modified xsi:type="dcterms:W3CDTF">2021-07-07T08:35:00Z</dcterms:modified>
</cp:coreProperties>
</file>