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F43" w:rsidRPr="00FF5BE6" w:rsidRDefault="00843F43" w:rsidP="00843F43">
      <w:pPr>
        <w:shd w:val="clear" w:color="auto" w:fill="FFFFFF"/>
        <w:spacing w:after="0"/>
        <w:contextualSpacing/>
        <w:jc w:val="right"/>
        <w:rPr>
          <w:rFonts w:ascii="Times New Roman" w:eastAsia="Calibri" w:hAnsi="Times New Roman" w:cs="Times New Roman"/>
          <w:b/>
          <w:color w:val="FF0000"/>
          <w:sz w:val="24"/>
          <w:szCs w:val="24"/>
          <w:lang w:val="uk-UA"/>
        </w:rPr>
      </w:pPr>
      <w:r w:rsidRPr="00FF5BE6">
        <w:rPr>
          <w:rFonts w:ascii="Times New Roman" w:eastAsia="Calibri" w:hAnsi="Times New Roman" w:cs="Times New Roman"/>
          <w:b/>
          <w:color w:val="FF0000"/>
          <w:sz w:val="24"/>
          <w:szCs w:val="24"/>
          <w:lang w:val="uk-UA"/>
        </w:rPr>
        <w:t>ПРОЕКТ</w:t>
      </w:r>
    </w:p>
    <w:p w:rsidR="00843F43" w:rsidRPr="00FF5BE6" w:rsidRDefault="00843F43" w:rsidP="00843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F5BE6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 w:rsidRPr="00FF5BE6">
        <w:rPr>
          <w:rFonts w:ascii="Times New Roman" w:eastAsia="SimSun" w:hAnsi="Times New Roman" w:cs="Times New Roman"/>
          <w:sz w:val="24"/>
          <w:szCs w:val="24"/>
          <w:lang w:eastAsia="zh-CN"/>
        </w:rPr>
        <w:tab/>
      </w:r>
      <w:r>
        <w:rPr>
          <w:noProof/>
        </w:rPr>
        <w:pict>
          <v:group id="Групувати 9580" o:spid="_x0000_s1026" style="position:absolute;margin-left:215.85pt;margin-top:5.9pt;width:34pt;height:48.2pt;z-index:251659264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I8HHVasdwAA/1gEAA4AAAAAAAAAAAAAAAAALgIAAGRycy9lMm9Eb2MueG1sUEsB&#10;Ai0AFAAGAAgAAAAhALIdTJvgAAAACgEAAA8AAAAAAAAAAAAAAAAABnoAAGRycy9kb3ducmV2Lnht&#10;bFBLBQYAAAAABAAEAPMAAAAT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43F43" w:rsidRDefault="00843F43" w:rsidP="00843F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43F43" w:rsidRPr="00FF5BE6" w:rsidRDefault="00843F43" w:rsidP="00843F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43F43" w:rsidRPr="00FF5BE6" w:rsidRDefault="00843F43" w:rsidP="00843F4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43F43" w:rsidRPr="00FF5BE6" w:rsidRDefault="00843F43" w:rsidP="00843F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43F43" w:rsidRPr="00FF5BE6" w:rsidRDefault="00843F43" w:rsidP="00843F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43F43" w:rsidRPr="00FF5BE6" w:rsidRDefault="00843F43" w:rsidP="00843F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FF5BE6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843F43" w:rsidRPr="00FF5BE6" w:rsidRDefault="00843F43" w:rsidP="00843F4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F5B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843F43" w:rsidRPr="00FF5BE6" w:rsidRDefault="00843F43" w:rsidP="00843F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F5B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843F43" w:rsidRPr="00FF5BE6" w:rsidRDefault="00843F43" w:rsidP="00843F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F5B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843F43" w:rsidRPr="00FF5BE6" w:rsidRDefault="00843F43" w:rsidP="00843F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43F43" w:rsidRPr="00FF5BE6" w:rsidRDefault="00843F43" w:rsidP="00843F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FF5B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843F43" w:rsidRPr="00FF5BE6" w:rsidRDefault="00843F43" w:rsidP="00843F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43F43" w:rsidRPr="00FF5BE6" w:rsidRDefault="00843F43" w:rsidP="00843F4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FF5BE6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сесії сільської ради  </w:t>
      </w:r>
      <w:r w:rsidRPr="00FF5BE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FF5BE6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 скликання</w:t>
      </w:r>
    </w:p>
    <w:p w:rsidR="00843F43" w:rsidRPr="00FF5BE6" w:rsidRDefault="00843F43" w:rsidP="00843F4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843F43" w:rsidRDefault="00843F43" w:rsidP="00843F4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23.12</w:t>
      </w:r>
      <w:r w:rsidRPr="00FF5BE6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.2020 року                                         Крупець                                                 №__</w:t>
      </w:r>
    </w:p>
    <w:p w:rsidR="00843F43" w:rsidRPr="00FF5BE6" w:rsidRDefault="00843F43" w:rsidP="00843F4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843F43" w:rsidRPr="00FF5BE6" w:rsidRDefault="00843F43" w:rsidP="00843F43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FF5B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Про затвердження технічної документації </w:t>
      </w:r>
    </w:p>
    <w:p w:rsidR="00843F43" w:rsidRDefault="00843F43" w:rsidP="00843F43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FF5B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з нормативної грошової оцінки земель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населеного</w:t>
      </w:r>
    </w:p>
    <w:p w:rsidR="00843F43" w:rsidRDefault="00843F43" w:rsidP="00843F43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пункту села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Полянь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, </w:t>
      </w:r>
      <w:proofErr w:type="spellStart"/>
      <w:r w:rsidRPr="00FF5B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Крупецької</w:t>
      </w:r>
      <w:proofErr w:type="spellEnd"/>
      <w:r w:rsidRPr="00FF5B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сільської об’єднаної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</w:p>
    <w:p w:rsidR="00843F43" w:rsidRPr="00FF5BE6" w:rsidRDefault="00843F43" w:rsidP="00843F43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FF5B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територіальної 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</w:t>
      </w:r>
      <w:r w:rsidRPr="00FF5B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громади  </w:t>
      </w:r>
      <w:proofErr w:type="spellStart"/>
      <w:r w:rsidRPr="00FF5B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Славутського</w:t>
      </w:r>
      <w:proofErr w:type="spellEnd"/>
      <w:r w:rsidRPr="00FF5B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 xml:space="preserve">  району </w:t>
      </w:r>
    </w:p>
    <w:p w:rsidR="00843F43" w:rsidRDefault="00843F43" w:rsidP="00843F43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  <w:r w:rsidRPr="00FF5BE6"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  <w:t>Хмельницької  області</w:t>
      </w:r>
    </w:p>
    <w:p w:rsidR="00843F43" w:rsidRPr="00FF5BE6" w:rsidRDefault="00843F43" w:rsidP="00843F43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val="uk-UA" w:eastAsia="ru-RU"/>
        </w:rPr>
      </w:pPr>
    </w:p>
    <w:p w:rsidR="00843F43" w:rsidRPr="00FF5BE6" w:rsidRDefault="00843F43" w:rsidP="00843F43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FF5BE6">
        <w:rPr>
          <w:rFonts w:ascii="Times New Roman" w:eastAsia="Times New Roman" w:hAnsi="Times New Roman" w:cs="Times New Roman"/>
          <w:sz w:val="24"/>
          <w:lang w:val="uk-UA"/>
        </w:rPr>
        <w:t xml:space="preserve">          Відповідно до пункту 34 частини 1 статті 26,  статті 42 Закону України «Про місцеве самоврядування в Україні»,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з метою забезпечення надходжень від плати за землю на території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Крупецької</w:t>
      </w:r>
      <w:proofErr w:type="spellEnd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ради та підвищення ефективності використання земель, розглянувши технічну документацію з нормативної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грошової оцінки земель населеного пункту села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Полянь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розроблену Товариством з обмеженою відповідальністю «</w:t>
      </w:r>
      <w:proofErr w:type="spellStart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Експертцентр</w:t>
      </w:r>
      <w:proofErr w:type="spellEnd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», керуючись  Земельним  кодексом України,  Законом України "Про оцінку земель",  Законом України "Про державну експертизу землевпорядної документації", постановою Кабінету міністрів України № 831 від 16.11.2016 року "Методика нормативної грошової оцінки земель сільськогосподарського призначення ",  сільська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рада</w:t>
      </w:r>
    </w:p>
    <w:p w:rsidR="00843F43" w:rsidRDefault="00843F43" w:rsidP="00843F43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ВИРІШИЛА:</w:t>
      </w:r>
    </w:p>
    <w:p w:rsidR="00843F43" w:rsidRPr="002323EF" w:rsidRDefault="00843F43" w:rsidP="00843F43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43F43" w:rsidRPr="002323EF" w:rsidRDefault="00843F43" w:rsidP="00843F43">
      <w:pPr>
        <w:numPr>
          <w:ilvl w:val="0"/>
          <w:numId w:val="1"/>
        </w:numPr>
        <w:shd w:val="clear" w:color="auto" w:fill="FBFBFB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Затвердити технічну документацію з нормативної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грошової оцінки земель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br/>
        <w:t>населеного пункту села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Полянь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,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розроблену товариством з обмеженою відповідальністю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«</w:t>
      </w:r>
      <w:proofErr w:type="spellStart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Експертцентр</w:t>
      </w:r>
      <w:proofErr w:type="spellEnd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».</w:t>
      </w:r>
    </w:p>
    <w:p w:rsidR="00843F43" w:rsidRPr="002323EF" w:rsidRDefault="00843F43" w:rsidP="00843F43">
      <w:pPr>
        <w:numPr>
          <w:ilvl w:val="0"/>
          <w:numId w:val="1"/>
        </w:numPr>
        <w:shd w:val="clear" w:color="auto" w:fill="FBFBFB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Встановити середню (базову) вартість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1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кв</w:t>
      </w:r>
      <w:proofErr w:type="spellEnd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 м. земель згідно технічної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br/>
        <w:t>документації з нормативної грошової оцінки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земель населеного пункту  села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Полянь</w:t>
      </w:r>
      <w:proofErr w:type="spellEnd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</w:t>
      </w:r>
      <w:proofErr w:type="spellStart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Крупецької</w:t>
      </w:r>
      <w:proofErr w:type="spellEnd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ради.</w:t>
      </w:r>
    </w:p>
    <w:p w:rsidR="00843F43" w:rsidRPr="002323EF" w:rsidRDefault="00843F43" w:rsidP="00843F43">
      <w:pPr>
        <w:numPr>
          <w:ilvl w:val="0"/>
          <w:numId w:val="1"/>
        </w:numPr>
        <w:shd w:val="clear" w:color="auto" w:fill="FBFBFB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Ввести в </w:t>
      </w:r>
      <w:proofErr w:type="spellStart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дію</w:t>
      </w:r>
      <w:proofErr w:type="spellEnd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нормативну</w:t>
      </w:r>
      <w:proofErr w:type="spellEnd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грошову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оцінку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земель  населен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ого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пункт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у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села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Полянь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Крупецької</w:t>
      </w:r>
      <w:proofErr w:type="spellEnd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</w:t>
      </w:r>
      <w:proofErr w:type="spellStart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сільської</w:t>
      </w:r>
      <w:proofErr w:type="spellEnd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ради  з 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0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1.01.2020 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року.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43F43" w:rsidRDefault="00843F43" w:rsidP="00843F43">
      <w:pPr>
        <w:numPr>
          <w:ilvl w:val="0"/>
          <w:numId w:val="1"/>
        </w:numPr>
        <w:shd w:val="clear" w:color="auto" w:fill="FBFBFB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Встановити, що нормативна грошова оцінка земель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населеного пункту села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Полянь</w:t>
      </w:r>
      <w:proofErr w:type="spellEnd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Крупецької</w:t>
      </w:r>
      <w:proofErr w:type="spellEnd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ради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підлягає щорічній індексації відповідно до вимог діючого законодавства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.</w:t>
      </w:r>
    </w:p>
    <w:p w:rsidR="00843F43" w:rsidRDefault="00843F43" w:rsidP="00843F43">
      <w:pPr>
        <w:shd w:val="clear" w:color="auto" w:fill="FBFBFB"/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43F43" w:rsidRPr="002323EF" w:rsidRDefault="00843F43" w:rsidP="00843F43">
      <w:pPr>
        <w:pStyle w:val="af1"/>
        <w:numPr>
          <w:ilvl w:val="0"/>
          <w:numId w:val="1"/>
        </w:num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lastRenderedPageBreak/>
        <w:t>Рекомендувати  Відділу</w:t>
      </w:r>
      <w:r w:rsidRPr="002323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міськрайонного  управління у </w:t>
      </w:r>
      <w:proofErr w:type="spellStart"/>
      <w:r w:rsidRPr="002323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Славутському</w:t>
      </w:r>
      <w:proofErr w:type="spellEnd"/>
      <w:r w:rsidRPr="002323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 xml:space="preserve"> районі та </w:t>
      </w:r>
      <w:proofErr w:type="spellStart"/>
      <w:r w:rsidRPr="002323EF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uk-UA" w:eastAsia="ru-RU"/>
        </w:rPr>
        <w:t>м.Нетішині</w:t>
      </w:r>
      <w:proofErr w:type="spellEnd"/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Головного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управління </w:t>
      </w:r>
      <w:proofErr w:type="spellStart"/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Держгеокадастру</w:t>
      </w:r>
      <w:proofErr w:type="spellEnd"/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у Хмельницькій області забезпечити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при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веденні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Державного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зе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мельного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кадастру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практичне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застосування технічної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документації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з нормативної  грошової  оцінки.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2323EF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    </w:t>
      </w:r>
    </w:p>
    <w:p w:rsidR="00843F43" w:rsidRDefault="00843F43" w:rsidP="00843F43">
      <w:pPr>
        <w:shd w:val="clear" w:color="auto" w:fill="FFFFFF"/>
        <w:spacing w:after="0" w:line="210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43F43" w:rsidRPr="002323EF" w:rsidRDefault="00843F43" w:rsidP="00843F43">
      <w:pPr>
        <w:shd w:val="clear" w:color="auto" w:fill="FFFFFF"/>
        <w:spacing w:after="0" w:line="210" w:lineRule="atLeast"/>
        <w:ind w:left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</w:p>
    <w:p w:rsidR="00843F43" w:rsidRPr="002323EF" w:rsidRDefault="00843F43" w:rsidP="00843F43">
      <w:pPr>
        <w:numPr>
          <w:ilvl w:val="0"/>
          <w:numId w:val="1"/>
        </w:numPr>
        <w:shd w:val="clear" w:color="auto" w:fill="FBFBFB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Визначити, що рішення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Полянської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сільської 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ради 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br/>
        <w:t>"Про затвердження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технічної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документації по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нормативній грошовій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оцінці земель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 </w:t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с.Полянь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с.Комарівка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с.Колом’є</w:t>
      </w:r>
      <w:proofErr w:type="spellEnd"/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" чинне до 01.01.2021 року.</w:t>
      </w:r>
    </w:p>
    <w:p w:rsidR="00843F43" w:rsidRPr="00FF5BE6" w:rsidRDefault="00843F43" w:rsidP="00843F43">
      <w:pPr>
        <w:numPr>
          <w:ilvl w:val="0"/>
          <w:numId w:val="1"/>
        </w:numPr>
        <w:shd w:val="clear" w:color="auto" w:fill="FBFBFB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43F43" w:rsidRPr="00FF5BE6" w:rsidRDefault="00843F43" w:rsidP="00843F43">
      <w:pPr>
        <w:shd w:val="clear" w:color="auto" w:fill="FBFBFB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</w:pP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val="uk-UA" w:eastAsia="ru-RU"/>
        </w:rPr>
        <w:br/>
      </w:r>
      <w:r w:rsidRPr="00FF5BE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843F43" w:rsidRPr="00FF5BE6" w:rsidRDefault="00843F43" w:rsidP="00843F4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43F43" w:rsidRPr="00FF5BE6" w:rsidRDefault="00843F43" w:rsidP="00843F4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43F43" w:rsidRPr="00FF5BE6" w:rsidRDefault="00843F43" w:rsidP="00843F4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43F43" w:rsidRPr="00FF5BE6" w:rsidRDefault="00843F43" w:rsidP="00843F4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92DB5" w:rsidRPr="00843F43" w:rsidRDefault="00843F43" w:rsidP="00843F43">
      <w:pPr>
        <w:spacing w:after="160" w:line="259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  <w:r w:rsidRPr="00FF5BE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Сільський  голова                                                                </w:t>
      </w:r>
      <w:r w:rsidRPr="00FF5BE6">
        <w:rPr>
          <w:rFonts w:ascii="Times New Roman" w:eastAsia="Arial Unicode MS" w:hAnsi="Times New Roman" w:cs="Times New Roman"/>
          <w:color w:val="333333"/>
          <w:sz w:val="24"/>
          <w:szCs w:val="24"/>
          <w:lang w:val="uk-UA" w:eastAsia="uk-UA"/>
        </w:rPr>
        <w:t>Валерій   МИХАЛЮК</w:t>
      </w:r>
      <w:bookmarkStart w:id="0" w:name="_GoBack"/>
      <w:bookmarkEnd w:id="0"/>
    </w:p>
    <w:sectPr w:rsidR="00492DB5" w:rsidRPr="00843F4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837764"/>
    <w:multiLevelType w:val="hybridMultilevel"/>
    <w:tmpl w:val="353836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843F43"/>
    <w:rsid w:val="00171A2E"/>
    <w:rsid w:val="00304C90"/>
    <w:rsid w:val="00492DB5"/>
    <w:rsid w:val="00505B6D"/>
    <w:rsid w:val="006D3977"/>
    <w:rsid w:val="007D6C18"/>
    <w:rsid w:val="00843F4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F43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412</Words>
  <Characters>2354</Characters>
  <Application>Microsoft Office Word</Application>
  <DocSecurity>0</DocSecurity>
  <Lines>19</Lines>
  <Paragraphs>5</Paragraphs>
  <ScaleCrop>false</ScaleCrop>
  <Company>Microsoft</Company>
  <LinksUpToDate>false</LinksUpToDate>
  <CharactersWithSpaces>2761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2020-12-10T13:05:00Z</dcterms:created>
  <dcterms:modified xsi:type="dcterms:W3CDTF">2020-12-10T13:05:00Z</dcterms:modified>
</cp:coreProperties>
</file>