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2C" w:rsidRDefault="007F362C" w:rsidP="007F36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FC73DF" wp14:editId="34F5E19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4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4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62C" w:rsidRDefault="007F362C" w:rsidP="007F3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Wuo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7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mlwtmLQ0SAgue7dz5DcQeRaaWZykGdcUqsHBWVS2&#10;a3LlDHMjfQpck2sHvqZO3ISuyRU0DPLVuyk01C444EtzL27zgxOXuSvv890oH7Wdy3XUwwxIai8v&#10;9T28GPI4cx2BUtSRK3QEm1ZcWuCP+xg9TBc30el0+fWevU746XBBHuTGOws/nx7J3UcuKLi3jt67&#10;BRagIheVQIzZE7H3tJnEmBYRR+eYzhlriogn9qTpxFgsRLzsIqZlQNTQcvBa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QCXMQA&#10;AADdAAAADwAAAGRycy9kb3ducmV2LnhtbESPT4vCMBTE74LfITzBm6b+3W7XKCK6eBAW3e390Tzb&#10;YvNSmqj125sFweMwM79hFqvWVOJGjSstKxgNIxDEmdUl5wr+fneDGITzyBory6TgQQ5Wy25ngYm2&#10;dz7S7eRzESDsElRQeF8nUrqsIINuaGvi4J1tY9AH2eRSN3gPcFPJcRTNpcGSw0KBNW0Kyi6nq1Fg&#10;J9/7Q5qPj5Mtf3he/8TntD0o1e+16y8Qnlr/Dr/ae61gPp19wv+b8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0Al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SlcsUA&#10;AADdAAAADwAAAGRycy9kb3ducmV2LnhtbERPz2vCMBS+D/Y/hDfYRWaqSHXVKEPo5nYY6AZeH82z&#10;qWteSpJp9a83h8GOH9/vxaq3rTiRD41jBaNhBoK4crrhWsH3V/k0AxEissbWMSm4UIDV8v5ugYV2&#10;Z97SaRdrkUI4FKjAxNgVUobKkMUwdB1x4g7OW4wJ+lpqj+cUbls5zrJcWmw4NRjsaG2o+tn9WgXH&#10;8tPs19Prqx88b+k6KD/e2vdcqceH/mUOIlIf/8V/7o1WkE/ytD+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NKV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ilsQA&#10;AADdAAAADwAAAGRycy9kb3ducmV2LnhtbESP32rCMBTG7wd7h3AG3gxNu40inVFEpgxvxNYHODTH&#10;pqw5KU1s69ubwWCXH9+fH99qM9lWDNT7xrGCdJGAIK6cbrhWcCn38yUIH5A1to5JwZ08bNbPTyvM&#10;tRv5TEMRahFH2OeowITQ5VL6ypBFv3AdcfSurrcYouxrqXsc47ht5VuSZNJiw5FgsKOdoeqnuNkI&#10;Ob3j6Xgdy/1hwhG/joZft2elZi/T9hNEoCn8h//a31pB9pGl8PsmPg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gYp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kpQc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qpF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Sl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5ZesMA&#10;AADdAAAADwAAAGRycy9kb3ducmV2LnhtbESP3YrCMBCF7wXfIYywN7Kmu0pZqlFk0UW8kaoPMDRj&#10;U2wmpYm2+/ZGELw8nJ+Ps1j1thZ3an3lWMHXJAFBXDhdcangfNp+/oDwAVlj7ZgU/JOH1XI4WGCm&#10;Xcc53Y+hFHGEfYYKTAhNJqUvDFn0E9cQR+/iWoshyraUusUujttafidJKi1WHAkGG/o1VFyPNxsh&#10;hyke9pfutP3rscPN3vB4nSv1MerXcxCB+vAOv9o7rSCdpVN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5Ze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wUrs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VR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BSu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RS8YA&#10;AADdAAAADwAAAGRycy9kb3ducmV2LnhtbESPUWvCMBSF3wf+h3CFvYyZus0inVF0ECZsMKaCr5fm&#10;2pY1NyXJbP33Rhjs8XDO+Q5nsRpsK87kQ+NYwXSSgSAunWm4UnDY68c5iBCRDbaOScGFAqyWo7sF&#10;Fsb1/E3nXaxEgnAoUEEdY1dIGcqaLIaJ64iTd3LeYkzSV9J47BPctvIpy3JpseG0UGNHbzWVP7tf&#10;q2Dz1VfP/qHcDO7j9H6caW30p1bqfjysX0FEGuJ/+K+9NQryl3wG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ARS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rVec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fJ3n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K1X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qp8cA&#10;AADdAAAADwAAAGRycy9kb3ducmV2LnhtbESPUUvDMBSF34X9h3AHvsiWOl0nddnYhOBAYWwTfL00&#10;d22xuSlJXOu/XwTBx8M55zuc5XqwrbiQD41jBffTDARx6UzDlYKPk548gQgR2WDrmBT8UID1anSz&#10;xMK4ng90OcZKJAiHAhXUMXaFlKGsyWKYuo44eWfnLcYkfSWNxz7BbStnWZZLiw2nhRo7eqmp/Dp+&#10;WwXbfV89+LtyO7i38+vnXGuj37VSt+Nh8wwi0hD/w3/tnVGQP+YL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+Kq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nkkMAA&#10;AADdAAAADwAAAGRycy9kb3ducmV2LnhtbERPzYrCMBC+C75DGGFvmipapBpFlMKyeFl3H2Boxqba&#10;TEoSa317c1jY48f3v90PthU9+dA4VjCfZSCIK6cbrhX8/pTTNYgQkTW2jknBiwLsd+PRFgvtnvxN&#10;/SXWIoVwKFCBibErpAyVIYth5jrixF2dtxgT9LXUHp8p3LZykWW5tNhwajDY0dFQdb88rILya3Hu&#10;7w/tS3cYlpZW5rY+GaU+JsNhAyLSEP/Ff+5PrSBf5mluep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nkk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bLcIA&#10;AADdAAAADwAAAGRycy9kb3ducmV2LnhtbESP3YrCMBSE7xd8h3AE79bUv6LVKCIoemn1AQ7NsS02&#10;J7WJtr69WVjwcpiZb5jVpjOVeFHjSssKRsMIBHFmdcm5gutl/zsH4TyyxsoyKXiTg82697PCRNuW&#10;z/RKfS4ChF2CCgrv60RKlxVk0A1tTRy8m20M+iCbXOoG2wA3lRxHUSwNlhwWCqxpV1B2T59GwfTd&#10;Hh7p7B7ttaHRaVKf2GczpQb9brsE4anz3/B/+6gVxNN4AX9vwhO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Fs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9ccAA&#10;AADdAAAADwAAAGRycy9kb3ducmV2LnhtbERPy4rCMBTdD/gP4QruxlSRjlajiKKIq7E+1pfm2hab&#10;m9JErX9vFoLLw3nPFq2pxIMaV1pWMOhHIIgzq0vOFZyOm98xCOeRNVaWScGLHCzmnZ8ZJto++UCP&#10;1OcihLBLUEHhfZ1I6bKCDLq+rYkDd7WNQR9gk0vd4DOEm0oOoyiWBksODQXWtCoou6V3o+AeX4Yn&#10;vu71f7p+bSfrzdLJc65Ur9supyA8tf4r/rh3WkE8+gv7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GF9c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6n7cgA&#10;AADd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QTwc9eD6Jjw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jqf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7acYA&#10;AADdAAAADwAAAGRycy9kb3ducmV2LnhtbESPT2vCQBTE7wW/w/IEb3XTKFGim9A/aMWTtYLXR/aZ&#10;hGbfhuyqsZ++WxA8DjPzG2aZ96YRF+pcbVnByzgCQVxYXXOp4PC9ep6DcB5ZY2OZFNzIQZ4NnpaY&#10;anvlL7rsfSkChF2KCirv21RKV1Rk0I1tSxy8k+0M+iC7UuoOrwFuGhlHUSIN1hwWKmzpvaLiZ382&#10;Cn6TI+7cZ/z2MdGebtP52m53a6VGw/51AcJT7x/he3ujFSTTWQz/b8IT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T7a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ANSsYA&#10;AADdAAAADwAAAGRycy9kb3ducmV2LnhtbESPwW7CMBBE70j8g7VIvYEDTWkJMaiqqMSNkvYDVvHi&#10;RInXIXYh7ddjpEo9jmbmjSbfDrYVF+p97VjBfJaAIC6drtko+Pp8n76A8AFZY+uYFPyQh+1mPMox&#10;0+7KR7oUwYgIYZ+hgiqELpPSlxVZ9DPXEUfv5HqLIcreSN3jNcJtKxdJspQWa44LFXb0VlHZFN9W&#10;wdktnvRQ7PDQ7FYftTHp+feYKvUwGV7XIAIN4T/8195rBcv0+RHub+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ANS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fVsUA&#10;AADdAAAADwAAAGRycy9kb3ducmV2LnhtbESPwW7CMBBE70j9B2srcQOHQgNN4yCoVIkr0EOPW3tJ&#10;UuJ1GruQ8vU1EhLH0cy80eTL3jbiRJ2vHSuYjBMQxNqZmksFH/v30QKED8gGG8ek4I88LIuHQY6Z&#10;cWfe0mkXShEh7DNUUIXQZlJ6XZFFP3YtcfQOrrMYouxKaTo8R7ht5FOSpNJizXGhwpbeKtLH3a9V&#10;sKm/6DnVhxe7WOvt5+UnTOffRqnhY796BRGoD/fwrb0xCtLZfAb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B9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1JOcMA&#10;AADdAAAADwAAAGRycy9kb3ducmV2LnhtbERPXWvCMBR9F/Yfwh3sTdPJdLMzigoDRS3MyfZ6ae6a&#10;suamNFmt/94Igo/nmzOdd7YSLTW+dKzgeZCAIM6dLrlQcPz66L+B8AFZY+WYFJzJw3z20Jtiqt2J&#10;P6k9hELEEvYpKjAh1KmUPjdk0Q9cTRy1X9dYDBE2hdQNnmK5reQwScbSYslxwWBNK0P53+HfKmgx&#10;Oyc/ZrmfbMpdPsyW31sdefX02C3eQQTqwt18S6+1gvHL6wi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1JO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pLsQA&#10;AADdAAAADwAAAGRycy9kb3ducmV2LnhtbESPQUvDQBSE74L/YXmCN7sxSJTYbZFCxWONHjw+s6/Z&#10;1Ox7YXfbpP56VxA8DjPzDbNcz35QJwqxFzZwuyhAEbdie+4MvL9tbx5AxYRscRAmA2eKsF5dXiyx&#10;tjLxK52a1KkM4VijAZfSWGsdW0ce40JG4uztJXhMWYZO24BThvtBl0VRaY895wWHI20ctV/N0RuY&#10;ntvPQ7n/sO47jLJtdnIoBzHm+mp+egSVaE7/4b/2izVQ3d1X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UaS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KEscA&#10;AADdAAAADwAAAGRycy9kb3ducmV2LnhtbESPW2sCMRSE3wv9D+EUfKvZiriyGsV6gVJaxNv7cXPc&#10;3TY5WTZR13/fCAUfh5n5hhlPW2vEhRpfOVbw1k1AEOdOV1wo2O9Wr0MQPiBrNI5JwY08TCfPT2PM&#10;tLvyhi7bUIgIYZ+hgjKEOpPS5yVZ9F1XE0fv5BqLIcqmkLrBa4RbI3tJMpAWK44LJdY0Lyn/3Z6t&#10;gtV6YX5635vZQYb5Mj2a4ef74kupzks7G4EI1IZH+L/9oRUM+mkK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zih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T2cIA&#10;AADdAAAADwAAAGRycy9kb3ducmV2LnhtbERPy4rCMBTdD/gP4QpuBk19SzWKCKLCDPgCt9fm2hab&#10;m9LE2vn7yWJglofzXqwaU4iaKpdbVtDvRSCIE6tzThVcL9vuDITzyBoLy6Tghxyslq2PBcbavvlE&#10;9dmnIoSwi1FB5n0ZS+mSjAy6ni2JA/ewlUEfYJVKXeE7hJtCDqJoIg3mHBoyLGmTUfI8v4yC+vh1&#10;T/e1Kw/P2acbD++73be+KdVpN+s5CE+N/xf/ufdawWQ0DXPDm/A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y9P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YKi8gA&#10;AADdAAAADwAAAGRycy9kb3ducmV2LnhtbESPzWsCMRTE70L/h/AK3jSrWD9Wo6hQ6KVQPw56e26e&#10;u4ublzVJddu/vhEKHoeZ+Q0zWzSmEjdyvrSsoNdNQBBnVpecK9jv3jtjED4ga6wsk4If8rCYv7Rm&#10;mGp75w3dtiEXEcI+RQVFCHUqpc8KMui7tiaO3tk6gyFKl0vt8B7hppL9JBlKgyXHhQJrWheUXbbf&#10;RsFqMl5dvwb8+bs5Hel4OF3e+i5Rqv3aLKcgAjXhGf5vf2gFw8FoAo8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JgqLyAAAAN0AAAAPAAAAAAAAAAAAAAAAAJgCAABk&#10;cnMvZG93bnJldi54bWxQSwUGAAAAAAQABAD1AAAAjQMAAAAA&#10;" fillcolor="black" stroked="f"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QP8QA&#10;AADdAAAADwAAAGRycy9kb3ducmV2LnhtbERPy2rCQBTdF/yH4Qru6qRSQ4iOUtsKgnbhY+HyNnOb&#10;DMncCZlRo1/fWRS6PJz3fNnbRlyp88axgpdxAoK4cNpwqeB0XD9nIHxA1tg4JgV38rBcDJ7mmGt3&#10;4z1dD6EUMYR9jgqqENpcSl9UZNGPXUscuR/XWQwRdqXUHd5iuG3kJElSadFwbKiwpfeKivpwsQrO&#10;29Rke0OT791j9al303r19VErNRr2bzMQgfrwL/5zb7SC9DWL+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gED/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mLEcUA&#10;AADdAAAADwAAAGRycy9kb3ducmV2LnhtbESPQWsCMRSE7wX/Q3hCbzWrFFlWo4hS7KWHWsXrY/O6&#10;2e7mZZtEXf31jSD0OMzMN8x82dtWnMmH2rGC8SgDQVw6XXOlYP/19pKDCBFZY+uYFFwpwHIxeJpj&#10;od2FP+m8i5VIEA4FKjAxdoWUoTRkMYxcR5y8b+ctxiR9JbXHS4LbVk6ybCot1pwWDHa0NlQ2u5NV&#10;4FfHTXPj06HJbh/XsP3pf3M0Sj0P+9UMRKQ+/ocf7XetYPqaj+H+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YsR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+w1MYA&#10;AADdAAAADwAAAGRycy9kb3ducmV2LnhtbESP3WrCQBSE7wt9h+UUelN0Yyj+RFeRQqFQKfjzAMfs&#10;MQnung3ZU419+m6h4OUwM98wi1XvnbpQF5vABkbDDBRxGWzDlYHD/n0wBRUF2aILTAZuFGG1fHxY&#10;YGHDlbd02UmlEoRjgQZqkbbQOpY1eYzD0BIn7xQ6j5JkV2nb4TXBvdN5lo21x4bTQo0tvdVUnnff&#10;3oDLj272OYkbuR30Jvvxsn35ssY8P/XrOSihXu7h//aHNTB+neb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+w1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8aC8YA&#10;AADdAAAADwAAAGRycy9kb3ducmV2LnhtbESPQWsCMRSE74X+h/AKvdVsrYisRrEVYS8e3Fq8PjfP&#10;zWLysmxSXf31plDwOMzMN8xs0TsrztSFxrOC90EGgrjyuuFawe57/TYBESKyRuuZFFwpwGL+/DTD&#10;XPsLb+lcxlokCIccFZgY21zKUBlyGAa+JU7e0XcOY5JdLXWHlwR3Vg6zbCwdNpwWDLb0Zag6lb9O&#10;waps7XBXmM+w/9kcDra4rWm/Uur1pV9OQUTq4yP83y60gvFo8gF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8aC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HNzsQA&#10;AADdAAAADwAAAGRycy9kb3ducmV2LnhtbESPQWsCMRSE7wX/Q3iCt5pYZCurUUQUBE+1evD2SJ67&#10;q5uXZZO66783hUKPw8x8wyxWvavFg9pQedYwGSsQxMbbigsNp+/d+wxEiMgWa8+k4UkBVsvB2wJz&#10;6zv+oscxFiJBOOSooYyxyaUMpiSHYewb4uRdfeswJtkW0rbYJbir5YdSmXRYcVoosaFNSeZ+/HEa&#10;bjt58EahOZ/O3d5+XrYZ1Urr0bBfz0FE6uN/+K+9txqy6WwK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xzc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Ke8YA&#10;AADdAAAADwAAAGRycy9kb3ducmV2LnhtbESPQWvCQBSE74L/YXlCb7rRVgnRVVQQSksP1SIen9ln&#10;EpJ9G3ZXTf99tyB4HGbmG2ax6kwjbuR8ZVnBeJSAIM6trrhQ8HPYDVMQPiBrbCyTgl/ysFr2ewvM&#10;tL3zN932oRARwj5DBWUIbSalz0sy6Ee2JY7exTqDIUpXSO3wHuGmkZMkmUmDFceFElvalpTX+6tR&#10;cLp+8uXr9WPtNuFou4OvJ+e0Vupl0K3nIAJ14Rl+tN+1gtlbOo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Ke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zu3scA&#10;AADdAAAADwAAAGRycy9kb3ducmV2LnhtbESPT2vCQBTE74V+h+UVvNVNRUOaukoVBC+Cf3qot2f2&#10;NQlm36a7q8Z+ercgeBxm5jfMeNqZRpzJ+dqygrd+AoK4sLrmUsHXbvGagfABWWNjmRRcycN08vw0&#10;xlzbC2/ovA2liBD2OSqoQmhzKX1RkUHfty1x9H6sMxiidKXUDi8Rbho5SJJUGqw5LlTY0ryi4rg9&#10;GQWz92z2ux7y6m9z2NP++3AcDVyiVO+l+/wAEagLj/C9vdQK0mGWwv+b+AT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s7t7HAAAA3QAAAA8AAAAAAAAAAAAAAAAAmAIAAGRy&#10;cy9kb3ducmV2LnhtbFBLBQYAAAAABAAEAPUAAACMAwAAAAA=&#10;" fillcolor="black" stroked="f"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yxRMUA&#10;AADdAAAADwAAAGRycy9kb3ducmV2LnhtbESPQUsDMRSE7wX/Q3gFb222KrVsm5alIIqnbVV6fd08&#10;N4ublyWJ6frvjSD0OMzMN8xmN9peJPKhc6xgMS9AEDdOd9wqeH97mq1AhIissXdMCn4owG57M9lg&#10;qd2FD5SOsRUZwqFEBSbGoZQyNIYshrkbiLP36bzFmKVvpfZ4yXDby7uiWEqLHecFgwPtDTVfx2+r&#10;IJ33dXWfTskcXn3Velc/f5xrpW6nY7UGEWmM1/B/+0UrWD6sH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LF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FxMMA&#10;AADdAAAADwAAAGRycy9kb3ducmV2LnhtbERPz2vCMBS+C/sfwht4s6lDinZGGbKN6UXtBtvx0bw1&#10;Zc1LabJa/evNQfD48f1ergfbiJ46XztWME1SEMSl0zVXCr4+3yZzED4ga2wck4IzeVivHkZLzLU7&#10;8ZH6IlQihrDPUYEJoc2l9KUhiz5xLXHkfl1nMUTYVVJ3eIrhtpFPaZpJizXHBoMtbQyVf8W/VeCn&#10;m9fvnb0s+p93w/tia7JDZZQaPw4vzyACDeEuvrk/tIJsNo9z45v4BO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TFx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362C" w:rsidRDefault="007F362C" w:rsidP="007F3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362C" w:rsidRDefault="007F362C" w:rsidP="007F36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F362C" w:rsidRDefault="007F362C" w:rsidP="007F36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362C" w:rsidRDefault="007F362C" w:rsidP="007F3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F362C" w:rsidRDefault="007F362C" w:rsidP="007F36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362C" w:rsidRDefault="007F362C" w:rsidP="007F36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7F362C" w:rsidRPr="003937A2" w:rsidRDefault="007F362C" w:rsidP="007F362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F362C" w:rsidRPr="003937A2" w:rsidRDefault="007F362C" w:rsidP="007F362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Боровій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Ж.М.</w:t>
      </w: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116,118,121,122,186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Борової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Ж.М.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7F362C" w:rsidRPr="00395EA4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7F362C" w:rsidRPr="003937A2" w:rsidRDefault="007F362C" w:rsidP="007F36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Боровій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Жанні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Миколаївні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84F82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0,1700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Боровій Ж.М.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7F362C" w:rsidRPr="003937A2" w:rsidRDefault="007F362C" w:rsidP="007F36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F362C" w:rsidRPr="003937A2" w:rsidRDefault="007F362C" w:rsidP="007F36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F362C" w:rsidRPr="003937A2" w:rsidRDefault="007F362C" w:rsidP="007F36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12BFB" w:rsidRPr="007F362C" w:rsidRDefault="007F362C" w:rsidP="007F362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12BFB" w:rsidRPr="007F36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2C"/>
    <w:rsid w:val="00412BFB"/>
    <w:rsid w:val="007F362C"/>
    <w:rsid w:val="00A8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2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F36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36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F362C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2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F36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36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F362C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2021-09-13T07:56:00Z</dcterms:created>
  <dcterms:modified xsi:type="dcterms:W3CDTF">2021-09-13T13:18:00Z</dcterms:modified>
</cp:coreProperties>
</file>