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956" w:rsidRPr="000A4F3E" w:rsidRDefault="00884956" w:rsidP="00884956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4956" w:rsidRDefault="00884956" w:rsidP="008849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4956" w:rsidRDefault="00884956" w:rsidP="008849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4956" w:rsidRDefault="00884956" w:rsidP="008849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4956" w:rsidRDefault="00884956" w:rsidP="008849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4956" w:rsidRDefault="00884956" w:rsidP="008849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4956" w:rsidRDefault="00884956" w:rsidP="008849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4956" w:rsidRDefault="00884956" w:rsidP="008849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4956" w:rsidRDefault="00884956" w:rsidP="008849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4956" w:rsidRDefault="00884956" w:rsidP="008849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4956" w:rsidRDefault="00884956" w:rsidP="008849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4956" w:rsidRDefault="00884956" w:rsidP="008849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4956" w:rsidRDefault="00884956" w:rsidP="008849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4956" w:rsidRDefault="00884956" w:rsidP="008849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4956" w:rsidRDefault="00884956" w:rsidP="008849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4956" w:rsidRDefault="00884956" w:rsidP="008849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4956" w:rsidRDefault="00884956" w:rsidP="008849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4956" w:rsidRDefault="00884956" w:rsidP="008849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4956" w:rsidRDefault="00884956" w:rsidP="008849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4956" w:rsidRDefault="00884956" w:rsidP="008849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4956" w:rsidRDefault="00884956" w:rsidP="008849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4956" w:rsidRDefault="00884956" w:rsidP="008849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4956" w:rsidRDefault="00884956" w:rsidP="008849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4956" w:rsidRDefault="00884956" w:rsidP="008849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4956" w:rsidRDefault="00884956" w:rsidP="008849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4956" w:rsidRDefault="00884956" w:rsidP="008849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4956" w:rsidRDefault="00884956" w:rsidP="008849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4956" w:rsidRDefault="00884956" w:rsidP="008849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4956" w:rsidRDefault="00884956" w:rsidP="008849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4956" w:rsidRDefault="00884956" w:rsidP="008849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4956" w:rsidRDefault="00884956" w:rsidP="008849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84956" w:rsidRDefault="00884956" w:rsidP="008849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84956" w:rsidRDefault="00884956" w:rsidP="008849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84956" w:rsidRDefault="00884956" w:rsidP="008849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84956" w:rsidRDefault="00884956" w:rsidP="008849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84956" w:rsidRDefault="00884956" w:rsidP="008849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84956" w:rsidRDefault="00884956" w:rsidP="008849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84956" w:rsidRDefault="00884956" w:rsidP="008849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84956" w:rsidRDefault="00884956" w:rsidP="008849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84956" w:rsidRDefault="00884956" w:rsidP="008849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84956" w:rsidRDefault="00884956" w:rsidP="008849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84956" w:rsidRDefault="00884956" w:rsidP="008849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84956" w:rsidRDefault="00884956" w:rsidP="008849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84956" w:rsidRDefault="00884956" w:rsidP="008849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84956" w:rsidRDefault="00884956" w:rsidP="008849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84956" w:rsidRDefault="00884956" w:rsidP="008849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84956" w:rsidRDefault="00884956" w:rsidP="008849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84956" w:rsidRDefault="00884956" w:rsidP="008849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84956" w:rsidRDefault="00884956" w:rsidP="008849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84956" w:rsidRDefault="00884956" w:rsidP="008849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84956" w:rsidRDefault="00884956" w:rsidP="008849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84956" w:rsidRDefault="00884956" w:rsidP="008849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84956" w:rsidRDefault="00884956" w:rsidP="008849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84956" w:rsidRDefault="00884956" w:rsidP="008849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84956" w:rsidRDefault="00884956" w:rsidP="008849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84956" w:rsidRDefault="00884956" w:rsidP="008849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84956" w:rsidRDefault="00884956" w:rsidP="008849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84956" w:rsidRDefault="00884956" w:rsidP="008849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84956" w:rsidRDefault="00884956" w:rsidP="008849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84956" w:rsidRDefault="00884956" w:rsidP="008849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84956" w:rsidRDefault="00884956" w:rsidP="008849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84956" w:rsidRPr="000A4F3E" w:rsidRDefault="00884956" w:rsidP="0088495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84956" w:rsidRPr="000A4F3E" w:rsidRDefault="00884956" w:rsidP="0088495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84956" w:rsidRPr="000A4F3E" w:rsidRDefault="00884956" w:rsidP="0088495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84956" w:rsidRPr="000A4F3E" w:rsidRDefault="00884956" w:rsidP="0088495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84956" w:rsidRPr="000A4F3E" w:rsidRDefault="00884956" w:rsidP="0088495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84956" w:rsidRPr="000A4F3E" w:rsidRDefault="00884956" w:rsidP="00884956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84956" w:rsidRPr="000A4F3E" w:rsidRDefault="00884956" w:rsidP="0088495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84956" w:rsidRPr="000A4F3E" w:rsidRDefault="00884956" w:rsidP="0088495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84956" w:rsidRPr="000A4F3E" w:rsidRDefault="00884956" w:rsidP="0088495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84956" w:rsidRPr="000A4F3E" w:rsidRDefault="00884956" w:rsidP="0088495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84956" w:rsidRPr="000A4F3E" w:rsidRDefault="00884956" w:rsidP="0088495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84956" w:rsidRPr="000A4F3E" w:rsidRDefault="00884956" w:rsidP="00884956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84956" w:rsidRPr="000A4F3E" w:rsidRDefault="00884956" w:rsidP="00884956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84956" w:rsidRPr="000A4F3E" w:rsidRDefault="00884956" w:rsidP="00884956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№18</w:t>
      </w:r>
    </w:p>
    <w:p w:rsidR="00884956" w:rsidRPr="0059239A" w:rsidRDefault="00884956" w:rsidP="00884956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84956" w:rsidRPr="0059239A" w:rsidRDefault="00884956" w:rsidP="00884956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техн</w:t>
      </w:r>
      <w:proofErr w:type="gram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ічної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документації</w:t>
      </w:r>
      <w:proofErr w:type="spellEnd"/>
    </w:p>
    <w:p w:rsidR="00884956" w:rsidRPr="0059239A" w:rsidRDefault="00884956" w:rsidP="00884956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із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встановлення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</w:p>
    <w:p w:rsidR="00884956" w:rsidRPr="0059239A" w:rsidRDefault="00884956" w:rsidP="00884956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(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відновлення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 меж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</w:p>
    <w:p w:rsidR="00884956" w:rsidRPr="0059239A" w:rsidRDefault="00884956" w:rsidP="00884956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натурі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м</w:t>
      </w:r>
      <w:proofErr w:type="gram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ісцевості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Пасічника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В.І.</w:t>
      </w:r>
    </w:p>
    <w:p w:rsidR="00884956" w:rsidRPr="0059239A" w:rsidRDefault="00884956" w:rsidP="00884956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84956" w:rsidRDefault="00884956" w:rsidP="0088495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34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122 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«Про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прав  на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Пасічника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В.І.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рада </w:t>
      </w:r>
      <w:proofErr w:type="gramEnd"/>
    </w:p>
    <w:p w:rsidR="00884956" w:rsidRPr="0059239A" w:rsidRDefault="00884956" w:rsidP="0088495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884956" w:rsidRPr="0059239A" w:rsidRDefault="00884956" w:rsidP="0088495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    1.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Пасічнику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Віктору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Івановичу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зареєстрований</w:t>
      </w:r>
      <w:proofErr w:type="spellEnd"/>
      <w:r w:rsidRPr="0059239A">
        <w:rPr>
          <w:rFonts w:ascii="Times New Roman" w:hAnsi="Times New Roman"/>
          <w:sz w:val="24"/>
        </w:rPr>
        <w:t xml:space="preserve"> за </w:t>
      </w:r>
      <w:proofErr w:type="spellStart"/>
      <w:r w:rsidRPr="0059239A">
        <w:rPr>
          <w:rFonts w:ascii="Times New Roman" w:hAnsi="Times New Roman"/>
          <w:sz w:val="24"/>
        </w:rPr>
        <w:t>адр</w:t>
      </w:r>
      <w:r>
        <w:rPr>
          <w:rFonts w:ascii="Times New Roman" w:hAnsi="Times New Roman"/>
          <w:sz w:val="24"/>
        </w:rPr>
        <w:t>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ED11CA">
        <w:rPr>
          <w:rFonts w:ascii="Times New Roman" w:hAnsi="Times New Roman"/>
          <w:sz w:val="24"/>
          <w:lang w:val="en-US"/>
        </w:rPr>
        <w:t>________________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/>
          <w:color w:val="000000"/>
          <w:sz w:val="24"/>
          <w:szCs w:val="24"/>
        </w:rPr>
        <w:t>дентифікаційний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ED11CA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____________</w:t>
      </w:r>
      <w:bookmarkStart w:id="0" w:name="_GoBack"/>
      <w:bookmarkEnd w:id="0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техн</w:t>
      </w:r>
      <w:proofErr w:type="gram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ічну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документацію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встановлення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відновлення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) меж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(на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місцевості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), та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її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прив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атну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0,5558 га,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6823984700:01:008:0012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для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ведення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особистого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селянського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господарства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яка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с.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Лисиче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.</w:t>
      </w:r>
      <w:r w:rsidRPr="0059239A">
        <w:rPr>
          <w:rFonts w:ascii="Times New Roman" w:eastAsia="Arial Unicode MS" w:hAnsi="Times New Roman"/>
          <w:color w:val="FF0000"/>
          <w:sz w:val="24"/>
          <w:szCs w:val="24"/>
        </w:rPr>
        <w:t xml:space="preserve"> </w:t>
      </w:r>
    </w:p>
    <w:p w:rsidR="00884956" w:rsidRPr="0059239A" w:rsidRDefault="00884956" w:rsidP="0088495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FF0000"/>
          <w:sz w:val="24"/>
          <w:szCs w:val="24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Пасічнику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В.І.</w:t>
      </w:r>
      <w:r w:rsidRPr="0059239A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своє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 в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 порядку.</w:t>
      </w:r>
    </w:p>
    <w:p w:rsidR="00884956" w:rsidRPr="0059239A" w:rsidRDefault="00884956" w:rsidP="0088495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884956" w:rsidRPr="0059239A" w:rsidRDefault="00884956" w:rsidP="0088495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884956" w:rsidRDefault="00884956" w:rsidP="00884956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884956" w:rsidRDefault="00884956" w:rsidP="00884956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884956" w:rsidRDefault="00884956" w:rsidP="00884956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884956" w:rsidRDefault="00884956" w:rsidP="00884956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голова</w:t>
      </w:r>
      <w:r w:rsidRPr="0059239A">
        <w:rPr>
          <w:rFonts w:ascii="Times New Roman" w:eastAsia="Arial Unicode MS" w:hAnsi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МИХАЛЮК</w:t>
      </w:r>
    </w:p>
    <w:p w:rsidR="009850E6" w:rsidRDefault="009850E6"/>
    <w:sectPr w:rsidR="009850E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956"/>
    <w:rsid w:val="00171A2E"/>
    <w:rsid w:val="00304C90"/>
    <w:rsid w:val="00505B6D"/>
    <w:rsid w:val="006D3977"/>
    <w:rsid w:val="007D6C18"/>
    <w:rsid w:val="00884956"/>
    <w:rsid w:val="009850E6"/>
    <w:rsid w:val="00D1641A"/>
    <w:rsid w:val="00ED1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253</Words>
  <Characters>1445</Characters>
  <Application>Microsoft Office Word</Application>
  <DocSecurity>0</DocSecurity>
  <Lines>12</Lines>
  <Paragraphs>3</Paragraphs>
  <ScaleCrop>false</ScaleCrop>
  <Company>Microsoft</Company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2020-09-01T13:37:00Z</dcterms:created>
  <dcterms:modified xsi:type="dcterms:W3CDTF">2020-09-01T15:31:00Z</dcterms:modified>
</cp:coreProperties>
</file>