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3D" w:rsidRPr="00B623A8" w:rsidRDefault="00481B3D" w:rsidP="00481B3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56288" wp14:editId="7F41CC2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B3D" w:rsidRDefault="00481B3D" w:rsidP="00481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yHUyb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1B3D" w:rsidRDefault="00481B3D" w:rsidP="00481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1B3D" w:rsidRDefault="00481B3D" w:rsidP="00481B3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81B3D" w:rsidRPr="004A7D10" w:rsidRDefault="00481B3D" w:rsidP="00481B3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1B3D" w:rsidRDefault="00481B3D" w:rsidP="00481B3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1B3D" w:rsidRPr="00540E13" w:rsidRDefault="00481B3D" w:rsidP="00481B3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№74</w:t>
      </w:r>
    </w:p>
    <w:p w:rsidR="00481B3D" w:rsidRPr="00A32618" w:rsidRDefault="00481B3D" w:rsidP="00481B3D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A3261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Кондратюк Г.І.</w:t>
      </w:r>
    </w:p>
    <w:p w:rsidR="00481B3D" w:rsidRPr="00A32618" w:rsidRDefault="00481B3D" w:rsidP="00481B3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481B3D" w:rsidRPr="00A32618" w:rsidRDefault="00481B3D" w:rsidP="00481B3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Кондратюк Г.І.</w:t>
      </w:r>
      <w:r w:rsidRPr="00A32618">
        <w:rPr>
          <w:rFonts w:ascii="Times New Roman" w:eastAsia="Calibri" w:hAnsi="Times New Roman" w:cs="Times New Roman"/>
          <w:sz w:val="24"/>
        </w:rPr>
        <w:t>,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481B3D" w:rsidRPr="00A32618" w:rsidRDefault="00481B3D" w:rsidP="00481B3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481B3D" w:rsidRPr="00A32618" w:rsidRDefault="00481B3D" w:rsidP="00481B3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Кондратюк </w:t>
      </w:r>
      <w:proofErr w:type="spellStart"/>
      <w:r>
        <w:rPr>
          <w:rFonts w:ascii="Times New Roman" w:eastAsia="Calibri" w:hAnsi="Times New Roman" w:cs="Times New Roman"/>
          <w:sz w:val="24"/>
        </w:rPr>
        <w:t>Галині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Іванівні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A08C1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Кринична</w:t>
      </w:r>
      <w:proofErr w:type="spellEnd"/>
      <w:r>
        <w:rPr>
          <w:rFonts w:ascii="Times New Roman" w:eastAsia="Calibri" w:hAnsi="Times New Roman" w:cs="Times New Roman"/>
          <w:sz w:val="24"/>
        </w:rPr>
        <w:t>, 8</w:t>
      </w:r>
      <w:r w:rsidRPr="00A32618">
        <w:rPr>
          <w:rFonts w:ascii="Times New Roman" w:eastAsia="Calibri" w:hAnsi="Times New Roman" w:cs="Times New Roman"/>
          <w:sz w:val="24"/>
        </w:rPr>
        <w:t>.</w:t>
      </w:r>
    </w:p>
    <w:p w:rsidR="00481B3D" w:rsidRPr="00A32618" w:rsidRDefault="00481B3D" w:rsidP="00481B3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2.Кондратюк Г.І.</w:t>
      </w:r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ради.</w:t>
      </w:r>
    </w:p>
    <w:p w:rsidR="00481B3D" w:rsidRPr="00EC3E6D" w:rsidRDefault="00481B3D" w:rsidP="00481B3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81B3D" w:rsidRPr="00481B3D" w:rsidRDefault="00481B3D" w:rsidP="00481B3D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5560DF" w:rsidRPr="00481B3D" w:rsidRDefault="00481B3D" w:rsidP="00481B3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81108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81108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560DF" w:rsidRPr="00481B3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56" w:rsidRDefault="00A32756">
      <w:pPr>
        <w:spacing w:after="0" w:line="240" w:lineRule="auto"/>
      </w:pPr>
      <w:r>
        <w:separator/>
      </w:r>
    </w:p>
  </w:endnote>
  <w:endnote w:type="continuationSeparator" w:id="0">
    <w:p w:rsidR="00A32756" w:rsidRDefault="00A3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56" w:rsidRDefault="00A32756">
      <w:pPr>
        <w:spacing w:after="0" w:line="240" w:lineRule="auto"/>
      </w:pPr>
      <w:r>
        <w:separator/>
      </w:r>
    </w:p>
  </w:footnote>
  <w:footnote w:type="continuationSeparator" w:id="0">
    <w:p w:rsidR="00A32756" w:rsidRDefault="00A32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3D"/>
    <w:rsid w:val="00481B3D"/>
    <w:rsid w:val="005560DF"/>
    <w:rsid w:val="005A08C1"/>
    <w:rsid w:val="00A32756"/>
    <w:rsid w:val="00CA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3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81B3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81B3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81B3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3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81B3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81B3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81B3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2020-12-24T18:11:00Z</dcterms:created>
  <dcterms:modified xsi:type="dcterms:W3CDTF">2020-12-24T19:09:00Z</dcterms:modified>
</cp:coreProperties>
</file>