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0F5" w:rsidRDefault="001F70F5" w:rsidP="001F70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F70F5" w:rsidRDefault="001F70F5" w:rsidP="001F70F5"/>
    <w:p w:rsidR="001F70F5" w:rsidRDefault="001F70F5" w:rsidP="001F70F5"/>
    <w:p w:rsidR="001F70F5" w:rsidRDefault="001F70F5" w:rsidP="001F70F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F70F5" w:rsidRDefault="001F70F5" w:rsidP="001F70F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F70F5" w:rsidRDefault="001F70F5" w:rsidP="001F70F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F70F5" w:rsidRDefault="001F70F5" w:rsidP="001F70F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F70F5" w:rsidRDefault="001F70F5" w:rsidP="001F70F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0F5" w:rsidRDefault="001F70F5" w:rsidP="001F70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F70F5" w:rsidRDefault="001F70F5" w:rsidP="001F70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70F5" w:rsidRDefault="001F70F5" w:rsidP="001F70F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F70F5" w:rsidRDefault="001F70F5" w:rsidP="001F70F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70F5" w:rsidRPr="0083481C" w:rsidRDefault="001F70F5" w:rsidP="001F70F5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№96</w:t>
      </w:r>
    </w:p>
    <w:p w:rsidR="001F70F5" w:rsidRPr="005E02D7" w:rsidRDefault="001F70F5" w:rsidP="001F70F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F70F5" w:rsidRPr="005E02D7" w:rsidRDefault="001F70F5" w:rsidP="001F7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1F70F5" w:rsidRPr="005E02D7" w:rsidRDefault="001F70F5" w:rsidP="001F7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1F70F5" w:rsidRPr="005E02D7" w:rsidRDefault="001F70F5" w:rsidP="001F7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1F70F5" w:rsidRPr="005E02D7" w:rsidRDefault="001F70F5" w:rsidP="001F7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Михалюку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О.В.</w:t>
      </w:r>
    </w:p>
    <w:p w:rsidR="001F70F5" w:rsidRPr="005E02D7" w:rsidRDefault="001F70F5" w:rsidP="001F7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F70F5" w:rsidRPr="005E02D7" w:rsidRDefault="001F70F5" w:rsidP="001F7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Михалюка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О.В.,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1F70F5" w:rsidRPr="005E02D7" w:rsidRDefault="001F70F5" w:rsidP="001F7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1F70F5" w:rsidRPr="005E02D7" w:rsidRDefault="001F70F5" w:rsidP="001F70F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1.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Михалюку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лерійовичу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A812B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_____________________</w:t>
      </w:r>
      <w:bookmarkStart w:id="0" w:name="_GoBack"/>
      <w:bookmarkEnd w:id="0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5E02D7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земель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номер 6823986800:06:002:0086,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за межами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пункту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E02D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E02D7"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ради. </w:t>
      </w:r>
    </w:p>
    <w:p w:rsidR="001F70F5" w:rsidRPr="005E02D7" w:rsidRDefault="001F70F5" w:rsidP="001F7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Михалюку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О.В.,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F70F5" w:rsidRPr="005E02D7" w:rsidRDefault="001F70F5" w:rsidP="001F70F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2D7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02D7">
        <w:rPr>
          <w:rFonts w:ascii="Times New Roman" w:hAnsi="Times New Roman" w:cs="Times New Roman"/>
          <w:sz w:val="24"/>
          <w:szCs w:val="24"/>
        </w:rPr>
        <w:t xml:space="preserve"> 3. Контроль за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D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02D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1F70F5" w:rsidRPr="005E02D7" w:rsidRDefault="001F70F5" w:rsidP="001F70F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F70F5" w:rsidRPr="001F70F5" w:rsidRDefault="001F70F5" w:rsidP="001F7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1F70F5" w:rsidRPr="005E02D7" w:rsidRDefault="001F70F5" w:rsidP="001F7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D56EF" w:rsidRPr="001F70F5" w:rsidRDefault="001F70F5" w:rsidP="001F70F5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CD56EF" w:rsidRPr="001F70F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0F5"/>
    <w:rsid w:val="00171A2E"/>
    <w:rsid w:val="001F70F5"/>
    <w:rsid w:val="00304C90"/>
    <w:rsid w:val="00505B6D"/>
    <w:rsid w:val="006D3977"/>
    <w:rsid w:val="007D6C18"/>
    <w:rsid w:val="00A812B6"/>
    <w:rsid w:val="00CD56E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247</Words>
  <Characters>1412</Characters>
  <Application>Microsoft Office Word</Application>
  <DocSecurity>0</DocSecurity>
  <Lines>11</Lines>
  <Paragraphs>3</Paragraphs>
  <ScaleCrop>false</ScaleCrop>
  <Company>Microsoft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2020-07-02T11:57:00Z</dcterms:created>
  <dcterms:modified xsi:type="dcterms:W3CDTF">2020-07-02T13:26:00Z</dcterms:modified>
</cp:coreProperties>
</file>