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385" w:rsidRPr="008D31FA" w:rsidRDefault="00C65385" w:rsidP="00C6538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5385" w:rsidRDefault="00C65385" w:rsidP="00C653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5385" w:rsidRDefault="00C65385" w:rsidP="00C653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65385" w:rsidRPr="000A4F3E" w:rsidRDefault="00C65385" w:rsidP="00C6538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65385" w:rsidRPr="000A4F3E" w:rsidRDefault="00C65385" w:rsidP="00C6538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65385" w:rsidRPr="000A4F3E" w:rsidRDefault="00C65385" w:rsidP="00C6538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5385" w:rsidRDefault="00C65385" w:rsidP="00C6538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№37</w:t>
      </w:r>
    </w:p>
    <w:p w:rsidR="00C65385" w:rsidRDefault="00C65385" w:rsidP="00C6538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65385" w:rsidRPr="00CA5B65" w:rsidRDefault="00C65385" w:rsidP="00C653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C65385" w:rsidRPr="00CA5B65" w:rsidRDefault="00C65385" w:rsidP="00C653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C65385" w:rsidRPr="00CA5B65" w:rsidRDefault="00C65385" w:rsidP="00C653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C65385" w:rsidRPr="00CA5B65" w:rsidRDefault="00C65385" w:rsidP="00C6538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Н.В.</w:t>
      </w:r>
    </w:p>
    <w:p w:rsidR="00C65385" w:rsidRPr="00CA5B65" w:rsidRDefault="00C65385" w:rsidP="00C65385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C65385" w:rsidRPr="00CA5B65" w:rsidRDefault="00C65385" w:rsidP="00C6538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Н.В. 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C65385" w:rsidRPr="00CA5B65" w:rsidRDefault="00C65385" w:rsidP="00C6538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C65385" w:rsidRPr="00CA5B65" w:rsidRDefault="00C65385" w:rsidP="00C65385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proofErr w:type="gram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/>
          <w:sz w:val="24"/>
        </w:rPr>
        <w:t>Наталії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Володимирівні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C0785A">
        <w:rPr>
          <w:rFonts w:ascii="Times New Roman" w:eastAsia="Times New Roman" w:hAnsi="Times New Roman"/>
          <w:sz w:val="24"/>
          <w:lang w:val="en-US"/>
        </w:rPr>
        <w:t>___________________</w:t>
      </w:r>
      <w:bookmarkStart w:id="0" w:name="_GoBack"/>
      <w:bookmarkEnd w:id="0"/>
      <w:r>
        <w:rPr>
          <w:rFonts w:ascii="Times New Roman" w:eastAsia="Times New Roman" w:hAnsi="Times New Roman"/>
          <w:sz w:val="24"/>
        </w:rPr>
        <w:t>,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2,00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>
        <w:rPr>
          <w:rFonts w:ascii="Times New Roman" w:eastAsia="Times New Roman" w:hAnsi="Times New Roman"/>
          <w:sz w:val="24"/>
        </w:rPr>
        <w:t>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особистого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селянського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кадастровий</w:t>
      </w:r>
      <w:proofErr w:type="spellEnd"/>
      <w:r>
        <w:rPr>
          <w:rFonts w:ascii="Times New Roman" w:eastAsia="Times New Roman" w:hAnsi="Times New Roman"/>
          <w:sz w:val="24"/>
        </w:rPr>
        <w:t xml:space="preserve"> номер 6823984000:03:012:0192, 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>
        <w:rPr>
          <w:rFonts w:ascii="Times New Roman" w:eastAsia="Times New Roman" w:hAnsi="Times New Roman"/>
          <w:sz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</w:rPr>
        <w:t>території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</w:rPr>
        <w:t xml:space="preserve"> ради за межами </w:t>
      </w:r>
      <w:proofErr w:type="spellStart"/>
      <w:r>
        <w:rPr>
          <w:rFonts w:ascii="Times New Roman" w:eastAsia="Times New Roman" w:hAnsi="Times New Roman"/>
          <w:sz w:val="24"/>
        </w:rPr>
        <w:t>населеного</w:t>
      </w:r>
      <w:proofErr w:type="spellEnd"/>
      <w:r>
        <w:rPr>
          <w:rFonts w:ascii="Times New Roman" w:eastAsia="Times New Roman" w:hAnsi="Times New Roman"/>
          <w:sz w:val="24"/>
        </w:rPr>
        <w:t xml:space="preserve"> пункту села   </w:t>
      </w:r>
      <w:proofErr w:type="spellStart"/>
      <w:r>
        <w:rPr>
          <w:rFonts w:ascii="Times New Roman" w:eastAsia="Times New Roman" w:hAnsi="Times New Roman"/>
          <w:sz w:val="24"/>
        </w:rPr>
        <w:t>Стригани</w:t>
      </w:r>
      <w:proofErr w:type="spellEnd"/>
      <w:r>
        <w:rPr>
          <w:rFonts w:ascii="Times New Roman" w:eastAsia="Times New Roman" w:hAnsi="Times New Roman"/>
          <w:sz w:val="24"/>
        </w:rPr>
        <w:t>.</w:t>
      </w:r>
      <w:proofErr w:type="gramEnd"/>
    </w:p>
    <w:p w:rsidR="00C65385" w:rsidRPr="00DC5C5B" w:rsidRDefault="00C65385" w:rsidP="00C6538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DC5C5B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Красномовець</w:t>
      </w:r>
      <w:proofErr w:type="spellEnd"/>
      <w:r>
        <w:rPr>
          <w:rFonts w:ascii="Times New Roman" w:eastAsia="Times New Roman" w:hAnsi="Times New Roman"/>
          <w:sz w:val="24"/>
        </w:rPr>
        <w:t xml:space="preserve"> Н.В.</w:t>
      </w:r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DC5C5B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щодо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ділянки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DC5C5B">
        <w:rPr>
          <w:rFonts w:ascii="Times New Roman" w:eastAsia="Times New Roman" w:hAnsi="Times New Roman"/>
          <w:sz w:val="24"/>
        </w:rPr>
        <w:t>передачі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її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DC5C5B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DC5C5B">
        <w:rPr>
          <w:rFonts w:ascii="Times New Roman" w:eastAsia="Times New Roman" w:hAnsi="Times New Roman"/>
          <w:sz w:val="24"/>
        </w:rPr>
        <w:t>розгляд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сесії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C5C5B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DC5C5B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C5C5B">
        <w:rPr>
          <w:rFonts w:ascii="Times New Roman" w:eastAsia="Times New Roman" w:hAnsi="Times New Roman"/>
          <w:sz w:val="24"/>
        </w:rPr>
        <w:t>ради</w:t>
      </w:r>
      <w:proofErr w:type="gramEnd"/>
      <w:r w:rsidRPr="00DC5C5B">
        <w:rPr>
          <w:rFonts w:ascii="Times New Roman" w:eastAsia="Times New Roman" w:hAnsi="Times New Roman"/>
          <w:sz w:val="24"/>
        </w:rPr>
        <w:t>.</w:t>
      </w:r>
    </w:p>
    <w:p w:rsidR="00C65385" w:rsidRPr="00CA5B65" w:rsidRDefault="00C65385" w:rsidP="00C6538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65385" w:rsidRPr="00C65385" w:rsidRDefault="00C65385" w:rsidP="00C65385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7718A3" w:rsidRPr="00C65385" w:rsidRDefault="00C65385" w:rsidP="00C65385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 </w:t>
      </w:r>
      <w:proofErr w:type="spellStart"/>
      <w:r>
        <w:rPr>
          <w:rFonts w:ascii="Times New Roman" w:hAnsi="Times New Roman"/>
        </w:rPr>
        <w:t>Валерій</w:t>
      </w:r>
      <w:proofErr w:type="spellEnd"/>
      <w:r>
        <w:rPr>
          <w:rFonts w:ascii="Times New Roman" w:hAnsi="Times New Roman"/>
        </w:rPr>
        <w:t xml:space="preserve">  МИХАЛЮК </w:t>
      </w:r>
    </w:p>
    <w:sectPr w:rsidR="007718A3" w:rsidRPr="00C653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85"/>
    <w:rsid w:val="00171A2E"/>
    <w:rsid w:val="00304C90"/>
    <w:rsid w:val="00505B6D"/>
    <w:rsid w:val="006D3977"/>
    <w:rsid w:val="007718A3"/>
    <w:rsid w:val="007D6C18"/>
    <w:rsid w:val="00C0785A"/>
    <w:rsid w:val="00C65385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53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65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6538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6538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653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6538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263</Words>
  <Characters>1502</Characters>
  <Application>Microsoft Office Word</Application>
  <DocSecurity>0</DocSecurity>
  <Lines>12</Lines>
  <Paragraphs>3</Paragraphs>
  <ScaleCrop>false</ScaleCrop>
  <Company>Microsoft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2020-09-01T13:56:00Z</dcterms:created>
  <dcterms:modified xsi:type="dcterms:W3CDTF">2020-09-01T15:36:00Z</dcterms:modified>
</cp:coreProperties>
</file>