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49" w:rsidRPr="000D1FDD" w:rsidRDefault="00F94E49" w:rsidP="00F94E49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F94E49" w:rsidRDefault="00F94E49" w:rsidP="00F94E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94E49" w:rsidRDefault="00F94E49" w:rsidP="00F94E49"/>
    <w:p w:rsidR="00F94E49" w:rsidRDefault="00F94E49" w:rsidP="00F94E49"/>
    <w:p w:rsidR="00F94E49" w:rsidRDefault="00F94E49" w:rsidP="00F94E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94E49" w:rsidRDefault="00F94E49" w:rsidP="00F94E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94E49" w:rsidRDefault="00F94E49" w:rsidP="00F94E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94E49" w:rsidRDefault="00F94E49" w:rsidP="00F94E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94E49" w:rsidRDefault="00F94E49" w:rsidP="00F94E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E49" w:rsidRDefault="00F94E49" w:rsidP="00F94E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94E49" w:rsidRDefault="00F94E49" w:rsidP="00F94E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4E49" w:rsidRDefault="00F94E49" w:rsidP="00F94E4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94E49" w:rsidRPr="007558D2" w:rsidRDefault="00F94E49" w:rsidP="00F94E4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</w:p>
    <w:p w:rsidR="00F94E49" w:rsidRPr="007272D8" w:rsidRDefault="00F94E49" w:rsidP="00F94E49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94E49" w:rsidRPr="00025A8C" w:rsidRDefault="00F94E49" w:rsidP="00F94E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F94E49" w:rsidRPr="00025A8C" w:rsidRDefault="00F94E49" w:rsidP="00F94E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F94E49" w:rsidRPr="00025A8C" w:rsidRDefault="00F94E49" w:rsidP="00F94E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F94E49" w:rsidRPr="00025A8C" w:rsidRDefault="00F94E49" w:rsidP="00F94E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6823984000:03:018:0328, яка розташована</w:t>
      </w:r>
    </w:p>
    <w:p w:rsidR="00F94E49" w:rsidRPr="00025A8C" w:rsidRDefault="00F94E49" w:rsidP="00F94E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F94E49" w:rsidRPr="00025A8C" w:rsidRDefault="00F94E49" w:rsidP="00F94E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населеного пункту села Крупець, </w:t>
      </w:r>
    </w:p>
    <w:p w:rsidR="00F94E49" w:rsidRPr="00025A8C" w:rsidRDefault="00F94E49" w:rsidP="00F94E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F94E49" w:rsidRPr="00025A8C" w:rsidRDefault="00F94E49" w:rsidP="00F94E4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4E49" w:rsidRPr="00025A8C" w:rsidRDefault="00F94E49" w:rsidP="00F94E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F94E49" w:rsidRPr="00025A8C" w:rsidRDefault="00F94E49" w:rsidP="00F94E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F94E49" w:rsidRPr="00025A8C" w:rsidRDefault="00F94E49" w:rsidP="00F94E4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та об’єднання земельної ділянки площею 1,6640 га,  кадастровий  номер 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6823984000:03:018:0328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,  яка розташована за межами населеного пункту села Крупець на території  Крупецької сільської ради,  землі </w:t>
      </w:r>
      <w:r w:rsidRPr="00025A8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4E49" w:rsidRPr="00F94E49" w:rsidRDefault="00F94E49" w:rsidP="00F94E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  <w:bookmarkStart w:id="0" w:name="_GoBack"/>
      <w:bookmarkEnd w:id="0"/>
    </w:p>
    <w:p w:rsidR="00F94E49" w:rsidRPr="00025A8C" w:rsidRDefault="00F94E49" w:rsidP="00F94E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CA0" w:rsidRPr="00F94E49" w:rsidRDefault="00F94E49" w:rsidP="00F94E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Сільський   голова</w:t>
      </w: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В.А.</w:t>
      </w:r>
      <w:r w:rsidRPr="00025A8C">
        <w:rPr>
          <w:rFonts w:ascii="Times New Roman" w:eastAsia="Calibri" w:hAnsi="Times New Roman" w:cs="Times New Roman"/>
          <w:sz w:val="24"/>
          <w:szCs w:val="24"/>
        </w:rPr>
        <w:t>Михалюк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715CA0" w:rsidRPr="00F94E49" w:rsidSect="00F94E49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49"/>
    <w:rsid w:val="00171A2E"/>
    <w:rsid w:val="00304C90"/>
    <w:rsid w:val="00505B6D"/>
    <w:rsid w:val="006D3977"/>
    <w:rsid w:val="00715CA0"/>
    <w:rsid w:val="007D6C18"/>
    <w:rsid w:val="00D1641A"/>
    <w:rsid w:val="00F9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94E4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94E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94E4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94E4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94E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94E4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267</Words>
  <Characters>1526</Characters>
  <Application>Microsoft Office Word</Application>
  <DocSecurity>0</DocSecurity>
  <Lines>12</Lines>
  <Paragraphs>3</Paragraphs>
  <ScaleCrop>false</ScaleCrop>
  <Company>Microsoft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2020-05-20T14:10:00Z</dcterms:created>
  <dcterms:modified xsi:type="dcterms:W3CDTF">2020-05-20T14:11:00Z</dcterms:modified>
</cp:coreProperties>
</file>