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2B" w:rsidRPr="00CF60A0" w:rsidRDefault="0074512B" w:rsidP="0074512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9" name="Рисунок 9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512B" w:rsidRDefault="0074512B" w:rsidP="0074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512B" w:rsidRDefault="0074512B" w:rsidP="0074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512B" w:rsidRDefault="0074512B" w:rsidP="007451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15.01.2020                                                 Крупець                                                            №7</w:t>
      </w:r>
    </w:p>
    <w:p w:rsidR="0074512B" w:rsidRDefault="0074512B" w:rsidP="0074512B">
      <w:pPr>
        <w:pStyle w:val="HTML"/>
        <w:rPr>
          <w:rFonts w:ascii="Times New Roman" w:hAnsi="Times New Roman"/>
          <w:lang w:val="uk-UA"/>
        </w:rPr>
      </w:pPr>
    </w:p>
    <w:p w:rsidR="0074512B" w:rsidRDefault="0074512B" w:rsidP="0074512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попередження загибелі людей на водних</w:t>
      </w:r>
    </w:p>
    <w:p w:rsidR="0074512B" w:rsidRDefault="0074512B" w:rsidP="0074512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об’єктах під час святкування Водохреща Христового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На виконання вимог розпорядження Президента України від 14.07.2001 року №190/2001 – р п «Про невідкладні заходи щодо запобігання людей на водних об’єктах», наказу МВС України від 10.04.2017 року № 301 «Про затвердження Правил охорони життя людей на водних об’єктах України», у зв'язку із святкуванням 18 січня Святвечора та 19 січня  Водохрещення Господнього , яке передбачає церемонію освячення води на берегах річок, водоймищ, скупчення людей поблизу водних об’єктів, купання людей у відкритих водоймах, зростає загроза загибелі людей на воді,  керуючись ст.40 Закону України «Про місцеве самоврядування в Україні» виконком сільської ради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ВИРІШИВ: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Визначити місцем здійснення церемонії, освячення води, купання людей на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території Крупецької ОТГ: Джерело Покрови Пресвятої Богородиці в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Полянь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місці визначеному для купання  забезпечити громадський порядок, облаштувати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його відповідно до вимог Правил охорони життя людей на водних об’єктах.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Провести роботу  з власниками водоймищ, ініціаторами проведення обрядових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заходів щодо обладнання місць обрядового купання, розгортання тимчасових місць обігріву, рятувальних постів та забезпечення їх необхідними засобами рятування людей на воді.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місцях проведення масових заходів  забезпечити чергування рятувальників,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медичних працівників та охорони громадського порядку.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Організувати інформаційно-роз’яснювальну роботу серед населення щодо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попередження загибелі людей на воді, місця здійснення освячення води оприлюднити на сайті сільської ради.</w:t>
      </w:r>
    </w:p>
    <w:p w:rsidR="0074512B" w:rsidRDefault="0074512B" w:rsidP="0074512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виконанням даного рішення покласти на заступника сільського голови 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 питань діяльності виконавчих  органів ради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Ліпську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Л.П.</w:t>
      </w: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512B" w:rsidRDefault="0074512B" w:rsidP="0074512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42D5B" w:rsidRDefault="00842D5B"/>
    <w:sectPr w:rsidR="00842D5B" w:rsidSect="00842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E7F83"/>
    <w:multiLevelType w:val="hybridMultilevel"/>
    <w:tmpl w:val="C1D24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512B"/>
    <w:rsid w:val="00171A2E"/>
    <w:rsid w:val="00304C90"/>
    <w:rsid w:val="00505B6D"/>
    <w:rsid w:val="006D3977"/>
    <w:rsid w:val="0074512B"/>
    <w:rsid w:val="007D6C18"/>
    <w:rsid w:val="00842D5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2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74512B"/>
  </w:style>
  <w:style w:type="paragraph" w:styleId="HTML">
    <w:name w:val="HTML Preformatted"/>
    <w:aliases w:val="Знак2, Знак2"/>
    <w:link w:val="HTML0"/>
    <w:unhideWhenUsed/>
    <w:rsid w:val="00745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4512B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317</Words>
  <Characters>1809</Characters>
  <Application>Microsoft Office Word</Application>
  <DocSecurity>0</DocSecurity>
  <Lines>15</Lines>
  <Paragraphs>4</Paragraphs>
  <ScaleCrop>false</ScaleCrop>
  <Company>Microsoft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2020-01-17T06:49:00Z</dcterms:created>
  <dcterms:modified xsi:type="dcterms:W3CDTF">2020-01-17T06:49:00Z</dcterms:modified>
</cp:coreProperties>
</file>