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1ED" w:rsidRPr="00B60227" w:rsidRDefault="00D371ED" w:rsidP="00D371E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D371ED" w:rsidRPr="00B60227" w:rsidRDefault="00D371ED" w:rsidP="00D371E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3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1ED" w:rsidRDefault="00D371ED" w:rsidP="00D371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36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hyBX3cAAPpYBAAOAAAAZHJzL2Uyb0RvYy54bWzsfW1uJjmS3n8DvsML/RygRsn8zsLULGa6&#10;ugYGxvYA8/oAb0uqkmCV3rKk7qr1YgEDPoIv4hv4Crs38hNkkEmqMiJyqnuM9oK9i0l1KxRJRpDM&#10;Y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AMUhyBX3cAAPpYBAAO&#10;AAAAAAAAAAAAAAAAAC4CAABkcnMvZTJvRG9jLnhtbFBLAQItABQABgAIAAAAIQCe02Rt3QAAAAYB&#10;AAAPAAAAAAAAAAAAAAAAALl5AABkcnMvZG93bnJldi54bWxQSwUGAAAAAAQABADzAAAAw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71ED" w:rsidRDefault="00D371ED" w:rsidP="00D371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71ED" w:rsidRPr="00B60227" w:rsidRDefault="00D371ED" w:rsidP="00D371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ED" w:rsidRPr="00B60227" w:rsidRDefault="00D371ED" w:rsidP="00D371E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ED" w:rsidRPr="00B60227" w:rsidRDefault="00D371ED" w:rsidP="00D371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ED" w:rsidRPr="00B60227" w:rsidRDefault="00D371ED" w:rsidP="00D371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ED" w:rsidRPr="00B60227" w:rsidRDefault="00D371ED" w:rsidP="00D371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B6022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371ED" w:rsidRPr="00B60227" w:rsidRDefault="00D371ED" w:rsidP="00D371E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371ED" w:rsidRPr="00B60227" w:rsidRDefault="00D371ED" w:rsidP="00D371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371ED" w:rsidRPr="00B60227" w:rsidRDefault="00D371ED" w:rsidP="00D371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371ED" w:rsidRPr="00B60227" w:rsidRDefault="00D371ED" w:rsidP="00D371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ED" w:rsidRPr="00B60227" w:rsidRDefault="00D371ED" w:rsidP="00D371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371ED" w:rsidRPr="00B60227" w:rsidRDefault="00D371ED" w:rsidP="00D371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ED" w:rsidRPr="00B60227" w:rsidRDefault="00D371ED" w:rsidP="00D371E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371ED" w:rsidRPr="00B60227" w:rsidRDefault="00D371ED" w:rsidP="00D371E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371ED" w:rsidRPr="00B60227" w:rsidRDefault="00D371ED" w:rsidP="00D371E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__.03.2021 року                                            Крупець                                                 №___</w:t>
      </w:r>
    </w:p>
    <w:p w:rsidR="00D371ED" w:rsidRPr="00B60227" w:rsidRDefault="00D371ED" w:rsidP="00D371E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371ED" w:rsidRPr="00B60227" w:rsidRDefault="00D371ED" w:rsidP="00D371E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Шпак В.І.</w:t>
      </w: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  Відповідно допункту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Шпак В.І.,  сільська рада </w:t>
      </w: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>ВИРІШИЛА:</w:t>
      </w:r>
    </w:p>
    <w:p w:rsidR="00D371ED" w:rsidRPr="00B60227" w:rsidRDefault="00D371ED" w:rsidP="00D371E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1. Надати  Шпак Валентині Іванівні, яка зареєстрована за адресою: </w:t>
      </w:r>
      <w:r>
        <w:rPr>
          <w:rFonts w:ascii="Times New Roman" w:eastAsia="Calibri" w:hAnsi="Times New Roman" w:cs="Times New Roman"/>
          <w:sz w:val="24"/>
        </w:rPr>
        <w:t>___________</w:t>
      </w:r>
      <w:r w:rsidRPr="00B60227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 для передачі її у власність, площею 0,1655га, для </w:t>
      </w:r>
      <w:r w:rsidRPr="00B60227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B60227">
        <w:rPr>
          <w:rFonts w:ascii="Times New Roman" w:eastAsia="Calibri" w:hAnsi="Times New Roman" w:cs="Times New Roman"/>
          <w:sz w:val="24"/>
        </w:rPr>
        <w:t>,  яка розташована в с.Комарівка по вул.Л.Українки.</w:t>
      </w: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2. Шпак В.І.,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D371ED" w:rsidRPr="00B60227" w:rsidRDefault="00D371ED" w:rsidP="00D371E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371ED" w:rsidRPr="00B60227" w:rsidRDefault="00D371ED" w:rsidP="00D371E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71ED" w:rsidRPr="00B60227" w:rsidRDefault="00D371ED" w:rsidP="00D371E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371ED" w:rsidRPr="00B60227" w:rsidRDefault="00D371ED" w:rsidP="00D371E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C67A36" w:rsidRDefault="00C67A36">
      <w:bookmarkStart w:id="0" w:name="_GoBack"/>
      <w:bookmarkEnd w:id="0"/>
    </w:p>
    <w:sectPr w:rsidR="00C67A3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1ED"/>
    <w:rsid w:val="00171A2E"/>
    <w:rsid w:val="00304C90"/>
    <w:rsid w:val="00505B6D"/>
    <w:rsid w:val="006D3977"/>
    <w:rsid w:val="007D6C18"/>
    <w:rsid w:val="00C67A36"/>
    <w:rsid w:val="00D1641A"/>
    <w:rsid w:val="00D37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232</Words>
  <Characters>1324</Characters>
  <Application>Microsoft Office Word</Application>
  <DocSecurity>0</DocSecurity>
  <Lines>11</Lines>
  <Paragraphs>3</Paragraphs>
  <ScaleCrop>false</ScaleCrop>
  <Company>Microsoft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2021-03-22T07:14:00Z</dcterms:created>
  <dcterms:modified xsi:type="dcterms:W3CDTF">2021-03-22T07:14:00Z</dcterms:modified>
</cp:coreProperties>
</file>