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A36" w:rsidRDefault="00301A36" w:rsidP="00301A36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7AC592B" wp14:editId="59E5A481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6303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630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1A36" w:rsidRDefault="00301A36" w:rsidP="00301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0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1A36" w:rsidRDefault="00301A36" w:rsidP="00301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0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1A36" w:rsidRDefault="00301A36" w:rsidP="00301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0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1A36" w:rsidRDefault="00301A36" w:rsidP="00301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0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1A36" w:rsidRDefault="00301A36" w:rsidP="00301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0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1A36" w:rsidRDefault="00301A36" w:rsidP="00301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1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1A36" w:rsidRDefault="00301A36" w:rsidP="00301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1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1A36" w:rsidRDefault="00301A36" w:rsidP="00301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1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1A36" w:rsidRDefault="00301A36" w:rsidP="00301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1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1A36" w:rsidRDefault="00301A36" w:rsidP="00301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1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1A36" w:rsidRDefault="00301A36" w:rsidP="00301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1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1A36" w:rsidRDefault="00301A36" w:rsidP="00301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1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1A36" w:rsidRDefault="00301A36" w:rsidP="00301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1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1A36" w:rsidRDefault="00301A36" w:rsidP="00301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1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1A36" w:rsidRDefault="00301A36" w:rsidP="00301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1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1A36" w:rsidRDefault="00301A36" w:rsidP="00301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2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1A36" w:rsidRDefault="00301A36" w:rsidP="00301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2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1A36" w:rsidRDefault="00301A36" w:rsidP="00301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2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1A36" w:rsidRDefault="00301A36" w:rsidP="00301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2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1A36" w:rsidRDefault="00301A36" w:rsidP="00301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2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1A36" w:rsidRDefault="00301A36" w:rsidP="00301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2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1A36" w:rsidRDefault="00301A36" w:rsidP="00301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2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1A36" w:rsidRDefault="00301A36" w:rsidP="00301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2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1A36" w:rsidRDefault="00301A36" w:rsidP="00301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2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1A36" w:rsidRDefault="00301A36" w:rsidP="00301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2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1A36" w:rsidRDefault="00301A36" w:rsidP="00301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3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1A36" w:rsidRDefault="00301A36" w:rsidP="00301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3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1A36" w:rsidRDefault="00301A36" w:rsidP="00301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3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1A36" w:rsidRDefault="00301A36" w:rsidP="00301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3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1A36" w:rsidRDefault="00301A36" w:rsidP="00301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SdUwX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xPusQA&#10;AADdAAAADwAAAGRycy9kb3ducmV2LnhtbESPQWvCQBSE74L/YXlCb2ajEZXoKiJt8SAU03p/ZJ9J&#10;MPs2ZLdJ+u9dQehxmJlvmO1+MLXoqHWVZQWzKAZBnFtdcaHg5/tjugbhPLLG2jIp+CMH+914tMVU&#10;254v1GW+EAHCLkUFpfdNKqXLSzLoItsQB+9mW4M+yLaQusU+wE0t53G8lAYrDgslNnQsKb9nv0aB&#10;TT5P52sxvyTvvPJ8+FrfrsNZqbfJcNiA8DT4//CrfdIKlkm8gOeb8ATk7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sT7r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01A36" w:rsidRDefault="00301A36" w:rsidP="00301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YuL8gA&#10;AADdAAAADwAAAGRycy9kb3ducmV2LnhtbESPT0sDMRTE74LfITzBS2mztbita9MihbXqQegf6PWx&#10;eW7Wbl6WJLZrP70RBI/DzPyGmS9724oT+dA4VjAeZSCIK6cbrhXsd+VwBiJEZI2tY1LwTQGWi+ur&#10;ORbanXlDp22sRYJwKFCBibErpAyVIYth5Dri5H04bzEm6WupPZ4T3LbyLstyabHhtGCwo5Wh6rj9&#10;sgo+y3dzWE0vz37wsKHLoHxbt6+5Urc3/dMjiEh9/A//tV+0gnyS3cPvm/QE5OI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5Ni4v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01A36" w:rsidRDefault="00301A36" w:rsidP="00301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zSJ8MA&#10;AADdAAAADwAAAGRycy9kb3ducmV2LnhtbESP32rCMBTG7wXfIRzBG9F0FsqoRhFZx+iNqHuAQ3Ns&#10;is1JabK2e/tlMNjlx/fnx7c/TrYVA/W+cazgZZOAIK6cbrhW8Hkv1q8gfEDW2DomBd/k4XiYz/aY&#10;azfylYZbqEUcYZ+jAhNCl0vpK0MW/cZ1xNF7uN5iiLKvpe5xjOO2ldskyaTFhiPBYEdnQ9Xz9mUj&#10;5JLipXyM9+J9whHfSsOr01Wp5WI67UAEmsJ/+K/9oRVkaZLB75v4BO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zSJ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01A36" w:rsidRDefault="00301A36" w:rsidP="00301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uiHMYA&#10;AADdAAAADwAAAGRycy9kb3ducmV2LnhtbESPQUsDMRSE70L/Q3gFbzZr1W3ZNi1SFUTwYBVKb4/N&#10;6+7i5iUkz+76740geBxm5htmvR1dr84UU+fZwPWsAEVce9txY+Dj/elqCSoJssXeMxn4pgTbzeRi&#10;jZX1A7/ReS+NyhBOFRpoRUKldapbcphmPhBn7+SjQ8kyNtpGHDLc9XpeFKV22HFeaDHQrqX6c//l&#10;DLwOj+FlUd6dwjHeznV6sHLYiTGX0/F+BUpolP/wX/vZGihvigX8vslPQG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suiH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01A36" w:rsidRDefault="00301A36" w:rsidP="00301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/jzsAA&#10;AADdAAAADwAAAGRycy9kb3ducmV2LnhtbERPzYrCMBC+C75DGGEvsqarINI1ioiKeBF1H2BoxqZs&#10;MylN1nbf3jkIHj++/+W697V6UBurwAa+Jhko4iLYiksDP7f95wJUTMgW68Bk4J8irFfDwRJzGzq+&#10;0OOaSiUhHHM04FJqcq1j4chjnISGWLh7aD0mgW2pbYudhPtaT7Nsrj1WLA0OG9o6Kn6vf15KzjM8&#10;n+7dbX/oscPdyfF4czHmY9RvvkEl6tNb/HIfrYH5LJO58kaegF4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u/jzsAAAADd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01A36" w:rsidRDefault="00301A36" w:rsidP="00301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iT9cYA&#10;AADdAAAADwAAAGRycy9kb3ducmV2LnhtbESPQUsDMRSE70L/Q3iCN5u16lrXpkWqgggerIXS22Pz&#10;urt08xKSZ3f990YQPA4z8w2zWI2uVyeKqfNs4GpagCKuve24MbD9fLmcg0qCbLH3TAa+KcFqOTlb&#10;YGX9wB902kijMoRThQZakVBpneqWHKapD8TZO/joULKMjbYRhwx3vZ4VRakddpwXWgy0bqk+br6c&#10;gffhObzdlbeHsI83M52erOzWYszF+fj4AEpolP/wX/vVGiivi3v4fZOfgF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BiT9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01A36" w:rsidRDefault="00301A36" w:rsidP="00301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sMy8MA&#10;AADdAAAADwAAAGRycy9kb3ducmV2LnhtbERPXWvCMBR9F/wP4Qq+yEydKKMzigpBYYLMCb5emmtb&#10;1tyUJLP13y8Pgz0ezvdq09tGPMiH2rGC2TQDQVw4U3Op4PqlX95AhIhssHFMCp4UYLMeDlaYG9fx&#10;Jz0usRQphEOOCqoY21zKUFRkMUxdS5y4u/MWY4K+lMZjl8JtI1+zbCkt1pwaKmxpX1HxffmxCnbn&#10;rpz7SbHr3cf9cFtobfRJKzUe9dt3EJH6+C/+cx+NguV8lvanN+kJy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nsMy8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01A36" w:rsidRDefault="00301A36" w:rsidP="00301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/zFcQA&#10;AADdAAAADwAAAGRycy9kb3ducmV2LnhtbESPUWvCMBSF3wf+h3AHe5tp1Yl0RhGlMMSXqT/g0tw1&#10;nc1NSWLt/v0iCD4ezjnf4SzXg21FTz40jhXk4wwEceV0w7WC86l8X4AIEVlj65gU/FGA9Wr0ssRC&#10;uxt/U3+MtUgQDgUqMDF2hZShMmQxjF1HnLwf5y3GJH0ttcdbgttWTrJsLi02nBYMdrQ1VF2OV6ug&#10;3E8O/eWqfek2w8zSh/ld7IxSb6/D5hNEpCE+w4/2l1Ywn+Y53N+kJ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P8xX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01A36" w:rsidRDefault="00301A36" w:rsidP="00301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U3J8YA&#10;AADdAAAADwAAAGRycy9kb3ducmV2LnhtbESP3WoCMRSE7wt9h3AKvSk1q1Ipq1FUCBUsiD/g7WFz&#10;3F3cnCxJ6m7f3giFXg4z8w0zW/S2ETfyoXasYDjIQBAXztRcKjgd9fsniBCRDTaOScEvBVjMn59m&#10;mBvX8Z5uh1iKBOGQo4IqxjaXMhQVWQwD1xIn7+K8xZikL6Xx2CW4beQoyybSYs1pocKW1hUV18OP&#10;VbDadeXYvxWr3m0vX+cPrY3+1kq9vvTLKYhIffwP/7U3RsFkPBzB4016AnJ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eU3J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01A36" w:rsidRDefault="00301A36" w:rsidP="00301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HI+cQA&#10;AADdAAAADwAAAGRycy9kb3ducmV2LnhtbESP0WoCMRRE3wv9h3ALvtWs2opsjSLKghRfqn7AZXPd&#10;bN3cLElc1783guDjMDNnmPmyt43oyIfasYLRMANBXDpdc6XgeCg+ZyBCRNbYOCYFNwqwXLy/zTHX&#10;7sp/1O1jJRKEQ44KTIxtLmUoDVkMQ9cSJ+/kvMWYpK+k9nhNcNvIcZZNpcWa04LBltaGyvP+YhUU&#10;v+Ndd75oX7hV/2Xp2/zPNkapwUe/+gERqY+v8LO91Qqmk9EEHm/SE5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RyPn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01A36" w:rsidRDefault="00301A36" w:rsidP="00301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1Kq8MA&#10;AADdAAAADwAAAGRycy9kb3ducmV2LnhtbESP0WqDQBRE3wv5h+UW+lZXExOKdQ2lkJI8xvYDLu6t&#10;iu5d426i/n22UMjjMDNnmHw/m17caHStZQVJFIMgrqxuuVbw8314fQPhPLLG3jIpWMjBvlg95Zhp&#10;O/GZbqWvRYCwy1BB4/2QSemqhgy6yA7Ewfu1o0Ef5FhLPeIU4KaX6zjeSYMth4UGB/psqOrKq1GQ&#10;LtPXpdx28UEbSk6b4cS+2ir18jx/vIPwNPtH+L991Ap2mySFvzfhCcj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1Kq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01A36" w:rsidRDefault="00301A36" w:rsidP="00301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P2LMUA&#10;AADdAAAADwAAAGRycy9kb3ducmV2LnhtbESPT2vCQBTE7wW/w/KE3upGxVBTVxElRXpqo+35kX0m&#10;odm3Ibvmz7fvCkKPw8z8htnsBlOLjlpXWVYwn0UgiHOrKy4UXM7pyysI55E11pZJwUgOdtvJ0wYT&#10;bXv+oi7zhQgQdgkqKL1vEildXpJBN7MNcfCutjXog2wLqVvsA9zUchFFsTRYcVgosaFDSflvdjMK&#10;bvHP4sLXD/2ZHcf39THdO/ldKPU8HfZvIDwN/j/8aJ+0gng5X8H9TXgCcv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/Ys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01A36" w:rsidRDefault="00301A36" w:rsidP="00301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IXXMcA&#10;AADdAAAADwAAAGRycy9kb3ducmV2LnhtbESPQWsCMRSE74X+h/CE3mrWKsFujWKFQvWgqO2ht9fN&#10;c3fr5mXdpLr+eyMIHoeZ+YYZTVpbiSM1vnSsoddNQBBnzpSca/jafjwPQfiAbLByTBrO5GEyfnwY&#10;YWrcidd03IRcRAj7FDUUIdSplD4ryKLvupo4ejvXWAxRNrk0DZ4i3FbyJUmUtFhyXCiwpllB2X7z&#10;bzV8r4bqdfU+H/wtlr/Yt+bwY0ql9VOnnb6BCNSGe/jW/jQaVL+n4PomPgE5v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0SF1z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01A36" w:rsidRDefault="00301A36" w:rsidP="00301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ZwNMYA&#10;AADdAAAADwAAAGRycy9kb3ducmV2LnhtbESPT2vCQBTE74V+h+UVvNWNWmJIXaV/qEpPmhZ6fWSf&#10;STD7NuyuGv30riD0OMzMb5jZojetOJLzjWUFo2ECgri0uuFKwe/P13MGwgdkja1lUnAmD4v548MM&#10;c21PvKVjESoRIexzVFCH0OVS+rImg35oO+Lo7awzGKJ0ldQOTxFuWjlOklQabDgu1NjRR03lvjgY&#10;BZf0Dzd+NX7/nOhA55dsab83S6UGT/3bK4hAffgP39trrSCdjKZwexOf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yZwN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01A36" w:rsidRDefault="00301A36" w:rsidP="00301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G3/sEA&#10;AADdAAAADwAAAGRycy9kb3ducmV2LnhtbERPzYrCMBC+C/sOYYS9aaqrsluNsoiCN23dBxia2bTY&#10;TGoTtfr05iB4/Pj+F6vO1uJKra8cKxgNExDEhdMVGwV/x+3gG4QPyBprx6TgTh5Wy4/eAlPtbpzR&#10;NQ9GxBD2KSooQ2hSKX1RkkU/dA1x5P5dazFE2BqpW7zFcFvLcZLMpMWKY0OJDa1LKk75xSo4u/FU&#10;d/kG96fNz6EyZnJ+ZBOlPvvd7xxEoC68xS/3TiuYfY3i3PgmPg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ht/7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01A36" w:rsidRDefault="00301A36" w:rsidP="00301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yYDcUA&#10;AADdAAAADwAAAGRycy9kb3ducmV2LnhtbESPzW7CMBCE75V4B2uRuIFDEQFSDCpIlbjyc+hxay9J&#10;SrwOsYGUp8dISD2OZuYbzXzZ2kpcqfGlYwXDQQKCWDtTcq7gsP/qT0H4gGywckwK/sjDctF5m2Nm&#10;3I23dN2FXEQI+wwVFCHUmZReF2TRD1xNHL2jayyGKJtcmgZvEW4r+Z4kqbRYclwosKZ1Qfq0u1gF&#10;m/KHxqk+zux0pbff93MYTX6NUr1u+/kBIlAb/sOv9sYoSEfDGTzfxCc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DJgN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01A36" w:rsidRDefault="00301A36" w:rsidP="00301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MI2cYA&#10;AADdAAAADwAAAGRycy9kb3ducmV2LnhtbESPQWvCQBCF70L/wzIFb7ppBGmjq2ih0NJWqIq9Dtlp&#10;NpidDdltjP++cyh4nJk3771vuR58o3rqYh3YwMM0A0VcBltzZeB4eJk8gooJ2WITmAxcKcJ6dTda&#10;YmHDhb+o36dKiQnHAg24lNpC61g68hinoSWW20/oPCYZu0rbDi9i7hudZ9lce6xZEhy29OyoPO9/&#10;vYEed9fs220/n97qjzLfbU/vVvZmfD9sFqASDekm/v9+tQbms1z6C42QgF7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lMI2c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01A36" w:rsidRDefault="00301A36" w:rsidP="00301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QTIsQA&#10;AADdAAAADwAAAGRycy9kb3ducmV2LnhtbESPQUvDQBSE74L/YXmCN7tphCKx21IKLR41evD4zL5m&#10;U7Pvhd1tk/bXu4LgcZiZb5jlevK9OlOInbCB+awARdyI7bg18PG+e3gCFROyxV6YDFwownp1e7PE&#10;ysrIb3SuU6syhGOFBlxKQ6V1bBx5jDMZiLN3kOAxZRlabQOOGe57XRbFQnvsOC84HGjrqPmuT97A&#10;uG++juXh07prGGRXv8qx7MWY+7tp8wwq0ZT+w3/tF2tg8VjO4fdNfgJ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kEyL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01A36" w:rsidRDefault="00301A36" w:rsidP="00301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3L8sYA&#10;AADdAAAADwAAAGRycy9kb3ducmV2LnhtbESP3WoCMRSE74W+QzgF7zTbFaysRvEXRCpFa+9PN6e7&#10;2yYnyybq+vZNQfBymJlvmMmstUZcqPGVYwUv/QQEce50xYWC08emNwLhA7JG45gU3MjDbPrUmWCm&#10;3ZUPdDmGQkQI+wwVlCHUmZQ+L8mi77uaOHrfrrEYomwKqRu8Rrg1Mk2SobRYcVwosaZlSfnv8WwV&#10;bN5X5ifdH+afMizXr19mtFus3pTqPrfzMYhAbXiE7+2tVjAcpCn8v4lPQE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p3L8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01A36" w:rsidRDefault="00301A36" w:rsidP="00301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aj0MUA&#10;AADdAAAADwAAAGRycy9kb3ducmV2LnhtbESPQYvCMBSE78L+h/AWvIimWhSpRlkE0QUF1xW8Ppu3&#10;bbF5KU221n9vBMHjMDPfMPNla0rRUO0KywqGgwgEcWp1wZmC0++6PwXhPLLG0jIpuJOD5eKjM8dE&#10;2xv/UHP0mQgQdgkqyL2vEildmpNBN7AVcfD+bG3QB1lnUtd4C3BTylEUTaTBgsNCjhWtckqvx3+j&#10;oDnsLtm2cdX3ddpz4/iy2ez1WanuZ/s1A+Gp9e/wq73VCibxKIbnm/A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dqPQ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01A36" w:rsidRDefault="00301A36" w:rsidP="00301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5HbccA&#10;AADdAAAADwAAAGRycy9kb3ducmV2LnhtbESPQWsCMRSE70L/Q3iF3jTrakVXo1RB8CJU20O9PTfP&#10;3cXNyzZJdfXXm0Khx2FmvmFmi9bU4kLOV5YV9HsJCOLc6ooLBZ8f6+4YhA/IGmvLpOBGHhbzp84M&#10;M22vvKPLPhQiQthnqKAMocmk9HlJBn3PNsTRO1lnMETpCqkdXiPc1DJNkpE0WHFcKLGhVUn5ef9j&#10;FCwn4+X3+5C3993xQIev4/k1dYlSL8/t2xREoDb8h//aG61gNEiH8PsmPgE5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8+R23HAAAA3QAAAA8AAAAAAAAAAAAAAAAAmAIAAGRy&#10;cy9kb3ducmV2LnhtbFBLBQYAAAAABAAEAPUAAACMAwAAAAA=&#10;" fillcolor="black" stroked="f">
                  <v:textbox>
                    <w:txbxContent>
                      <w:p w:rsidR="00301A36" w:rsidRDefault="00301A36" w:rsidP="00301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sh+McA&#10;AADdAAAADwAAAGRycy9kb3ducmV2LnhtbESPQWvCQBSE74X+h+UVeqsbIwaJrqKtgqA9aHvw+Mw+&#10;kyXZtyG71bS/visUehxm5htmtuhtI67UeeNYwXCQgCAunDZcKvj82LxMQPiArLFxTAq+ycNi/vgw&#10;w1y7Gx/oegyliBD2OSqoQmhzKX1RkUU/cC1x9C6usxii7EqpO7xFuG1kmiSZtGg4LlTY0mtFRX38&#10;sgpOu8xMDobS8/5ntdb7cb16f6uVen7ql1MQgfrwH/5rb7WCbJSO4f4mPgE5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BbIfj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01A36" w:rsidRDefault="00301A36" w:rsidP="00301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yBOsUA&#10;AADdAAAADwAAAGRycy9kb3ducmV2LnhtbESPQWsCMRSE74L/ITzBW83WwiJbo0iltBcPtUqvj81z&#10;s+7mZU2irv76plDwOMzMN8x82dtWXMiH2rGC50kGgrh0uuZKwe77/WkGIkRkja1jUnCjAMvFcDDH&#10;Qrsrf9FlGyuRIBwKVGBi7AopQ2nIYpi4jjh5B+ctxiR9JbXHa4LbVk6zLJcWa04LBjt6M1Q227NV&#10;4Fc/6+bO532T3Te38HHsTzM0So1H/eoVRKQ+PsL/7U+tIH+Z5vD3Jj0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bIE6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01A36" w:rsidRDefault="00301A36" w:rsidP="00301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SBE8YA&#10;AADdAAAADwAAAGRycy9kb3ducmV2LnhtbESP3WrCQBSE7wt9h+UUelN0Ywr+RFeRQqFQKfjzAMfs&#10;MQnung3ZU419+m6h4OUwM98wi1XvnbpQF5vABkbDDBRxGWzDlYHD/n0wBRUF2aILTAZuFGG1fHxY&#10;YGHDlbd02UmlEoRjgQZqkbbQOpY1eYzD0BIn7xQ6j5JkV2nb4TXBvdN5lo21x4bTQo0tvdVUnnff&#10;3oDLj272OYkbuR30Jvvxsn35ssY8P/XrOSihXu7h//aHNTB+zSfw9y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nSBE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01A36" w:rsidRDefault="00301A36" w:rsidP="00301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caJcIA&#10;AADdAAAADwAAAGRycy9kb3ducmV2LnhtbERPz2vCMBS+D/wfwhO8zdQORDqjbIrQiwerw+uzeWvK&#10;kpfSZFr9681hsOPH93u5HpwVV+pD61nBbJqBIK69brlRcDruXhcgQkTWaD2TgjsFWK9GL0sstL/x&#10;ga5VbEQK4VCgAhNjV0gZakMOw9R3xIn79r3DmGDfSN3jLYU7K/Msm0uHLacGgx1tDNU/1a9TsK06&#10;m59K8xnOX/vLxZaPHZ23Sk3Gw8c7iEhD/Bf/uUutYP6Wp7npTXoC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ZxolwgAAAN0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01A36" w:rsidRDefault="00301A36" w:rsidP="00301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zwD8UA&#10;AADdAAAADwAAAGRycy9kb3ducmV2LnhtbESPT2sCMRTE7wW/Q3iCt5qosNXVKCIVhJ7qn4O3R/Lc&#10;Xd28LJvU3X77plDocZiZ3zCrTe9q8aQ2VJ41TMYKBLHxtuJCw/m0f52DCBHZYu2ZNHxTgM168LLC&#10;3PqOP+l5jIVIEA45aihjbHIpgynJYRj7hjh5N986jEm2hbQtdgnuajlVKpMOK04LJTa0K8k8jl9O&#10;w30vP7xRaC7nS3ewb9f3jGql9WjYb5cgIvXxP/zXPlgN2Wy6gN836Qn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vPAP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01A36" w:rsidRDefault="00301A36" w:rsidP="00301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ZtYcIA&#10;AADdAAAADwAAAGRycy9kb3ducmV2LnhtbERPTYvCMBC9C/sfwizsTVMtiFSj6MKCuHjQyrLHsRnb&#10;0mZSkqj135uD4PHxvher3rTiRs7XlhWMRwkI4sLqmksFp/xnOAPhA7LG1jIpeJCH1fJjsMBM2zsf&#10;6HYMpYgh7DNUUIXQZVL6oiKDfmQ74shdrDMYInSl1A7vMdy0cpIkU2mw5thQYUffFRXN8WoU/F9/&#10;+bJPd2u3CX+2z30zOc8apb4++/UcRKA+vMUv91YrmKZp3B/fxCc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Rm1h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01A36" w:rsidRDefault="00301A36" w:rsidP="00301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ByKMcA&#10;AADdAAAADwAAAGRycy9kb3ducmV2LnhtbESPT2sCMRTE7wW/Q3iCt5pVq+hqlCoUein476C35+a5&#10;u7h52SapbvvpG0HwOMzMb5jZojGVuJLzpWUFvW4CgjizuuRcwX738ToG4QOyxsoyKfglD4t562WG&#10;qbY33tB1G3IRIexTVFCEUKdS+qwgg75ra+Lona0zGKJ0udQObxFuKtlPkpE0WHJcKLCmVUHZZftj&#10;FCwn4+X3+o2//janIx0Pp8uw7xKlOu3mfQoiUBOe4Uf7UysYDQY9uL+JT0DO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qQcijHAAAA3QAAAA8AAAAAAAAAAAAAAAAAmAIAAGRy&#10;cy9kb3ducmV2LnhtbFBLBQYAAAAABAAEAPUAAACMAwAAAAA=&#10;" fillcolor="black" stroked="f">
                  <v:textbox>
                    <w:txbxContent>
                      <w:p w:rsidR="00301A36" w:rsidRDefault="00301A36" w:rsidP="00301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4WXsUA&#10;AADdAAAADwAAAGRycy9kb3ducmV2LnhtbESPwWrDMBBE74X8g9hAb42cGEJxowQTCC09OWlLrxtr&#10;a5laKyOpivv3UaDQ4zAzb5jNbrKDSORD71jBclGAIG6d7rlT8P52eHgEESKyxsExKfilALvt7G6D&#10;lXYXPlI6xU5kCIcKFZgYx0rK0BqyGBZuJM7el/MWY5a+k9rjJcPtIFdFsZYWe84LBkfaG2q/Tz9W&#10;QTrvm7pMn8kcX33dedc8f5wbpe7nU/0EItIU/8N/7RetYF2WK7i9yU9Ab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PhZe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01A36" w:rsidRDefault="00301A36" w:rsidP="00301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VTN8YA&#10;AADdAAAADwAAAGRycy9kb3ducmV2LnhtbESPQWvCQBSE74X+h+UJvenGBkKNriLSluqlGgv1+Mi+&#10;ZkOzb0N2G6O/vlsQehxm5htmsRpsI3rqfO1YwXSSgCAuna65UvBxfBk/gfABWWPjmBRcyMNqeX+3&#10;wFy7Mx+oL0IlIoR9jgpMCG0upS8NWfQT1xJH78t1FkOUXSV1h+cIt418TJJMWqw5LhhsaWOo/C5+&#10;rAI/3Tx/7ux11p9eDb8XW5PtK6PUw2hYz0EEGsJ/+NZ+0wqyNE3h7018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/VTN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01A36" w:rsidRDefault="00301A36" w:rsidP="00301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01A36" w:rsidRDefault="00301A36" w:rsidP="00301A3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301A36" w:rsidRDefault="00301A36" w:rsidP="00301A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01A36" w:rsidRDefault="00301A36" w:rsidP="00301A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01A36" w:rsidRDefault="00301A36" w:rsidP="00301A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01A36" w:rsidRDefault="00301A36" w:rsidP="00301A3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01A36" w:rsidRDefault="00301A36" w:rsidP="00301A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01A36" w:rsidRDefault="00301A36" w:rsidP="00301A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01A36" w:rsidRDefault="00301A36" w:rsidP="00301A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01A36" w:rsidRDefault="00301A36" w:rsidP="00301A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301A36" w:rsidRDefault="00301A36" w:rsidP="00301A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01A36" w:rsidRDefault="00301A36" w:rsidP="00301A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301A36" w:rsidRDefault="00301A36" w:rsidP="00301A3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01A36" w:rsidRDefault="00301A36" w:rsidP="00301A3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№37</w:t>
      </w:r>
    </w:p>
    <w:p w:rsidR="00301A36" w:rsidRPr="007D2B97" w:rsidRDefault="00301A36" w:rsidP="00301A36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301A36" w:rsidRPr="003937A2" w:rsidRDefault="00301A36" w:rsidP="00301A36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301A36" w:rsidRPr="003937A2" w:rsidRDefault="00301A36" w:rsidP="00301A3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301A36" w:rsidRPr="003937A2" w:rsidRDefault="00301A36" w:rsidP="00301A3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301A36" w:rsidRPr="003937A2" w:rsidRDefault="00301A36" w:rsidP="00301A3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Радчук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О.М.</w:t>
      </w:r>
    </w:p>
    <w:p w:rsidR="00301A36" w:rsidRPr="003937A2" w:rsidRDefault="00301A36" w:rsidP="00301A3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01A36" w:rsidRPr="003937A2" w:rsidRDefault="00301A36" w:rsidP="00301A3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</w:rPr>
        <w:t>», статей 12, 116,118,121,122,186</w:t>
      </w:r>
      <w:r w:rsidRPr="003937A2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»,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Радчук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О.М.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рада</w:t>
      </w:r>
      <w:r>
        <w:rPr>
          <w:rFonts w:ascii="Times New Roman" w:eastAsia="Calibri" w:hAnsi="Times New Roman" w:cs="Times New Roman"/>
          <w:sz w:val="24"/>
        </w:rPr>
        <w:t>,</w:t>
      </w:r>
    </w:p>
    <w:p w:rsidR="00301A36" w:rsidRPr="002B1E57" w:rsidRDefault="00301A36" w:rsidP="00301A3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301A36" w:rsidRPr="003937A2" w:rsidRDefault="00301A36" w:rsidP="00301A36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Радчук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Ользі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Миколаївні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 яка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7C4BEE">
        <w:rPr>
          <w:rFonts w:ascii="Times New Roman" w:eastAsia="Calibri" w:hAnsi="Times New Roman" w:cs="Times New Roman"/>
          <w:sz w:val="24"/>
          <w:lang w:val="uk-UA"/>
        </w:rPr>
        <w:t>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</w:t>
      </w:r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особистого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селянського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господарства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0,4300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га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,я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>ка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Хмельницька</w:t>
      </w:r>
      <w:proofErr w:type="spell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Шепетівський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</w:t>
      </w:r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рада в с.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Головлі</w:t>
      </w:r>
      <w:proofErr w:type="spell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301A36" w:rsidRPr="003937A2" w:rsidRDefault="00301A36" w:rsidP="00301A3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</w:t>
      </w:r>
      <w:r>
        <w:rPr>
          <w:rFonts w:ascii="Times New Roman" w:eastAsia="Calibri" w:hAnsi="Times New Roman" w:cs="Times New Roman"/>
          <w:sz w:val="24"/>
        </w:rPr>
        <w:t>Радчук О.М.</w:t>
      </w:r>
      <w:r w:rsidRPr="003937A2"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>.</w:t>
      </w:r>
    </w:p>
    <w:p w:rsidR="00301A36" w:rsidRPr="003937A2" w:rsidRDefault="00301A36" w:rsidP="00301A3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301A36" w:rsidRPr="003937A2" w:rsidRDefault="00301A36" w:rsidP="00301A3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арх</w:t>
      </w:r>
      <w:proofErr w:type="gram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ітектури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301A36" w:rsidRPr="003937A2" w:rsidRDefault="00301A36" w:rsidP="00301A3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01A36" w:rsidRPr="003937A2" w:rsidRDefault="00301A36" w:rsidP="00301A3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01A36" w:rsidRPr="003937A2" w:rsidRDefault="00301A36" w:rsidP="00301A3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01A36" w:rsidRDefault="00301A36" w:rsidP="00301A3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551FCC" w:rsidRDefault="00551FCC"/>
    <w:sectPr w:rsidR="00551FC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A36"/>
    <w:rsid w:val="00301A36"/>
    <w:rsid w:val="00551FCC"/>
    <w:rsid w:val="007C4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A36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301A3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01A3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301A36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A36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301A3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01A3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301A36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238</Words>
  <Characters>1357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2021-09-13T08:04:00Z</dcterms:created>
  <dcterms:modified xsi:type="dcterms:W3CDTF">2021-09-13T13:17:00Z</dcterms:modified>
</cp:coreProperties>
</file>