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70" w:rsidRDefault="00AE6D70" w:rsidP="00AE6D7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D70" w:rsidRDefault="00AE6D70" w:rsidP="00AE6D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6D70" w:rsidRDefault="00AE6D70" w:rsidP="00AE6D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E6D70" w:rsidRDefault="00AE6D70" w:rsidP="00AE6D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6D70" w:rsidRDefault="00AE6D70" w:rsidP="00AE6D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E6D70" w:rsidRDefault="00AE6D70" w:rsidP="00AE6D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6D70" w:rsidRDefault="00AE6D70" w:rsidP="00AE6D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№54</w:t>
      </w:r>
    </w:p>
    <w:p w:rsidR="00AE6D70" w:rsidRDefault="00AE6D70" w:rsidP="00AE6D7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AE6D70" w:rsidRPr="00AF2E62" w:rsidRDefault="00AE6D70" w:rsidP="00AE6D7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E6D70" w:rsidRPr="00AF2E62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E6D70" w:rsidRPr="00AF2E62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E6D70" w:rsidRPr="00D02250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Комяжук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AE6D70" w:rsidRPr="00AF2E62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E6D70" w:rsidRPr="00AF2E62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2</w:t>
      </w:r>
      <w:r>
        <w:rPr>
          <w:rFonts w:ascii="Times New Roman" w:eastAsia="Calibri" w:hAnsi="Times New Roman" w:cs="Times New Roman"/>
          <w:sz w:val="24"/>
          <w:lang w:val="ru-RU" w:eastAsia="en-US"/>
        </w:rPr>
        <w:t>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E6D70" w:rsidRPr="00D02250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E6D70" w:rsidRPr="00AF2E62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466C1" w:rsidRPr="006466C1">
        <w:rPr>
          <w:rFonts w:ascii="Times New Roman" w:eastAsia="Calibri" w:hAnsi="Times New Roman" w:cs="Times New Roman"/>
          <w:sz w:val="24"/>
          <w:lang w:eastAsia="en-US"/>
        </w:rPr>
        <w:t>_</w:t>
      </w:r>
      <w:r w:rsidR="006466C1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0,25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>розташована в с. Крупець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E6D70" w:rsidRPr="00AF2E62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E6D70" w:rsidRPr="00AF2E62" w:rsidRDefault="00AE6D70" w:rsidP="00AE6D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E6D70" w:rsidRPr="00AF2E62" w:rsidRDefault="00AE6D70" w:rsidP="00AE6D7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6D70" w:rsidRPr="00AF2E62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6D70" w:rsidRPr="00AF2E62" w:rsidRDefault="00AE6D70" w:rsidP="00AE6D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6D70" w:rsidRDefault="00AE6D70" w:rsidP="00AE6D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6D70" w:rsidRDefault="00AE6D70" w:rsidP="00AE6D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6D70" w:rsidRDefault="00AE6D70" w:rsidP="00AE6D7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21715" w:rsidRDefault="00721715"/>
    <w:sectPr w:rsidR="0072171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70"/>
    <w:rsid w:val="006466C1"/>
    <w:rsid w:val="00721715"/>
    <w:rsid w:val="00A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7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E6D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6D7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E6D7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7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E6D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6D7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E6D7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2021-07-07T06:35:00Z</dcterms:created>
  <dcterms:modified xsi:type="dcterms:W3CDTF">2021-07-07T08:19:00Z</dcterms:modified>
</cp:coreProperties>
</file>