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165" w:rsidRPr="00062C82" w:rsidRDefault="00B16165" w:rsidP="00B16165">
      <w:pPr>
        <w:tabs>
          <w:tab w:val="left" w:pos="4424"/>
        </w:tabs>
        <w:ind w:firstLine="708"/>
        <w:jc w:val="right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  <w:color w:val="FF0000"/>
        </w:rPr>
        <w:t>ПРОЕКТ</w:t>
      </w:r>
    </w:p>
    <w:p w:rsidR="00B16165" w:rsidRPr="00062C82" w:rsidRDefault="00B16165" w:rsidP="00B16165">
      <w:pPr>
        <w:tabs>
          <w:tab w:val="left" w:pos="4424"/>
        </w:tabs>
        <w:ind w:firstLine="708"/>
        <w:jc w:val="both"/>
        <w:rPr>
          <w:rFonts w:ascii="Times New Roman" w:hAnsi="Times New Roman" w:cs="Times New Roman"/>
        </w:rPr>
      </w:pPr>
    </w:p>
    <w:p w:rsidR="00B16165" w:rsidRPr="00062C82" w:rsidRDefault="00042E03" w:rsidP="00B16165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  <w:r w:rsidRPr="00042E03">
        <w:rPr>
          <w:noProof/>
          <w:lang w:val="ru-RU"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/9uMEA&#10;AADdAAAADwAAAGRycy9kb3ducmV2LnhtbESPSwvCMBCE74L/IazgTVMVfFSjiKh4EMTXfWnWtths&#10;ShO1/nsjCB6HmfmGmS1qU4gnVS63rKDXjUAQJ1bnnCq4nDedMQjnkTUWlknBmxws5s3GDGNtX3yk&#10;58mnIkDYxagg876MpXRJRgZd15bEwbvZyqAPskqlrvAV4KaQ/SgaSoM5h4UMS1pllNxPD6PADra7&#10;/TXtHwdrHnleHsa3a71Xqt2ql1MQnmr/D//aO61g2BtN4PsmPAE5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v/bj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bgDMUA&#10;AADdAAAADwAAAGRycy9kb3ducmV2LnhtbERPz2vCMBS+D/wfwhN2kZm6Q+c6o4hQN3cY6ASvj+at&#10;qTYvJcm08683h4HHj+/3bNHbVpzJh8axgsk4A0FcOd1wrWD/XT5NQYSIrLF1TAr+KMBiPniYYaHd&#10;hbd03sVapBAOBSowMXaFlKEyZDGMXUecuB/nLcYEfS21x0sKt618zrJcWmw4NRjsaGWoOu1+rYJj&#10;+WUOq5fr2o9et3QdlZ/v7SZX6nHYL99AROrjXfzv/tAK8sk07U9v0hO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VuAM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In6MIA&#10;AADdAAAADwAAAGRycy9kb3ducmV2LnhtbESP3YrCMBCF7wXfIczC3oimVRCpRhFREW/EnwcYmrEp&#10;20xKE2337Y0geHk4Px9nsepsJZ7U+NKxgnSUgCDOnS65UHC77oYzED4ga6wck4J/8rBa9nsLzLRr&#10;+UzPSyhEHGGfoQITQp1J6XNDFv3I1cTRu7vGYoiyKaRusI3jtpLjJJlKiyVHgsGaNobyv8vDRshp&#10;gqfjvb3u9h22uD0aHqzPSv3+dOs5iEBd+IY/7YNWME1nKbzfxCc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wifo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tsP8YA&#10;AADdAAAADwAAAGRycy9kb3ducmV2LnhtbESPQUvDQBSE74L/YXmCN7tp0Fhit6W0FUTwYBXE2yP7&#10;mgSzb5fd1yb+e1cQPA4z8w2zXE9uUGeKqfdsYD4rQBE33vbcGnh/e7xZgEqCbHHwTAa+KcF6dXmx&#10;xNr6kV/pfJBWZQinGg10IqHWOjUdOUwzH4izd/TRoWQZW20jjhnuBl0WRaUd9pwXOgy07aj5Opyc&#10;gZdxH57vq7tj+Iy3pU47Kx9bMeb6ato8gBKa5D/8136yBqr5ooTfN/kJ6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qtsP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wcBMMA&#10;AADdAAAADwAAAGRycy9kb3ducmV2LnhtbESP32rCMBTG74W9QzgDb2SmVZDSGUXEjuGNaPcAh+bY&#10;lDUnpclsfXszELz8+P78+Nbb0bbiRr1vHCtI5wkI4srphmsFP2XxkYHwAVlj65gU3MnDdvM2WWOu&#10;3cBnul1CLeII+xwVmBC6XEpfGbLo564jjt7V9RZDlH0tdY9DHLetXCTJSlpsOBIMdrQ3VP1e/myE&#10;nJZ4Ol6HsvgaccDD0fBsd1Zq+j7uPkEEGsMr/Gx/awWrNFvC/5v4BO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wcB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5R0MYA&#10;AADdAAAADwAAAGRycy9kb3ducmV2LnhtbESPQUsDMRSE70L/Q3hCbzbbUteyNi2lVhDBQ6sg3h6b&#10;193FzUtInt313xtB8DjMzDfMeju6Xl0ops6zgfmsAEVce9txY+Dt9fFmBSoJssXeMxn4pgTbzeRq&#10;jZX1Ax/pcpJGZQinCg20IqHSOtUtOUwzH4izd/bRoWQZG20jDhnuer0oilI77DgvtBho31L9efpy&#10;Bl6GQ3i+K2/P4SMuFzo9WHnfizHT63F3D0polP/wX/vJGijnqyX8vslPQG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g5R0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JUNcYA&#10;AADdAAAADwAAAGRycy9kb3ducmV2LnhtbESP3WoCMRSE74W+QziF3hTN2qLIapRaCC1YEH/A28Pm&#10;uLt0c7Ikqbt9eyMIXg4z8w2zWPW2ERfyoXasYDzKQBAXztRcKjge9HAGIkRkg41jUvBPAVbLp8EC&#10;c+M63tFlH0uRIBxyVFDF2OZShqIii2HkWuLknZ23GJP0pTQeuwS3jXzLsqm0WHNaqLClz4qK3/2f&#10;VbDeduW7fy3Wvducv04TrY3+0Uq9PPcfcxCR+vgI39vfRsF0PJvA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8JUN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iQB8QA&#10;AADdAAAADwAAAGRycy9kb3ducmV2LnhtbESPUWvCMBSF3wf7D+EO9jZTRUvpjCIbBZG9qPsBl+ba&#10;VJubksTa/XszEHw8nHO+w1muR9uJgXxoHSuYTjIQxLXTLTcKfo/VRwEiRGSNnWNS8EcB1qvXlyWW&#10;2t14T8MhNiJBOJSowMTYl1KG2pDFMHE9cfJOzluMSfpGao+3BLednGVZLi22nBYM9vRlqL4crlZB&#10;tZv9DJer9pXbjHNLC3Muvo1S72/j5hNEpDE+w4/2VivIp0UO/2/SE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okA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xv2cYA&#10;AADdAAAADwAAAGRycy9kb3ducmV2LnhtbESPQWsCMRSE7wX/Q3iCF9GsLVXZGkULoYUKoi30+tg8&#10;dxc3L0sS3e2/bwpCj8PMfMOsNr1txI18qB0rmE0zEMSFMzWXCr4+9WQJIkRkg41jUvBDATbrwcMK&#10;c+M6PtLtFEuRIBxyVFDF2OZShqIii2HqWuLknZ23GJP0pTQeuwS3jXzMsrm0WHNaqLCl14qKy+lq&#10;FewOXfnkx8Wudx/nt+9nrY3ea6VGw377AiJSH//D9/a7UTCfLRfw9yY9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xv2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h7sAA&#10;AADdAAAADwAAAGRycy9kb3ducmV2LnhtbERPzYrCMBC+C75DGMGbpopKqUYRl8KyeFl3H2Boxqba&#10;TEoSa317c1jY48f3vzsMthU9+dA4VrCYZyCIK6cbrhX8/pSzHESIyBpbx6TgRQEO+/Foh4V2T/6m&#10;/hJrkUI4FKjAxNgVUobKkMUwdx1x4q7OW4wJ+lpqj88Ublu5zLKNtNhwajDY0clQdb88rILya3nu&#10;7w/tS3ccVpbW5pZ/GKWmk+G4BRFpiP/iP/enVrBZ5GluepOegN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h7s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IeU8QA&#10;AADdAAAADwAAAGRycy9kb3ducmV2LnhtbESP0WqDQBRE3wv5h+UW+lZX2xhSm00oAUt8rMkHXNxb&#10;Fd27xt1E/ftuodDHYWbOMLvDbHpxp9G1lhUkUQyCuLK65VrB5Zw/b0E4j6yxt0wKFnJw2K8edphp&#10;O/EX3UtfiwBhl6GCxvshk9JVDRl0kR2Ig/dtR4M+yLGWesQpwE0vX+J4Iw22HBYaHOjYUNWVN6Ng&#10;vUyf1zLt4lwbSorXoWBfpUo9Pc4f7yA8zf4//Nc+aQWbZPsGv2/CE5D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yHlP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M4D74A&#10;AADdAAAADwAAAGRycy9kb3ducmV2LnhtbERPuwrCMBTdBf8hXMFNUx2KVqOIooiT1sd8aa5tsbkp&#10;TdT692YQHA/nPV+2phIvalxpWcFoGIEgzqwuOVdwOW8HExDOI2usLJOCDzlYLrqdOSbavvlEr9Tn&#10;IoSwS1BB4X2dSOmyggy6oa2JA3e3jUEfYJNL3eA7hJtKjqMolgZLDg0F1rQuKHukT6PgGd/GF74f&#10;9DHdfHbTzXbl5DVXqt9rVzMQnlr/F//ce60gHk3D/v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0DOA+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zik8cA&#10;AADdAAAADwAAAGRycy9kb3ducmV2LnhtbESPQWvCQBSE74X+h+UVvDWbVAmauooWCtWDotVDb6/Z&#10;1ySafZtmtxr/vSsIPQ4z8w0znnamFidqXWVZQRLFIIhzqysuFOw+35+HIJxH1lhbJgUXcjCdPD6M&#10;MdP2zBs6bX0hAoRdhgpK75tMSpeXZNBFtiEO3o9tDfog20LqFs8Bbmr5EsepNFhxWCixobeS8uP2&#10;zyjYr4fpaD1fDA7L1Tf2jf790lWqVO+pm72C8NT5//C9/aEVpMkogdub8ATk5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s4pP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a+F8YA&#10;AADdAAAADwAAAGRycy9kb3ducmV2LnhtbESPQWvCQBSE70L/w/IK3nRjlJCm2UhVtMWTtYLXR/Y1&#10;Cc2+DdlVY399t1DocZiZb5h8OZhWXKl3jWUFs2kEgri0uuFKweljO0lBOI+ssbVMCu7kYFk8jHLM&#10;tL3xO12PvhIBwi5DBbX3XSalK2sy6Ka2Iw7ep+0N+iD7SuoebwFuWhlHUSINNhwWauxoXVP5dbwY&#10;Bd/JGQ/uNV5t5trTfZHu7P6wU2r8OLw8g/A0+P/wX/tNK0hmTzH8vglPQB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0a+F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JINMQA&#10;AADdAAAADwAAAGRycy9kb3ducmV2LnhtbESP3YrCMBSE7xd8h3AWvFtTf1m7RhFR2Du1+gCH5mxa&#10;bE5qE7Xu0xtB8HKYmW+Y2aK1lbhS40vHCvq9BARx7nTJRsHxsPn6BuEDssbKMSm4k4fFvPMxw1S7&#10;G+/pmgUjIoR9igqKEOpUSp8XZNH3XE0cvT/XWAxRNkbqBm8Rbis5SJKJtFhyXCiwplVB+Sm7WAVn&#10;NxjrNlvj9rSe7kpjRuf//Uip7me7/AERqA3v8Kv9qxVM+tMhPN/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SSDT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aKMUA&#10;AADdAAAADwAAAGRycy9kb3ducmV2LnhtbESPwW7CMBBE75X6D9Yi9VYcWggQMKhFQuIK5cBxsZck&#10;EK/T2IXA12MkpB5HM/NGM523thJnanzpWEGvm4Ag1s6UnCvY/izfRyB8QDZYOSYFV/Iwn72+TDEz&#10;7sJrOm9CLiKEfYYKihDqTEqvC7Lou64mjt7BNRZDlE0uTYOXCLeV/EiSVFosOS4UWNOiIH3a/FkF&#10;q3JPg1Qfxnb0rde722/4HB6NUm+d9msCIlAb/sPP9sooSHvjPjzexCc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Gloo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8MR8IA&#10;AADdAAAADwAAAGRycy9kb3ducmV2LnhtbERPXWvCMBR9H/gfwhX2NlMFZa1NZQqCY06Yinu9NHdN&#10;WXNTmqzWf28Ggz2eb06+Gmwjeup87VjBdJKAIC6drrlScD5tn55B+ICssXFMCm7kYVWMHnLMtLvy&#10;B/XHUIlYwj5DBSaENpPSl4Ys+olriaP25TqLIcKukrrDayy3jZwlyUJarDkuGGxpY6j8Pv5YBT0e&#10;bsmnWb+nr/W+nB3WlzcdefU4Hl6WIAIN4d/8l95pBYtpOoffN/EJ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XwxH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YsUMQA&#10;AADdAAAADwAAAGRycy9kb3ducmV2LnhtbESPwU7DMBBE70j9B2srcaNOc4gg1K0QUiuOEDhwXOJt&#10;nBLvRrbbBL4eIyFxHM3MG81mN/tBXSjEXtjAelWAIm7F9twZeHvd39yCignZ4iBMBr4owm67uNpg&#10;bWXiF7o0qVMZwrFGAy6lsdY6to48xpWMxNk7SvCYsgydtgGnDPeDLoui0h57zgsOR3p01H42Z29g&#10;OrQfp/L4bt13GGXfPMupHMSY6+X8cA8q0Zz+w3/tJ2ugWt9V8PsmPwG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2LFD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HPbMcA&#10;AADdAAAADwAAAGRycy9kb3ducmV2LnhtbESPW2sCMRSE34X+h3CEvmlWH7ysRvFSQaRSvPT9dHPc&#10;3ZqcLJuo679vCoU+DjPzDTOdN9aIO9W+dKyg101AEGdOl5wrOJ82nREIH5A1Gsek4Eke5rOX1hRT&#10;7R58oPsx5CJC2KeooAihSqX0WUEWfddVxNG7uNpiiLLOpa7xEeHWyH6SDKTFkuNCgRWtCsqux5tV&#10;sPlYm+/+/rD4lGH1Nvwyo91y/a7Ua7tZTEAEasJ/+K+91QoGvfEQft/EJyB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iRz2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mWp8IA&#10;AADdAAAADwAAAGRycy9kb3ducmV2LnhtbERPy4rCMBTdC/5DuMJsRFMdRrQaRQRRYQRf4PbaXNti&#10;c1OaTO38vVkILg/nPVs0phA1VS63rGDQj0AQJ1bnnCq4nNe9MQjnkTUWlknBPzlYzNutGcbaPvlI&#10;9cmnIoSwi1FB5n0ZS+mSjAy6vi2JA3e3lUEfYJVKXeEzhJtCDqNoJA3mHBoyLGmVUfI4/RkF9eH3&#10;lm5rV+4e4677+b5tNnt9Veqr0yynIDw1/iN+u7dawWgwCXPD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qZan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RP9ccA&#10;AADdAAAADwAAAGRycy9kb3ducmV2LnhtbESPT2sCMRTE7wW/Q3hCbzWrWHFXo2hB6KXgv4Penpvn&#10;7uLmZZukuvXTG6HQ4zAzv2Gm89bU4krOV5YV9HsJCOLc6ooLBfvd6m0MwgdkjbVlUvBLHuazzssU&#10;M21vvKHrNhQiQthnqKAMocmk9HlJBn3PNsTRO1tnMETpCqkd3iLc1HKQJCNpsOK4UGJDHyXll+2P&#10;UbBMx8vv9ZC/7pvTkY6H0+V94BKlXrvtYgIiUBv+w3/tT61g1E9T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9ET/XHAAAA3QAAAA8AAAAAAAAAAAAAAAAAmAIAAGRy&#10;cy9kb3ducmV2LnhtbFBLBQYAAAAABAAEAPUAAACMAwAAAAA=&#10;" fillcolor="black" stroked="f"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jRncYA&#10;AADdAAAADwAAAGRycy9kb3ducmV2LnhtbESPQWvCQBSE70L/w/IK3nRTwSCpa2haBUF70PbQ42v2&#10;NVmSfRuyq0Z/vVso9DjMzDfMMh9sK87Ue+NYwdM0AUFcOm24UvD5sZksQPiArLF1TAqu5CFfPYyW&#10;mGl34QOdj6ESEcI+QwV1CF0mpS9rsuinriOO3o/rLYYo+0rqHi8Rbls5S5JUWjQcF2rs6LWmsjme&#10;rIKvXWoWB0Oz7/2tWOv9vCne3xqlxo/DyzOIQEP4D/+1t1pBGpHw+yY+Abm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jRncYAAADd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FKs8UA&#10;AADdAAAADwAAAGRycy9kb3ducmV2LnhtbESPQWsCMRSE70L/Q3iCN030ILI1iihiLz1oW3p9bF43&#10;625etknU1V/fFAo9DjPzDbNc964VVwqx9qxhOlEgiEtvaq40vL/txwsQMSEbbD2ThjtFWK+eBkss&#10;jL/xka6nVIkM4VigBptSV0gZS0sO48R3xNn78sFhyjJU0gS8Zbhr5UypuXRYc16w2NHWUtmcLk5D&#10;2HzumgdfPhr1eL3Hw7n/XqDVejTsN88gEvXpP/zXfjEa5jM1hd83+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0Uqz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dxdsYA&#10;AADdAAAADwAAAGRycy9kb3ducmV2LnhtbESPzWrDMBCE74G+g9hCL6GR4kPSulFCCRQKCYX8PMDW&#10;2tqm0spY28TJ01eFQo7DzHzDLFZD8OpEfWojW5hODCjiKrqWawvHw9vjE6gkyA59ZLJwoQSr5d1o&#10;gaWLZ97RaS+1yhBOJVpoRLpS61Q1FDBNYkecva/YB5Qs+1q7Hs8ZHrwujJnpgC3nhQY7WjdUfe9/&#10;ggVffPrnzTxt5XLUW3MNsht/OGsf7ofXF1BCg9zC/+13Z2FWmAL+3uQn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1dxd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fbqcUA&#10;AADdAAAADwAAAGRycy9kb3ducmV2LnhtbESPQWsCMRSE74X+h/AK3mrWFaSsRtGKsBcP3Spen5vn&#10;ZjF5WTaprv31TaHQ4zAz3zCL1eCsuFEfWs8KJuMMBHHtdcuNgsPn7vUNRIjIGq1nUvCgAKvl89MC&#10;C+3v/EG3KjYiQTgUqMDE2BVShtqQwzD2HXHyLr53GJPsG6l7vCe4szLPspl02HJaMNjRu6H6Wn05&#10;Bduqs/mhNJtwOu7PZ1t+7+i0VWr0MqznICIN8T/81y61glmeTeH3TXo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l9up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kMbMQA&#10;AADdAAAADwAAAGRycy9kb3ducmV2LnhtbESPQWsCMRSE7wX/Q3hCbzVRZC1bo4goCJ6q66G3R/K6&#10;u+3mZdlEd/vvTUHwOMzMN8xyPbhG3KgLtWcN04kCQWy8rbnUUJz3b+8gQkS22HgmDX8UYL0avSwx&#10;t77nT7qdYikShEOOGqoY21zKYCpyGCa+JU7et+8cxiS7UtoO+wR3jZwplUmHNaeFClvaVmR+T1en&#10;4Wcvj94oNJfi0h/s4muXUaO0fh0Pmw8QkYb4DD/aB6shm6k5/L9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pDGz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wL2cYA&#10;AADdAAAADwAAAGRycy9kb3ducmV2LnhtbESPT2vCQBTE70K/w/KE3nRjSiVEV7GCUFo8+IfS4zP7&#10;TEKyb8Puqum37wqCx2FmfsPMl71pxZWcry0rmIwTEMSF1TWXCo6HzSgD4QOyxtYyKfgjD8vFy2CO&#10;ubY33tF1H0oRIexzVFCF0OVS+qIig35sO+Lona0zGKJ0pdQObxFuWpkmyVQarDkuVNjRuqKi2V+M&#10;gt/LN5+3b18r9xF+bH/wTXrKGqVeh/1qBiJQH57hR/tTK5imyTvc38QnI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7wL2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QvfMcA&#10;AADdAAAADwAAAGRycy9kb3ducmV2LnhtbESPQWsCMRSE74X+h/AEbzVxsYuuRqkFoZdCtT3o7bl5&#10;7i5uXrZJ1G1/fVMo9DjMzDfMYtXbVlzJh8axhvFIgSAunWm40vDxvnmYgggR2WDrmDR8UYDV8v5u&#10;gYVxN97SdRcrkSAcCtRQx9gVUoayJoth5Dri5J2ctxiT9JU0Hm8JbluZKZVLiw2nhRo7eq6pPO8u&#10;VsN6Nl1/vk349Xt7PNBhfzw/Zl5pPRz0T3MQkfr4H/5rvxgNeaZy+H2TnoB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0L3zHAAAA3QAAAA8AAAAAAAAAAAAAAAAAmAIAAGRy&#10;cy9kb3ducmV2LnhtbFBLBQYAAAAABAAEAPUAAACMAwAAAAA=&#10;" fillcolor="black" stroked="f"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Rw5sUA&#10;AADdAAAADwAAAGRycy9kb3ducmV2LnhtbESPQWsCMRSE74X+h/AK3mq2Clq2RlmEUvG02pZen5vX&#10;zdLNy5Kkcf33plDwOMzMN8xqM9peJPKhc6zgaVqAIG6c7rhV8PH++vgMIkRkjb1jUnChAJv1/d0K&#10;S+3OfKB0jK3IEA4lKjAxDqWUoTFkMUzdQJy9b+ctxix9K7XHc4bbXs6KYiEtdpwXDA60NdT8HH+t&#10;gnTa1tU8fSVz2Puq9a5++zzVSk0exuoFRKQx3sL/7Z1WsJgVS/h7k5+AX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xHDm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wEZsIA&#10;AADdAAAADwAAAGRycy9kb3ducmV2LnhtbERPz2vCMBS+C/sfwhvspqkeilajiGxj86J2Az0+mmdT&#10;bF5Kk9XOv94cBI8f3+/Fqre16Kj1lWMF41ECgrhwuuJSwe/Px3AKwgdkjbVjUvBPHlbLl8ECM+2u&#10;fKAuD6WIIewzVGBCaDIpfWHIoh+5hjhyZ9daDBG2pdQtXmO4reUkSVJpseLYYLChjaHikv9ZBX68&#10;eT9u7W3WnT4N7/Jvk+5Lo9Tba7+egwjUh6f44f7SCtJJEufGN/EJ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3ARmwgAAAN0AAAAPAAAAAAAAAAAAAAAAAJgCAABkcnMvZG93&#10;bnJldi54bWxQSwUGAAAAAAQABAD1AAAAhw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B16165" w:rsidRPr="00062C82" w:rsidRDefault="00B16165" w:rsidP="00B16165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B16165" w:rsidRPr="00062C82" w:rsidRDefault="00B16165" w:rsidP="00B16165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B16165" w:rsidRPr="00062C82" w:rsidRDefault="00B16165" w:rsidP="00B16165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B16165" w:rsidRPr="00062C82" w:rsidRDefault="00B16165" w:rsidP="00B16165">
      <w:pPr>
        <w:tabs>
          <w:tab w:val="left" w:pos="4424"/>
        </w:tabs>
        <w:rPr>
          <w:rFonts w:ascii="Times New Roman" w:hAnsi="Times New Roman" w:cs="Times New Roman"/>
        </w:rPr>
      </w:pPr>
    </w:p>
    <w:p w:rsidR="00B16165" w:rsidRPr="00062C82" w:rsidRDefault="00B16165" w:rsidP="00B16165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УКРАЇНА</w:t>
      </w:r>
    </w:p>
    <w:p w:rsidR="00B16165" w:rsidRPr="00062C82" w:rsidRDefault="00B16165" w:rsidP="00B16165">
      <w:pPr>
        <w:keepNext/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КРУПЕЦЬКА СІЛЬСЬКА РАДА</w:t>
      </w:r>
    </w:p>
    <w:p w:rsidR="00B16165" w:rsidRPr="00062C82" w:rsidRDefault="00B16165" w:rsidP="00B16165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СЛАВУТСЬКОГО РАЙОНУ</w:t>
      </w:r>
    </w:p>
    <w:p w:rsidR="00B16165" w:rsidRPr="00062C82" w:rsidRDefault="00B16165" w:rsidP="00B16165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ХМЕЛЬНИЦЬКОЇ ОБЛАСТІ</w:t>
      </w:r>
    </w:p>
    <w:p w:rsidR="00B16165" w:rsidRPr="00062C82" w:rsidRDefault="00B16165" w:rsidP="00B16165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</w:t>
      </w:r>
      <w:r w:rsidR="00042E03" w:rsidRPr="00042E03">
        <w:rPr>
          <w:noProof/>
          <w:lang w:val="ru-RU"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/Q+b4A&#10;AADdAAAADwAAAGRycy9kb3ducmV2LnhtbERPvQrCMBDeBd8hnOCmqRVUqlFEVBwEsep+NGdbbC6l&#10;iVrf3gyC48f3v1i1phIvalxpWcFoGIEgzqwuOVdwvewGMxDOI2usLJOCDzlYLbudBSbavvlMr9Tn&#10;IoSwS1BB4X2dSOmyggy6oa2JA3e3jUEfYJNL3eA7hJtKxlE0kQZLDg0F1rQpKHukT6PAjveH4y2P&#10;z+MtTz2vT7P7rT0q1e+16zkIT63/i3/ug1YwiUdhf3gTnoBc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hv0Pm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WxbMgA&#10;AADdAAAADwAAAGRycy9kb3ducmV2LnhtbESPQUsDMRSE7wX/Q3iCl2Kz28NWt02LFNZWD0Kr4PWx&#10;ed2sbl6WJLZrf31TEDwOM/MNs1gNthNH8qF1rCCfZCCIa6dbbhR8vFf3DyBCRNbYOSYFvxRgtbwZ&#10;LbDU7sQ7Ou5jIxKEQ4kKTIx9KWWoDVkME9cTJ+/gvMWYpG+k9nhKcNvJaZYV0mLLacFgT2tD9ff+&#10;xyr4qt7M53p2fvbjxx2dx9XrpnsplLq7HZ7mICIN8T/8195qBcU0z+H6Jj0Bub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1NbFs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9NZMMA&#10;AADdAAAADwAAAGRycy9kb3ducmV2LnhtbESP3YrCMBCF7xf2HcIseLOsqRVEalORZRXxRtR9gKEZ&#10;m2IzKU209e2NIHh5OD8fJ18OthE36nztWMFknIAgLp2uuVLwf1r/zEH4gKyxcUwK7uRhWXx+5Jhp&#10;1/OBbsdQiTjCPkMFJoQ2k9KXhiz6sWuJo3d2ncUQZVdJ3WEfx20j0ySZSYs1R4LBln4NlZfj1UbI&#10;for73bk/rTcD9vi3M/y9Oig1+hpWCxCBhvAOv9pbrWCWTlJ4volPQB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9NZ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g9X8YA&#10;AADdAAAADwAAAGRycy9kb3ducmV2LnhtbESPQUvDQBSE74L/YXmCt3bTqFFit6W0CiJ4sAri7ZF9&#10;TYLZt8vus4n/3hUKHoeZ+YZZric3qCPF1Hs2sJgXoIgbb3tuDby/Pc7uQCVBtjh4JgM/lGC9Oj9b&#10;Ym39yK903EurMoRTjQY6kVBrnZqOHKa5D8TZO/joULKMrbYRxwx3gy6LotIOe84LHQbadtR87b+d&#10;gZfxITzfVjeH8BmvS512Vj62YszlxbS5ByU0yX/41H6yBqpycQV/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sg9X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pwi8QA&#10;AADdAAAADwAAAGRycy9kb3ducmV2LnhtbESP32rCMBTG7wd7h3CE3QxNdSKjGksZqwxvRN0DHJpj&#10;U2xOSpO13dsbQfDy4/vz49tko21ET52vHSuYzxIQxKXTNVcKfs/F9BOED8gaG8ek4J88ZNvXlw2m&#10;2g18pP4UKhFH2KeowITQplL60pBFP3MtcfQurrMYouwqqTsc4rht5CJJVtJizZFgsKUvQ+X19Gcj&#10;5PCBh/1lOBe7EQf83ht+z49KvU3GfA0i0Bie4Uf7RytYLeZLuL+JT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acIv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0AsMYA&#10;AADdAAAADwAAAGRycy9kb3ducmV2LnhtbESPQUvDQBSE70L/w/IEb3bT0EaJ3ZZSK4jgwSqIt0f2&#10;NQlm3y67zyb+e1cQPA4z8w2z3k5uUGeKqfdsYDEvQBE33vbcGnh7fbi+BZUE2eLgmQx8U4LtZnax&#10;xtr6kV/ofJRWZQinGg10IqHWOjUdOUxzH4izd/LRoWQZW20jjhnuBl0WRaUd9pwXOgy076j5PH45&#10;A8/jITzdVKtT+IjLUqd7K+97MebqctrdgRKa5D/81360BqpysYL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0As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8+ucYA&#10;AADdAAAADwAAAGRycy9kb3ducmV2LnhtbESPUWvCMBSF3wf+h3CFvYyZqqxIZxQdhA0ciDrY66W5&#10;tsXmpiSZ7f69EQZ7PJxzvsNZrgfbiiv50DhWMJ1kIIhLZxquFHyd9PMCRIjIBlvHpOCXAqxXo4cl&#10;Fsb1fKDrMVYiQTgUqKCOsSukDGVNFsPEdcTJOztvMSbpK2k89gluWznLslxabDgt1NjRW03l5fhj&#10;FWz3fTX3T+V2cLvz+/eL1kZ/aqUex8PmFUSkIf6H/9ofRkE+m+Zwf5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D8+u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vBZ8QA&#10;AADdAAAADwAAAGRycy9kb3ducmV2LnhtbESP3WoCMRSE7wu+QziCdzXr4h9bo4iyIKU31T7AYXO6&#10;2bo5WZK4rm/fCIVeDjPzDbPZDbYVPfnQOFYwm2YgiCunG64VfF3K1zWIEJE1to5JwYMC7Lajlw0W&#10;2t35k/pzrEWCcChQgYmxK6QMlSGLYeo64uR9O28xJulrqT3eE9y2Ms+ypbTYcFow2NHBUHU936yC&#10;8j3/6K837Uu3H+aWFuZnfTRKTcbD/g1EpCH+h//aJ61gmc9W8HyTno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LwW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wPUMMA&#10;AADdAAAADwAAAGRycy9kb3ducmV2LnhtbERPXWvCMBR9F/wP4Qp7kZmqKKMzigphwgSZE3y9NNe2&#10;rLkpSWa7f788CD4ezvdq09tG3MmH2rGC6SQDQVw4U3Op4PKtX99AhIhssHFMCv4owGY9HKwwN67j&#10;L7qfYylSCIccFVQxtrmUoajIYpi4ljhxN+ctxgR9KY3HLoXbRs6ybCkt1pwaKmxpX1Hxc/61Cnan&#10;rpz7cbHr3eft47rQ2uijVupl1G/fQUTq41P8cB+MguVsmuamN+kJ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wPU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jwjsUA&#10;AADdAAAADwAAAGRycy9kb3ducmV2LnhtbESPwWrDMBBE74X8g9hAb40c04bUjRxCgqGEXpL2AxZr&#10;a7m2VkZSHPfvo0Ihx2Fm3jCb7WR7MZIPrWMFy0UGgrh2uuVGwddn9bQGESKyxt4xKfilANty9rDB&#10;Qrsrn2g8x0YkCIcCFZgYh0LKUBuyGBZuIE7et/MWY5K+kdrjNcFtL/MsW0mLLacFgwPtDdXd+WIV&#10;VMf8Y+wu2lduNz1bejE/64NR6nE+7d5ARJriPfzfftcKVvnyFf7epCcg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GPCO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uJiL0A&#10;AADdAAAADwAAAGRycy9kb3ducmV2LnhtbERPSwrCMBDdC94hjOBOU+sHqUYRQdGl1QMMzdgWm0lt&#10;oq23NwvB5eP919vOVOJNjSstK5iMIxDEmdUl5wpu18NoCcJ5ZI2VZVLwIQfbTb+3xkTbli/0Tn0u&#10;Qgi7BBUU3teJlC4ryKAb25o4cHfbGPQBNrnUDbYh3FQyjqKFNFhyaCiwpn1B2SN9GQWzT3t8pvNH&#10;dNCGJudpfWafzZUaDrrdCoSnzv/FP/dJK1jEcdgf3oQnID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AuJiL0AAADd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U1D8UA&#10;AADdAAAADwAAAGRycy9kb3ducmV2LnhtbESPQWuDQBSE74H+h+UVektWPUhjs4okpJSeWpv2/HBf&#10;VOK+FXc15t93C4Uch5n5htkVi+nFTKPrLCuINxEI4trqjhsFp6/j+hmE88gae8uk4EYOivxhtcNM&#10;2yt/0lz5RgQIuwwVtN4PmZSubsmg29iBOHhnOxr0QY6N1CNeA9z0MomiVBrsOCy0ONC+pfpSTUbB&#10;lP4kJz6/64/qcHvdHo6lk9+NUk+PS/kCwtPi7+H/9ptWkCZJDH9vwhO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1TUP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TUf8cA&#10;AADdAAAADwAAAGRycy9kb3ducmV2LnhtbESPT2vCQBTE74V+h+UVvDWbxhI0dRUVCm0Piv8OvT2z&#10;zyQ1+zbNbjV+e7cgeBxm5jfMaNKZWpyodZVlBS9RDII4t7riQsF28/48AOE8ssbaMim4kIPJ+PFh&#10;hJm2Z17Rae0LESDsMlRQet9kUrq8JIMusg1x8A62NeiDbAupWzwHuKllEsepNFhxWCixoXlJ+XH9&#10;ZxTsloN0uJx9vv58LfbYN/r3W1epUr2nbvoGwlPn7+Fb+0MrSJMkgf834QnI8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k1H/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CzF8YA&#10;AADdAAAADwAAAGRycy9kb3ducmV2LnhtbESPT2vCQBTE7wW/w/KE3ppNYwkhZpX+obZ4slHw+sg+&#10;k2D2bchuNfrp3YLQ4zAzv2GK5Wg6caLBtZYVPEcxCOLK6pZrBbvt51MGwnlkjZ1lUnAhB8vF5KHA&#10;XNsz/9Cp9LUIEHY5Kmi873MpXdWQQRfZnjh4BzsY9EEOtdQDngPcdDKJ41QabDksNNjTe0PVsfw1&#10;Cq7pHjfuK3n7mGlPl5dsZdeblVKP0/F1DsLT6P/D9/a3VpAmyQz+3oQn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CzF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F428UA&#10;AADdAAAADwAAAGRycy9kb3ducmV2LnhtbESP0WrCQBRE3wX/YbkF33TTkEpNs4oUBd9aUz/gkr3d&#10;hGTvxuxWY7++WxB8HGbmDFNsRtuJCw2+cazgeZGAIK6cbtgoOH3t568gfEDW2DkmBTfysFlPJwXm&#10;2l35SJcyGBEh7HNUUIfQ51L6qiaLfuF64uh9u8FiiHIwUg94jXDbyTRJltJiw3Ghxp7ea6ra8scq&#10;OLv0RY/lDj/a3eqzMSY7/x4zpWZP4/YNRKAxPML39kErWKZpBv9v4hO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oXjb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xXKMYA&#10;AADdAAAADwAAAGRycy9kb3ducmV2LnhtbESPS2/CMBCE75X6H6yt1FtxGkQKIQa1SJW48jj0uNib&#10;B43XaexC4NdjpEo9jmbmG02xHGwrTtT7xrGC11ECglg703ClYL/7fJmC8AHZYOuYFFzIw3Lx+FBg&#10;btyZN3TahkpECPscFdQhdLmUXtdk0Y9cRxy90vUWQ5R9JU2P5wi3rUyTJJMWG44LNXa0qkl/b3+t&#10;gnVzoEmmy5mdfujN1/UnjN+ORqnnp+F9DiLQEP7Df+21UZCl6QTub+IT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xXK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c6q8IA&#10;AADdAAAADwAAAGRycy9kb3ducmV2LnhtbERPW2vCMBR+H/gfwhH2NtP1oWg1igrCxjbBC/p6aI5N&#10;WXNSmqzWf28Ggo/fnW+26G0tOmp95VjB+ygBQVw4XXGp4HjYvI1B+ICssXZMCm7kYTEfvMww1+7K&#10;O+r2oRSxhH2OCkwITS6lLwxZ9CPXEEft4lqLIcK2lLrFayy3tUyTJJMWK44LBhtaGyp+939WQYfb&#10;W3I2q5/JZ/VdpNvV6UtHXr0O++UURKA+PM2P9IdWkKVpBv9v4hOQ8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Fzqr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AhUMQA&#10;AADdAAAADwAAAGRycy9kb3ducmV2LnhtbESPwU7DMBBE70j8g7VI3KiDDwWFulWFVMQRAocel3gb&#10;p413I9s0ga/HSEgcRzPzRrPazGFQZ4qpF7Zwu6hAEbfieu4svL/tbu5BpYzscBAmC1+UYLO+vFhh&#10;7WTiVzo3uVMFwqlGCz7nsdY6tZ4CpoWMxMU7SAyYi4yddhGnAg+DNlW11AF7LgseR3r01J6az2Bh&#10;emo/juawd/47jrJrXuRoBrH2+mrePoDKNOf/8F/72VlYGnMHv2/KE9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gIVD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TzhcQA&#10;AADdAAAADwAAAGRycy9kb3ducmV2LnhtbERPz2vCMBS+D/wfwhN2m+l6cNIZxbUKIsqo2+5vzVvb&#10;mbyUJtPuvzcHwePH93u+HKwRZ+p961jB8yQBQVw53XKt4PNj8zQD4QOyRuOYFPyTh+Vi9DDHTLsL&#10;l3Q+hlrEEPYZKmhC6DIpfdWQRT9xHXHkflxvMUTY11L3eInh1sg0SabSYsuxocGO8oaq0/HPKti8&#10;F+Y3PZSrLxny9cu3me3eir1Sj+Nh9Qoi0BDu4pt7qxVM0zTOjW/iE5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U84X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+bp8cA&#10;AADdAAAADwAAAGRycy9kb3ducmV2LnhtbESPQWvCQBSE7wX/w/IEL6VuTKnYmFVEEC1UsCr0+pJ9&#10;JsHs25BdY/rvu4WCx2FmvmHSZW9q0VHrKssKJuMIBHFudcWFgvNp8zID4TyyxtoyKfghB8vF4CnF&#10;RNs7f1F39IUIEHYJKii9bxIpXV6SQTe2DXHwLrY16INsC6lbvAe4qWUcRVNpsOKwUGJD65Ly6/Fm&#10;FHSHz6zYda75uM6e3dtrtt3u9bdSo2G/moPw1PtH+L+90wqmcfwOf2/C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d/m6f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3YLsUA&#10;AADdAAAADwAAAGRycy9kb3ducmV2LnhtbERPu27CMBTdK/EP1kViKw6hIJrGIKiE1KUSr6FsN/Ft&#10;EhFfp7aBtF9fD5U6Hp13vupNK27kfGNZwWScgCAurW64UnA6bh8XIHxA1thaJgXf5GG1HDzkmGl7&#10;5z3dDqESMYR9hgrqELpMSl/WZNCPbUccuU/rDIYIXSW1w3sMN61Mk2QuDTYcG2rs6LWm8nK4GgWb&#10;58Xma/fE7z/74kznj+IyS12i1GjYr19ABOrDv/jP/aYVzNNp3B/fx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PdguxQAAAN0AAAAPAAAAAAAAAAAAAAAAAJgCAABkcnMv&#10;ZG93bnJldi54bWxQSwUGAAAAAAQABAD1AAAAigMAAAAA&#10;" fillcolor="black" stroked="f"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i+u8gA&#10;AADdAAAADwAAAGRycy9kb3ducmV2LnhtbESPzWvCQBTE70L/h+UJvenGlAaJrqL9gEL14MfB4zP7&#10;TJZk34bsVtP+9d1CweMwM79h5sveNuJKnTeOFUzGCQjiwmnDpYLj4X00BeEDssbGMSn4Jg/LxcNg&#10;jrl2N97RdR9KESHsc1RQhdDmUvqiIot+7Fri6F1cZzFE2ZVSd3iLcNvINEkyadFwXKiwpZeKinr/&#10;ZRWcPjMz3RlKz5uf9ZvePNfr7Wut1OOwX81ABOrDPfzf/tAKsvRpAn9v4hO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8WL67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8eecUA&#10;AADdAAAADwAAAGRycy9kb3ducmV2LnhtbESPQWsCMRSE74L/ITzBW812CyJbo0iltBcPtUqvj81z&#10;s+7mZU2irv76plDwOMzMN8x82dtWXMiH2rGC50kGgrh0uuZKwe77/WkGIkRkja1jUnCjAMvFcDDH&#10;Qrsrf9FlGyuRIBwKVGBi7AopQ2nIYpi4jjh5B+ctxiR9JbXHa4LbVuZZNpUWa04LBjt6M1Q227NV&#10;4Fc/6+bO532T3Te38HHsTzM0So1H/eoVRKQ+PsL/7U+tYJq/5PD3Jj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bx55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ceUMUA&#10;AADdAAAADwAAAGRycy9kb3ducmV2LnhtbESPUWvCQBCE3wv9D8cW+lL00ghWo6eUglCoCFp/wJpb&#10;k9C7vZBbNfbX9wqCj8PMfMPMl7136kxdbAIbeB1moIjLYBuuDOy/V4MJqCjIFl1gMnClCMvF48Mc&#10;CxsuvKXzTiqVIBwLNFCLtIXWsazJYxyGljh5x9B5lCS7StsOLwnunc6zbKw9NpwWamzpo6byZ3fy&#10;Blx+cNOvt7iW616vs18v25eNNeb5qX+fgRLq5R6+tT+tgXE+GsH/m/QE9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dx5Q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KJYMYA&#10;AADdAAAADwAAAGRycy9kb3ducmV2LnhtbESPQWsCMRSE70L/Q3gFbzXrtkjZGsVWhL304Nbi9bl5&#10;bhaTl2WT6tpf3wgFj8PMfMPMl4Oz4kx9aD0rmE4yEMS11y03CnZfm6dXECEia7SeScGVAiwXD6M5&#10;FtpfeEvnKjYiQTgUqMDE2BVShtqQwzDxHXHyjr53GJPsG6l7vCS4szLPspl02HJaMNjRh6H6VP04&#10;Beuqs/muNO9h//15ONjyd0P7tVLjx2H1BiLSEO/h/3apFczy5xe4vUlP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KJY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ljSsUA&#10;AADdAAAADwAAAGRycy9kb3ducmV2LnhtbESPT2sCMRTE7wW/Q3iCt5qodJXVKKVUEHqqfw7eHslz&#10;d3XzsmxSd/vtm4LgcZiZ3zCrTe9qcac2VJ41TMYKBLHxtuJCw/GwfV2ACBHZYu2ZNPxSgM168LLC&#10;3PqOv+m+j4VIEA45aihjbHIpgynJYRj7hjh5F986jEm2hbQtdgnuajlVKpMOK04LJTb0UZK57X+c&#10;hutWfnmj0JyOp25n5+fPjGql9WjYvy9BROrjM/xo76yGbDp7g/836Qn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WNK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JfE8UA&#10;AADdAAAADwAAAGRycy9kb3ducmV2LnhtbESPQWvCQBSE7wX/w/IEb3VjhCDRVVQoFKUHtRSPz+wz&#10;Ccm+Dburxn/fFQo9DjPzDbNY9aYVd3K+tqxgMk5AEBdW11wq+D59vM9A+ICssbVMCp7kYbUcvC0w&#10;1/bBB7ofQykihH2OCqoQulxKX1Rk0I9tRxy9q3UGQ5SulNrhI8JNK9MkyaTBmuNChR1tKyqa480o&#10;ON/2fP2a7tZuE35sf/JNepk1So2G/XoOIlAf/sN/7U+tIEunGbzex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Al8T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RAWsgA&#10;AADdAAAADwAAAGRycy9kb3ducmV2LnhtbESPQWsCMRSE74L/ITyhN826tdZujVKFgpdCtR709tw8&#10;dxc3L9sk6ra/vikIHoeZ+YaZzltTiws5X1lWMBwkIIhzqysuFGy/3vsTED4ga6wtk4If8jCfdTtT&#10;zLS98poum1CICGGfoYIyhCaT0uclGfQD2xBH72idwRClK6R2eI1wU8s0ScbSYMVxocSGliXlp83Z&#10;KFi8TBbfnyP++F0f9rTfHU5PqUuUeui1b68gArXhHr61V1rBOH18hv8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1EBayAAAAN0AAAAPAAAAAAAAAAAAAAAAAJgCAABk&#10;cnMvZG93bnJldi54bWxQSwUGAAAAAAQABAD1AAAAjQMAAAAA&#10;" fillcolor="black" stroked="f"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cuKcIA&#10;AADdAAAADwAAAGRycy9kb3ducmV2LnhtbERPy2oCMRTdC/2HcAvdaUYFkdEog1Bauhofpdvr5DoZ&#10;nNwMSRqnf98sCl0eznu7H20vEvnQOVYwnxUgiBunO24VXM6v0zWIEJE19o5JwQ8F2O+eJlsstXvw&#10;kdIptiKHcChRgYlxKKUMjSGLYeYG4szdnLcYM/St1B4fOdz2clEUK2mx49xgcKCDoeZ++rYK0vVQ&#10;V8v0lczxw1etd/Xb57VW6uV5rDYgIo3xX/znftcKVotlnpvf5Cc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Ny4p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xrQMYA&#10;AADdAAAADwAAAGRycy9kb3ducmV2LnhtbESPQWvCQBSE7wX/w/IEb3WjhVCjq4i0RXupjYIeH9ln&#10;Nph9G7JrTPvru4VCj8PMfMMsVr2tRUetrxwrmIwTEMSF0xWXCo6H18dnED4ga6wdk4Iv8rBaDh4W&#10;mGl350/q8lCKCGGfoQITQpNJ6QtDFv3YNcTRu7jWYoiyLaVu8R7htpbTJEmlxYrjgsGGNoaKa36z&#10;Cvxk83J6t9+z7vxm+CPfmXRfGqVGw349BxGoD//hv/ZWK0inTzP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xrQ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16165" w:rsidRDefault="00B16165" w:rsidP="00B16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B16165" w:rsidRPr="00062C82" w:rsidRDefault="00B16165" w:rsidP="00B16165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РІШЕННЯ</w:t>
      </w:r>
    </w:p>
    <w:p w:rsidR="00B16165" w:rsidRPr="00062C82" w:rsidRDefault="00B16165" w:rsidP="00B16165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ХХХІІІ</w:t>
      </w:r>
      <w:r w:rsidRPr="00062C82">
        <w:rPr>
          <w:rFonts w:ascii="Times New Roman" w:hAnsi="Times New Roman" w:cs="Times New Roman"/>
        </w:rPr>
        <w:t xml:space="preserve"> сесії сільської ради  </w:t>
      </w:r>
      <w:r w:rsidRPr="00062C82">
        <w:rPr>
          <w:rFonts w:ascii="Times New Roman" w:hAnsi="Times New Roman" w:cs="Times New Roman"/>
          <w:lang w:val="en-US"/>
        </w:rPr>
        <w:t>V</w:t>
      </w:r>
      <w:r w:rsidRPr="00062C82">
        <w:rPr>
          <w:rFonts w:ascii="Times New Roman" w:hAnsi="Times New Roman" w:cs="Times New Roman"/>
        </w:rPr>
        <w:t>ІІ скликання</w:t>
      </w:r>
    </w:p>
    <w:p w:rsidR="00B16165" w:rsidRPr="00062C82" w:rsidRDefault="00B16165" w:rsidP="00B16165">
      <w:pPr>
        <w:tabs>
          <w:tab w:val="left" w:pos="4424"/>
        </w:tabs>
        <w:rPr>
          <w:rFonts w:ascii="Times New Roman" w:hAnsi="Times New Roman" w:cs="Times New Roman"/>
        </w:rPr>
      </w:pPr>
    </w:p>
    <w:p w:rsidR="00B16165" w:rsidRPr="00062C82" w:rsidRDefault="00B16165" w:rsidP="00B16165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062C82">
        <w:rPr>
          <w:rFonts w:ascii="Times New Roman" w:hAnsi="Times New Roman" w:cs="Times New Roman"/>
        </w:rPr>
        <w:t>р.                                    Крупець                                        № _______</w:t>
      </w:r>
    </w:p>
    <w:p w:rsidR="00B16165" w:rsidRPr="00062C82" w:rsidRDefault="00B16165" w:rsidP="00B16165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                                </w:t>
      </w:r>
    </w:p>
    <w:p w:rsidR="00B16165" w:rsidRPr="00062C82" w:rsidRDefault="00B16165" w:rsidP="00B16165">
      <w:pPr>
        <w:tabs>
          <w:tab w:val="left" w:pos="4424"/>
        </w:tabs>
        <w:rPr>
          <w:rFonts w:ascii="Times New Roman" w:hAnsi="Times New Roman" w:cs="Times New Roman"/>
        </w:rPr>
      </w:pPr>
    </w:p>
    <w:p w:rsidR="00B16165" w:rsidRPr="00062C82" w:rsidRDefault="00B16165" w:rsidP="00B16165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Про затвердження технічної документації</w:t>
      </w:r>
    </w:p>
    <w:p w:rsidR="00B16165" w:rsidRPr="00062C82" w:rsidRDefault="00B16165" w:rsidP="00B16165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із землеустрою щодо встановлення </w:t>
      </w:r>
    </w:p>
    <w:p w:rsidR="00B16165" w:rsidRPr="00062C82" w:rsidRDefault="00B16165" w:rsidP="00B16165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(відновлення)  меж земельної ділянки</w:t>
      </w:r>
    </w:p>
    <w:p w:rsidR="00B16165" w:rsidRDefault="00B16165" w:rsidP="00B16165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в натурі (на місцевості) </w:t>
      </w:r>
    </w:p>
    <w:p w:rsidR="00B16165" w:rsidRPr="00062C82" w:rsidRDefault="00B16165" w:rsidP="00B16165">
      <w:pPr>
        <w:tabs>
          <w:tab w:val="left" w:pos="44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Мельничук І.Л.</w:t>
      </w:r>
    </w:p>
    <w:p w:rsidR="00B16165" w:rsidRPr="00062C82" w:rsidRDefault="00B16165" w:rsidP="00B16165">
      <w:pPr>
        <w:tabs>
          <w:tab w:val="left" w:pos="4424"/>
        </w:tabs>
        <w:rPr>
          <w:rFonts w:ascii="Times New Roman" w:hAnsi="Times New Roman" w:cs="Times New Roman"/>
        </w:rPr>
      </w:pPr>
    </w:p>
    <w:p w:rsidR="00B16165" w:rsidRPr="00062C82" w:rsidRDefault="00B16165" w:rsidP="00B16165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r>
        <w:rPr>
          <w:rFonts w:ascii="Times New Roman" w:hAnsi="Times New Roman" w:cs="Times New Roman"/>
        </w:rPr>
        <w:t>Мельничука І.Л.,</w:t>
      </w:r>
      <w:r w:rsidRPr="00062C82">
        <w:rPr>
          <w:rFonts w:ascii="Times New Roman" w:hAnsi="Times New Roman" w:cs="Times New Roman"/>
        </w:rPr>
        <w:t xml:space="preserve"> сільська  рада ВИРІШИЛА:</w:t>
      </w:r>
    </w:p>
    <w:p w:rsidR="00B16165" w:rsidRPr="00062C82" w:rsidRDefault="00B16165" w:rsidP="00B16165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B16165" w:rsidRDefault="00B16165" w:rsidP="00B16165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</w:rPr>
        <w:t xml:space="preserve">      1. Затвердити </w:t>
      </w:r>
      <w:r>
        <w:rPr>
          <w:rFonts w:ascii="Times New Roman" w:hAnsi="Times New Roman" w:cs="Times New Roman"/>
        </w:rPr>
        <w:t>Мельничуку Ігорю Леонідовичу</w:t>
      </w:r>
      <w:r w:rsidRPr="00062C82">
        <w:rPr>
          <w:rFonts w:ascii="Times New Roman" w:hAnsi="Times New Roman" w:cs="Times New Roman"/>
        </w:rPr>
        <w:t>,  як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ий за адресою: </w:t>
      </w:r>
      <w:r w:rsidR="00EF45BB" w:rsidRPr="00EF45BB">
        <w:rPr>
          <w:rFonts w:ascii="Times New Roman" w:hAnsi="Times New Roman" w:cs="Times New Roman"/>
        </w:rPr>
        <w:t>___________</w:t>
      </w:r>
      <w:r w:rsidRPr="00062C82">
        <w:rPr>
          <w:rFonts w:ascii="Times New Roman" w:hAnsi="Times New Roman" w:cs="Times New Roman"/>
        </w:rPr>
        <w:t>,  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EF45BB">
        <w:rPr>
          <w:rFonts w:ascii="Times New Roman" w:hAnsi="Times New Roman" w:cs="Times New Roman"/>
          <w:lang w:val="en-US"/>
        </w:rPr>
        <w:t>_______________</w:t>
      </w:r>
      <w:r w:rsidRPr="00062C82">
        <w:rPr>
          <w:rFonts w:ascii="Times New Roman" w:hAnsi="Times New Roman" w:cs="Times New Roman"/>
        </w:rPr>
        <w:t>, технічну документацію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 w:cs="Times New Roman"/>
        </w:rPr>
        <w:t>,</w:t>
      </w:r>
      <w:r w:rsidRPr="00062C82">
        <w:rPr>
          <w:rFonts w:ascii="Times New Roman" w:hAnsi="Times New Roman" w:cs="Times New Roman"/>
        </w:rPr>
        <w:t xml:space="preserve"> та передати її у приватну власність, площею 0,</w:t>
      </w:r>
      <w:r>
        <w:rPr>
          <w:rFonts w:ascii="Times New Roman" w:hAnsi="Times New Roman" w:cs="Times New Roman"/>
        </w:rPr>
        <w:t>2463</w:t>
      </w:r>
      <w:r w:rsidRPr="00062C82">
        <w:rPr>
          <w:rFonts w:ascii="Times New Roman" w:hAnsi="Times New Roman" w:cs="Times New Roman"/>
        </w:rPr>
        <w:t>га, (кадастровий номер: 6823986800:0</w:t>
      </w:r>
      <w:r>
        <w:rPr>
          <w:rFonts w:ascii="Times New Roman" w:hAnsi="Times New Roman" w:cs="Times New Roman"/>
        </w:rPr>
        <w:t>3</w:t>
      </w:r>
      <w:r w:rsidRPr="00062C82">
        <w:rPr>
          <w:rFonts w:ascii="Times New Roman" w:hAnsi="Times New Roman" w:cs="Times New Roman"/>
        </w:rPr>
        <w:t>:00</w:t>
      </w:r>
      <w:r>
        <w:rPr>
          <w:rFonts w:ascii="Times New Roman" w:hAnsi="Times New Roman" w:cs="Times New Roman"/>
        </w:rPr>
        <w:t>6</w:t>
      </w:r>
      <w:r w:rsidRPr="00062C82">
        <w:rPr>
          <w:rFonts w:ascii="Times New Roman" w:hAnsi="Times New Roman" w:cs="Times New Roman"/>
        </w:rPr>
        <w:t>:00</w:t>
      </w:r>
      <w:r>
        <w:rPr>
          <w:rFonts w:ascii="Times New Roman" w:hAnsi="Times New Roman" w:cs="Times New Roman"/>
        </w:rPr>
        <w:t>38</w:t>
      </w:r>
      <w:r w:rsidRPr="00062C82">
        <w:rPr>
          <w:rFonts w:ascii="Times New Roman" w:hAnsi="Times New Roman" w:cs="Times New Roman"/>
        </w:rPr>
        <w:t>), для будівництва та обслуговування житлового будинку господарських будівель та споруд (присадибна ділянка), яка розташована Хмельницька область, Славутський  район, с.</w:t>
      </w:r>
      <w:r>
        <w:rPr>
          <w:rFonts w:ascii="Times New Roman" w:hAnsi="Times New Roman" w:cs="Times New Roman"/>
        </w:rPr>
        <w:t>Комарівка,</w:t>
      </w:r>
      <w:r w:rsidRPr="00062C82">
        <w:rPr>
          <w:rFonts w:ascii="Times New Roman" w:hAnsi="Times New Roman" w:cs="Times New Roman"/>
        </w:rPr>
        <w:t xml:space="preserve"> вул. </w:t>
      </w:r>
      <w:r>
        <w:rPr>
          <w:rFonts w:ascii="Times New Roman" w:hAnsi="Times New Roman" w:cs="Times New Roman"/>
        </w:rPr>
        <w:t>Лісова, 45.</w:t>
      </w:r>
      <w:r w:rsidRPr="00062C82">
        <w:rPr>
          <w:rFonts w:ascii="Times New Roman" w:hAnsi="Times New Roman" w:cs="Times New Roman"/>
          <w:color w:val="FF0000"/>
        </w:rPr>
        <w:t xml:space="preserve">  </w:t>
      </w:r>
    </w:p>
    <w:p w:rsidR="00B16165" w:rsidRPr="00062C82" w:rsidRDefault="00B16165" w:rsidP="00B16165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      </w:t>
      </w:r>
      <w:r w:rsidRPr="00062C82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  <w:color w:val="auto"/>
        </w:rPr>
        <w:t>Мельничуку І.Л.</w:t>
      </w:r>
      <w:r w:rsidRPr="00062C82">
        <w:rPr>
          <w:rFonts w:ascii="Times New Roman" w:hAnsi="Times New Roman" w:cs="Times New Roman"/>
          <w:color w:val="auto"/>
        </w:rPr>
        <w:t xml:space="preserve">, </w:t>
      </w:r>
      <w:r w:rsidRPr="00062C82">
        <w:rPr>
          <w:rFonts w:ascii="Times New Roman" w:hAnsi="Times New Roman" w:cs="Times New Roman"/>
        </w:rPr>
        <w:t>посвідчити своє право  в  установленому  законом  порядку.</w:t>
      </w:r>
    </w:p>
    <w:p w:rsidR="00B16165" w:rsidRPr="00062C82" w:rsidRDefault="00B16165" w:rsidP="00B16165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16165" w:rsidRPr="00B16165" w:rsidRDefault="00B16165" w:rsidP="00B16165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</w:p>
    <w:p w:rsidR="00B16165" w:rsidRPr="00062C82" w:rsidRDefault="00B16165" w:rsidP="00B16165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B16165" w:rsidRPr="00062C82" w:rsidRDefault="00B16165" w:rsidP="00B16165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8D68CF" w:rsidRPr="00B16165" w:rsidRDefault="00B16165" w:rsidP="00B16165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  <w:r w:rsidRPr="00062C82">
        <w:rPr>
          <w:rFonts w:ascii="Times New Roman" w:hAnsi="Times New Roman" w:cs="Times New Roman"/>
        </w:rPr>
        <w:t xml:space="preserve">Сільський  голова                                                                                             В.А.Михалюк </w:t>
      </w:r>
    </w:p>
    <w:sectPr w:rsidR="008D68CF" w:rsidRPr="00B16165" w:rsidSect="008D68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ttachedTemplate r:id="rId1"/>
  <w:defaultTabStop w:val="720"/>
  <w:characterSpacingControl w:val="doNotCompress"/>
  <w:compat>
    <w:useFELayout/>
  </w:compat>
  <w:rsids>
    <w:rsidRoot w:val="00B16165"/>
    <w:rsid w:val="00042E03"/>
    <w:rsid w:val="00171A2E"/>
    <w:rsid w:val="00304C90"/>
    <w:rsid w:val="003C6D6E"/>
    <w:rsid w:val="00505B6D"/>
    <w:rsid w:val="006D3977"/>
    <w:rsid w:val="007D6C18"/>
    <w:rsid w:val="008D68CF"/>
    <w:rsid w:val="00A21F1D"/>
    <w:rsid w:val="00B16165"/>
    <w:rsid w:val="00D1641A"/>
    <w:rsid w:val="00EF4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16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272</Words>
  <Characters>1551</Characters>
  <Application>Microsoft Office Word</Application>
  <DocSecurity>0</DocSecurity>
  <Lines>12</Lines>
  <Paragraphs>3</Paragraphs>
  <ScaleCrop>false</ScaleCrop>
  <Company>Microsoft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2020-02-13T11:22:00Z</dcterms:created>
  <dcterms:modified xsi:type="dcterms:W3CDTF">2020-02-13T12:08:00Z</dcterms:modified>
</cp:coreProperties>
</file>