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12F" w:rsidRDefault="0006712F" w:rsidP="0006712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6712F" w:rsidRDefault="0006712F" w:rsidP="000671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6712F" w:rsidRDefault="0006712F" w:rsidP="000671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6712F" w:rsidRDefault="0006712F" w:rsidP="0006712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6712F" w:rsidRDefault="0006712F" w:rsidP="000671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6712F" w:rsidRDefault="0006712F" w:rsidP="0006712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</w:t>
      </w:r>
    </w:p>
    <w:p w:rsidR="0006712F" w:rsidRPr="00F2698F" w:rsidRDefault="0006712F" w:rsidP="0006712F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06712F" w:rsidRPr="00F2698F" w:rsidRDefault="0006712F" w:rsidP="0006712F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6712F" w:rsidRPr="00F2698F" w:rsidRDefault="0006712F" w:rsidP="0006712F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06712F" w:rsidRPr="00F2698F" w:rsidRDefault="0006712F" w:rsidP="0006712F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06712F" w:rsidRPr="00F2698F" w:rsidRDefault="0006712F" w:rsidP="0006712F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06712F" w:rsidRPr="00F2698F" w:rsidRDefault="0006712F" w:rsidP="0006712F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Чулій О.В., </w:t>
      </w: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В.В.</w:t>
      </w:r>
    </w:p>
    <w:p w:rsidR="0006712F" w:rsidRPr="00F2698F" w:rsidRDefault="0006712F" w:rsidP="0006712F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06712F" w:rsidRPr="00F2698F" w:rsidRDefault="0006712F" w:rsidP="0006712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lang w:eastAsia="en-US"/>
        </w:rPr>
        <w:t>статей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Чулій О.В.,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</w:t>
      </w:r>
    </w:p>
    <w:p w:rsidR="0006712F" w:rsidRPr="00F2698F" w:rsidRDefault="0006712F" w:rsidP="0006712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6712F" w:rsidRPr="00F2698F" w:rsidRDefault="0006712F" w:rsidP="0006712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Чулій Олені Вікторівні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64725" w:rsidRPr="00164725">
        <w:rPr>
          <w:rFonts w:ascii="Times New Roman" w:eastAsia="Calibri" w:hAnsi="Times New Roman" w:cs="Times New Roman"/>
          <w:sz w:val="24"/>
          <w:lang w:eastAsia="en-US"/>
        </w:rPr>
        <w:t>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;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Володимиру Вікторовичу,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64725" w:rsidRPr="00164725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ділянка  розташована в с. Крупець, по вул.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Б.Хмельницького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17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06712F" w:rsidRPr="00F2698F" w:rsidRDefault="0006712F" w:rsidP="0006712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Чулій О.В.,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Пляцко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6712F" w:rsidRPr="00F2698F" w:rsidRDefault="0006712F" w:rsidP="0006712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6712F" w:rsidRPr="0006712F" w:rsidRDefault="0006712F" w:rsidP="0006712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6712F" w:rsidRPr="00F2698F" w:rsidRDefault="0006712F" w:rsidP="0006712F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E2D9A" w:rsidRPr="0006712F" w:rsidRDefault="0006712F" w:rsidP="0006712F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CE2D9A" w:rsidRPr="0006712F" w:rsidSect="0006712F">
      <w:pgSz w:w="12240" w:h="15840"/>
      <w:pgMar w:top="1440" w:right="1440" w:bottom="567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12F"/>
    <w:rsid w:val="0006712F"/>
    <w:rsid w:val="00164725"/>
    <w:rsid w:val="00CE2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2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6712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6712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6712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12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6712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6712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6712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280</Words>
  <Characters>1601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2021-07-07T06:16:00Z</dcterms:created>
  <dcterms:modified xsi:type="dcterms:W3CDTF">2021-07-07T08:02:00Z</dcterms:modified>
</cp:coreProperties>
</file>