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52B" w:rsidRDefault="007E50E9" w:rsidP="007665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E50E9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76652B" w:rsidRDefault="0076652B" w:rsidP="0076652B"/>
    <w:p w:rsidR="0076652B" w:rsidRDefault="0076652B" w:rsidP="0076652B"/>
    <w:p w:rsidR="0076652B" w:rsidRDefault="0076652B" w:rsidP="0076652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6652B" w:rsidRDefault="0076652B" w:rsidP="0076652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6652B" w:rsidRDefault="0076652B" w:rsidP="0076652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6652B" w:rsidRDefault="0076652B" w:rsidP="0076652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6652B" w:rsidRDefault="0076652B" w:rsidP="0076652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652B" w:rsidRDefault="0076652B" w:rsidP="007665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6652B" w:rsidRDefault="0076652B" w:rsidP="007665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652B" w:rsidRDefault="0076652B" w:rsidP="0076652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6652B" w:rsidRDefault="0076652B" w:rsidP="0076652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№27</w:t>
      </w:r>
    </w:p>
    <w:p w:rsidR="0076652B" w:rsidRDefault="0076652B" w:rsidP="0076652B">
      <w:pPr>
        <w:tabs>
          <w:tab w:val="left" w:pos="4424"/>
        </w:tabs>
        <w:rPr>
          <w:rFonts w:ascii="Times New Roman" w:hAnsi="Times New Roman" w:cs="Times New Roman"/>
          <w:sz w:val="24"/>
          <w:szCs w:val="24"/>
        </w:rPr>
      </w:pPr>
    </w:p>
    <w:p w:rsidR="0076652B" w:rsidRDefault="0076652B" w:rsidP="0076652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76652B" w:rsidRDefault="0076652B" w:rsidP="0076652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652B" w:rsidRDefault="0076652B" w:rsidP="0076652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76652B" w:rsidRDefault="0076652B" w:rsidP="0076652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 Мельничук С.О.</w:t>
      </w:r>
    </w:p>
    <w:p w:rsidR="0076652B" w:rsidRDefault="0076652B" w:rsidP="0076652B">
      <w:pPr>
        <w:tabs>
          <w:tab w:val="left" w:pos="4424"/>
        </w:tabs>
        <w:rPr>
          <w:rFonts w:ascii="Times New Roman" w:hAnsi="Times New Roman" w:cs="Times New Roman"/>
          <w:sz w:val="24"/>
          <w:szCs w:val="24"/>
        </w:rPr>
      </w:pPr>
    </w:p>
    <w:p w:rsidR="0076652B" w:rsidRDefault="0076652B" w:rsidP="0076652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Мельничук С.О.,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</w:t>
      </w:r>
      <w:proofErr w:type="gramEnd"/>
    </w:p>
    <w:p w:rsidR="0076652B" w:rsidRDefault="0076652B" w:rsidP="0076652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76652B" w:rsidRDefault="0076652B" w:rsidP="0076652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Мельничук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ітлані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C50126" w:rsidRPr="00C50126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C50126" w:rsidRPr="00C50126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0,3263 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6823984000:03:018:02162),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рада. </w:t>
      </w:r>
    </w:p>
    <w:p w:rsidR="0076652B" w:rsidRDefault="0076652B" w:rsidP="0076652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Мельничук С.О.,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76652B" w:rsidRDefault="0076652B" w:rsidP="0076652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6652B" w:rsidRPr="0076652B" w:rsidRDefault="0076652B" w:rsidP="0076652B">
      <w:pPr>
        <w:tabs>
          <w:tab w:val="left" w:pos="4424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748DF" w:rsidRPr="0076652B" w:rsidRDefault="0076652B" w:rsidP="0076652B">
      <w:pPr>
        <w:tabs>
          <w:tab w:val="left" w:pos="4424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2748DF" w:rsidRPr="0076652B" w:rsidSect="007E50E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76652B"/>
    <w:rsid w:val="00171A2E"/>
    <w:rsid w:val="002748DF"/>
    <w:rsid w:val="00304C90"/>
    <w:rsid w:val="00505B6D"/>
    <w:rsid w:val="006D3977"/>
    <w:rsid w:val="0076652B"/>
    <w:rsid w:val="007D6C18"/>
    <w:rsid w:val="007E50E9"/>
    <w:rsid w:val="00C50126"/>
    <w:rsid w:val="00D1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0E9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1104</Words>
  <Characters>630</Characters>
  <Application>Microsoft Office Word</Application>
  <DocSecurity>0</DocSecurity>
  <Lines>5</Lines>
  <Paragraphs>3</Paragraphs>
  <ScaleCrop>false</ScaleCrop>
  <Company>Microsoft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2020-04-27T15:49:00Z</dcterms:created>
  <dcterms:modified xsi:type="dcterms:W3CDTF">2020-04-28T05:35:00Z</dcterms:modified>
</cp:coreProperties>
</file>