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B7E" w:rsidRPr="00AF2E62" w:rsidRDefault="008D1B7E" w:rsidP="008D1B7E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AF2E62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8D1B7E" w:rsidRPr="00AF2E62" w:rsidRDefault="008D1B7E" w:rsidP="008D1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AF2E62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DFDC79E" wp14:editId="4BDFD8D5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372" name="Группа 143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37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1B7E" w:rsidRDefault="008D1B7E" w:rsidP="008D1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7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1B7E" w:rsidRDefault="008D1B7E" w:rsidP="008D1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7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1B7E" w:rsidRDefault="008D1B7E" w:rsidP="008D1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7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1B7E" w:rsidRDefault="008D1B7E" w:rsidP="008D1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7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1B7E" w:rsidRDefault="008D1B7E" w:rsidP="008D1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7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1B7E" w:rsidRDefault="008D1B7E" w:rsidP="008D1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7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1B7E" w:rsidRDefault="008D1B7E" w:rsidP="008D1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8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1B7E" w:rsidRDefault="008D1B7E" w:rsidP="008D1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8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1B7E" w:rsidRDefault="008D1B7E" w:rsidP="008D1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8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1B7E" w:rsidRDefault="008D1B7E" w:rsidP="008D1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8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1B7E" w:rsidRDefault="008D1B7E" w:rsidP="008D1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8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1B7E" w:rsidRDefault="008D1B7E" w:rsidP="008D1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8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1B7E" w:rsidRDefault="008D1B7E" w:rsidP="008D1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8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1B7E" w:rsidRDefault="008D1B7E" w:rsidP="008D1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8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1B7E" w:rsidRDefault="008D1B7E" w:rsidP="008D1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8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1B7E" w:rsidRDefault="008D1B7E" w:rsidP="008D1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8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1B7E" w:rsidRDefault="008D1B7E" w:rsidP="008D1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9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1B7E" w:rsidRDefault="008D1B7E" w:rsidP="008D1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9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1B7E" w:rsidRDefault="008D1B7E" w:rsidP="008D1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9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1B7E" w:rsidRDefault="008D1B7E" w:rsidP="008D1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9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1B7E" w:rsidRDefault="008D1B7E" w:rsidP="008D1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9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1B7E" w:rsidRDefault="008D1B7E" w:rsidP="008D1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9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1B7E" w:rsidRDefault="008D1B7E" w:rsidP="008D1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9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1B7E" w:rsidRDefault="008D1B7E" w:rsidP="008D1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9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1B7E" w:rsidRDefault="008D1B7E" w:rsidP="008D1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9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1B7E" w:rsidRDefault="008D1B7E" w:rsidP="008D1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9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1B7E" w:rsidRDefault="008D1B7E" w:rsidP="008D1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0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1B7E" w:rsidRDefault="008D1B7E" w:rsidP="008D1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0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1B7E" w:rsidRDefault="008D1B7E" w:rsidP="008D1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0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1B7E" w:rsidRDefault="008D1B7E" w:rsidP="008D1B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3DFDC79E" id="Группа 14372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D1B7E" w:rsidRDefault="008D1B7E" w:rsidP="008D1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D1B7E" w:rsidRDefault="008D1B7E" w:rsidP="008D1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D1B7E" w:rsidRDefault="008D1B7E" w:rsidP="008D1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D1B7E" w:rsidRDefault="008D1B7E" w:rsidP="008D1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D1B7E" w:rsidRDefault="008D1B7E" w:rsidP="008D1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D1B7E" w:rsidRDefault="008D1B7E" w:rsidP="008D1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D1B7E" w:rsidRDefault="008D1B7E" w:rsidP="008D1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D1B7E" w:rsidRDefault="008D1B7E" w:rsidP="008D1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D1B7E" w:rsidRDefault="008D1B7E" w:rsidP="008D1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D1B7E" w:rsidRDefault="008D1B7E" w:rsidP="008D1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D1B7E" w:rsidRDefault="008D1B7E" w:rsidP="008D1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D1B7E" w:rsidRDefault="008D1B7E" w:rsidP="008D1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D1B7E" w:rsidRDefault="008D1B7E" w:rsidP="008D1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D1B7E" w:rsidRDefault="008D1B7E" w:rsidP="008D1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D1B7E" w:rsidRDefault="008D1B7E" w:rsidP="008D1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D1B7E" w:rsidRDefault="008D1B7E" w:rsidP="008D1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D1B7E" w:rsidRDefault="008D1B7E" w:rsidP="008D1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D1B7E" w:rsidRDefault="008D1B7E" w:rsidP="008D1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D1B7E" w:rsidRDefault="008D1B7E" w:rsidP="008D1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D1B7E" w:rsidRDefault="008D1B7E" w:rsidP="008D1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" fillcolor="black" stroked="f">
                  <v:textbox>
                    <w:txbxContent>
                      <w:p w:rsidR="008D1B7E" w:rsidRDefault="008D1B7E" w:rsidP="008D1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D1B7E" w:rsidRDefault="008D1B7E" w:rsidP="008D1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D1B7E" w:rsidRDefault="008D1B7E" w:rsidP="008D1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D1B7E" w:rsidRDefault="008D1B7E" w:rsidP="008D1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D1B7E" w:rsidRDefault="008D1B7E" w:rsidP="008D1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D1B7E" w:rsidRDefault="008D1B7E" w:rsidP="008D1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D1B7E" w:rsidRDefault="008D1B7E" w:rsidP="008D1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" fillcolor="black" stroked="f">
                  <v:textbox>
                    <w:txbxContent>
                      <w:p w:rsidR="008D1B7E" w:rsidRDefault="008D1B7E" w:rsidP="008D1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D1B7E" w:rsidRDefault="008D1B7E" w:rsidP="008D1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D1B7E" w:rsidRDefault="008D1B7E" w:rsidP="008D1B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D1B7E" w:rsidRPr="00AF2E62" w:rsidRDefault="008D1B7E" w:rsidP="008D1B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D1B7E" w:rsidRPr="00AF2E62" w:rsidRDefault="008D1B7E" w:rsidP="008D1B7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D1B7E" w:rsidRPr="00AF2E62" w:rsidRDefault="008D1B7E" w:rsidP="008D1B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D1B7E" w:rsidRPr="00AF2E62" w:rsidRDefault="008D1B7E" w:rsidP="008D1B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D1B7E" w:rsidRPr="00AF2E62" w:rsidRDefault="008D1B7E" w:rsidP="008D1B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8D1B7E" w:rsidRPr="00AF2E62" w:rsidRDefault="008D1B7E" w:rsidP="008D1B7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8D1B7E" w:rsidRPr="00AF2E62" w:rsidRDefault="008D1B7E" w:rsidP="008D1B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8D1B7E" w:rsidRPr="00AF2E62" w:rsidRDefault="008D1B7E" w:rsidP="008D1B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8D1B7E" w:rsidRPr="00AF2E62" w:rsidRDefault="008D1B7E" w:rsidP="008D1B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D1B7E" w:rsidRPr="00AF2E62" w:rsidRDefault="008D1B7E" w:rsidP="008D1B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8D1B7E" w:rsidRPr="00AF2E62" w:rsidRDefault="008D1B7E" w:rsidP="008D1B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D1B7E" w:rsidRPr="00AF2E62" w:rsidRDefault="008D1B7E" w:rsidP="008D1B7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8D1B7E" w:rsidRPr="00AF2E62" w:rsidRDefault="008D1B7E" w:rsidP="008D1B7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8D1B7E" w:rsidRPr="00AF2E62" w:rsidRDefault="008D1B7E" w:rsidP="008D1B7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8D1B7E" w:rsidRPr="00AF2E62" w:rsidRDefault="008D1B7E" w:rsidP="008D1B7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8D1B7E" w:rsidRPr="00AF2E62" w:rsidRDefault="008D1B7E" w:rsidP="008D1B7E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8D1B7E" w:rsidRPr="00AF2E62" w:rsidRDefault="008D1B7E" w:rsidP="008D1B7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8D1B7E" w:rsidRPr="00AF2E62" w:rsidRDefault="008D1B7E" w:rsidP="008D1B7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8D1B7E" w:rsidRPr="00AF2E62" w:rsidRDefault="008D1B7E" w:rsidP="008D1B7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Коробка В.І.</w:t>
      </w:r>
    </w:p>
    <w:p w:rsidR="008D1B7E" w:rsidRPr="00AF2E62" w:rsidRDefault="008D1B7E" w:rsidP="008D1B7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8D1B7E" w:rsidRPr="00AF2E62" w:rsidRDefault="008D1B7E" w:rsidP="008D1B7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8D1B7E" w:rsidRPr="00AF2E62" w:rsidRDefault="008D1B7E" w:rsidP="008D1B7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Коробка В.І.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рада </w:t>
      </w:r>
    </w:p>
    <w:p w:rsidR="008D1B7E" w:rsidRPr="00AF2E62" w:rsidRDefault="008D1B7E" w:rsidP="008D1B7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8D1B7E" w:rsidRPr="00AF2E62" w:rsidRDefault="008D1B7E" w:rsidP="008D1B7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D1B7E" w:rsidRPr="004275CA" w:rsidRDefault="008D1B7E" w:rsidP="008D1B7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Відмовити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Коробка Віталію Ігоровичу, 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D221C9">
        <w:rPr>
          <w:rFonts w:ascii="Times New Roman" w:eastAsia="Calibri" w:hAnsi="Times New Roman" w:cs="Times New Roman"/>
          <w:sz w:val="24"/>
          <w:lang w:eastAsia="en-US"/>
        </w:rPr>
        <w:t>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>у наданні дозволу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0,25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00га,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 і обслуговування житлового будинку, господарських будівель та споруд (присадибна ділянка)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яка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, так як бажана земельна  ділянка  передана в приватну власність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Клімчуку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В.Я. жителю  села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, на підставі Декретного рішення  №4   від  24 січня 1996 року. </w:t>
      </w:r>
    </w:p>
    <w:p w:rsidR="008D1B7E" w:rsidRPr="00AF2E62" w:rsidRDefault="008D1B7E" w:rsidP="008D1B7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D1B7E" w:rsidRPr="00AF2E62" w:rsidRDefault="008D1B7E" w:rsidP="008D1B7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D1B7E" w:rsidRPr="00AF2E62" w:rsidRDefault="008D1B7E" w:rsidP="008D1B7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D1B7E" w:rsidRDefault="008D1B7E" w:rsidP="008D1B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D1B7E" w:rsidRDefault="008D1B7E" w:rsidP="008D1B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D1B7E" w:rsidRDefault="008D1B7E" w:rsidP="008D1B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D1B7E" w:rsidRDefault="008D1B7E" w:rsidP="008D1B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D1B7E" w:rsidRDefault="008D1B7E" w:rsidP="008D1B7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222A87" w:rsidRDefault="00222A87"/>
    <w:sectPr w:rsidR="00222A8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B7E"/>
    <w:rsid w:val="00222A87"/>
    <w:rsid w:val="008D1B7E"/>
    <w:rsid w:val="00D2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B7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B7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53</TotalTime>
  <Pages>1</Pages>
  <Words>232</Words>
  <Characters>1329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2021-06-22T08:27:00Z</dcterms:created>
  <dcterms:modified xsi:type="dcterms:W3CDTF">2021-06-22T13:47:00Z</dcterms:modified>
</cp:coreProperties>
</file>