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09" w:rsidRDefault="00411C09" w:rsidP="00411C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11C09" w:rsidRDefault="00411C09" w:rsidP="00411C09"/>
    <w:p w:rsidR="00411C09" w:rsidRDefault="00411C09" w:rsidP="00411C09"/>
    <w:p w:rsidR="00411C09" w:rsidRDefault="00411C09" w:rsidP="00411C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1C09" w:rsidRDefault="00411C09" w:rsidP="00411C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1C09" w:rsidRDefault="00411C09" w:rsidP="00411C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1C09" w:rsidRDefault="00411C09" w:rsidP="00411C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1C09" w:rsidRDefault="00411C09" w:rsidP="00411C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C09" w:rsidRDefault="00411C09" w:rsidP="00411C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1C09" w:rsidRDefault="00411C09" w:rsidP="00411C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C09" w:rsidRDefault="00411C09" w:rsidP="00411C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1C09" w:rsidRDefault="00411C09" w:rsidP="00411C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1C09" w:rsidRDefault="00411C09" w:rsidP="00411C0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411C09" w:rsidRDefault="00411C09" w:rsidP="00411C09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27E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0,0400га,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11C09" w:rsidRDefault="00411C09" w:rsidP="00411C0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C09" w:rsidRDefault="00411C09" w:rsidP="00411C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C09" w:rsidRDefault="00411C09" w:rsidP="00411C0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735D75" w:rsidRDefault="00735D75"/>
    <w:sectPr w:rsidR="00735D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C09"/>
    <w:rsid w:val="00171A2E"/>
    <w:rsid w:val="00304C90"/>
    <w:rsid w:val="00411C09"/>
    <w:rsid w:val="00505B6D"/>
    <w:rsid w:val="006D3977"/>
    <w:rsid w:val="00735D75"/>
    <w:rsid w:val="007D6C18"/>
    <w:rsid w:val="00D1641A"/>
    <w:rsid w:val="00D2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2020-06-23T13:13:00Z</dcterms:created>
  <dcterms:modified xsi:type="dcterms:W3CDTF">2020-06-23T15:50:00Z</dcterms:modified>
</cp:coreProperties>
</file>