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B1" w:rsidRPr="00D815F3" w:rsidRDefault="009125B1" w:rsidP="009125B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9125B1" w:rsidRPr="001869AA" w:rsidRDefault="009125B1" w:rsidP="009125B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200" name="Группа 11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2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2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c18MA&#10;AADeAAAADwAAAGRycy9kb3ducmV2LnhtbERPS2vCQBC+F/wPywi91c0DrERXEdGSg1BM633Ijkkw&#10;Oxuya5L++65Q6G0+vudsdpNpxUC9aywriBcRCOLS6oYrBd9fp7cVCOeRNbaWScEPOdhtZy8bzLQd&#10;+UJD4SsRQthlqKD2vsukdGVNBt3CdsSBu9neoA+wr6TucQzhppVJFC2lwYZDQ40dHWoq78XDKLDp&#10;R36+VsklPfK75/3n6nadzkq9zqf9GoSnyf+L/9y5DvPjJIrh+U6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pc1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xwA8YA&#10;AADeAAAADwAAAGRycy9kb3ducmV2LnhtbERPS2sCMRC+F/ofwhR6Ec26B1u3RinC9nUQ3Apeh810&#10;s+1msiSpbv31Rih4m4/vOYvVYDtxIB9axwqmkwwEce10y42C3Wc5fgQRIrLGzjEp+KMAq+XtzQIL&#10;7Y68pUMVG5FCOBSowMTYF1KG2pDFMHE9ceK+nLcYE/SN1B6PKdx2Ms+ymbTYcmow2NPaUP1T/VoF&#10;3+XG7NcPpxc/mm/pNCo/Xrv3mVL3d8PzE4hIQ7yK/91vOs2f5lkOl3fSDXJ5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xwA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NxmcMA&#10;AADeAAAADwAAAGRycy9kb3ducmV2LnhtbESP0YrCMBBF3wX/IYzgi2iqwiLVKCIq4otY/YChGZti&#10;MylNtPXvzcLCvs1w79xzZ7XpbCXe1PjSsYLpJAFBnDtdcqHgfjuMFyB8QNZYOSYFH/KwWfd7K0y1&#10;a/lK7ywUIoawT1GBCaFOpfS5IYt+4mriqD1cYzHEtSmkbrCN4baSsyT5kRZLjgSDNe0M5c/sZSPk&#10;MsfL+dHeDscOW9yfDY+2V6WGg267BBGoC//mv+uTjvWns2QOv+/EGe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Nxm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7818QA&#10;AADeAAAADwAAAGRycy9kb3ducmV2LnhtbERPTUsDMRC9C/0PYYTebLZLrWVtWkqtIIIHq1C8DZvp&#10;7uJmEpKxu/57Iwje5vE+Z70dXa8uFFPn2cB8VoAirr3tuDHw/vZ4swKVBNli75kMfFOC7WZytcbK&#10;+oFf6XKURuUQThUaaEVCpXWqW3KYZj4QZ+7so0PJMDbaRhxyuOt1WRRL7bDj3NBioH1L9efxyxl4&#10;GQ7h+W55ew4fcVHq9GDltBdjptfj7h6U0Cj/4j/3k83z52Wxg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u/N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MdsYA&#10;AADeAAAADwAAAGRycy9kb3ducmV2LnhtbESPwWrDMBBE74H+g9hCL6GR49JQXCshlDgUX0KSfsBi&#10;rS1Ta2UsxXb/PioUettlZufN5rvZdmKkwbeOFaxXCQjiyumWGwVf1+L5DYQPyBo7x6Tghzzstg+L&#10;HDPtJj7TeAmNiCHsM1RgQugzKX1lyKJfuZ44arUbLIa4Do3UA04x3HYyTZKNtNhyJBjs6cNQ9X25&#10;2Qg5veCprKdrcZxxwkNpeLk/K/X0OO/fQQSaw7/57/pTx/rrNHmF33fiDH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ZMd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DHO8QA&#10;AADeAAAADwAAAGRycy9kb3ducmV2LnhtbERPTUvDQBC9C/6HZQRvdtOgqcRuS2kVRPDQVhBvQ3aa&#10;BLOzy+7YxH/vCoK3ebzPWa4nN6gzxdR7NjCfFaCIG297bg28HZ9u7kElQbY4eCYD35Rgvbq8WGJt&#10;/ch7Oh+kVTmEU40GOpFQa52ajhymmQ/EmTv56FAyjK22Eccc7gZdFkWlHfacGzoMtO2o+Tx8OQOv&#10;42N4WVR3p/ARb0uddlbet2LM9dW0eQAlNMm/+M/9bPP8eVlU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wxz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l/ScUA&#10;AADeAAAADwAAAGRycy9kb3ducmV2LnhtbERP22oCMRB9L/gPYQRfpGa11JbVKCqEFlooXqCvw2bc&#10;XdxMliS6279vCkLf5nCus1z3thE38qF2rGA6yUAQF87UXCo4HfXjK4gQkQ02jknBDwVYrwYPS8yN&#10;63hPt0MsRQrhkKOCKsY2lzIUFVkME9cSJ+7svMWYoC+l8dilcNvIWZbNpcWaU0OFLe0qKi6Hq1Ww&#10;/erKJz8utr37OL99P2tt9KdWajTsNwsQkfr4L767302aP51lL/D3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uX9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hxMUA&#10;AADeAAAADwAAAGRycy9kb3ducmV2LnhtbESPQWvDMAyF74P9B6NBb6vTsI2S1i1lIzDGLmv7A0Ss&#10;xmljOdhumv776TDYTeI9vfdpvZ18r0aKqQtsYDEvQBE3wXbcGjge6uclqJSRLfaBycCdEmw3jw9r&#10;rGy48Q+N+9wqCeFUoQGX81BpnRpHHtM8DMSinUL0mGWNrbYRbxLue10WxZv22LE0OBzo3VFz2V+9&#10;gfqr/B4vVxvrsJtePL268/LDGTN7mnYrUJmm/G/+u/60gr8oC+GVd2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FqHE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pOoMUA&#10;AADeAAAADwAAAGRycy9kb3ducmV2LnhtbERP22oCMRB9L/gPYQRfpGa1VNrVKCqEFlooXqCvw2bc&#10;XdxMliS6279vCkLf5nCus1z3thE38qF2rGA6yUAQF87UXCo4HfXjC4gQkQ02jknBDwVYrwYPS8yN&#10;63hPt0MsRQrhkKOCKsY2lzIUFVkME9cSJ+7svMWYoC+l8dilcNvIWZbNpcWaU0OFLe0qKi6Hq1Ww&#10;/erKJz8utr37OL99P2tt9KdWajTsNwsQkfr4L767302aP51lr/D3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k6g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k7H8UA&#10;AADeAAAADwAAAGRycy9kb3ducmV2LnhtbESPQWvDMAyF74P9B6PBbquTsI2S1i2lJTDGLmv7A0Ss&#10;xVljOdhumv376TDYTUJP771vvZ39oCaKqQ9soFwUoIjbYHvuDJxPzdMSVMrIFofAZOCHEmw393dr&#10;rG248SdNx9wpMeFUowGX81hrnVpHHtMijMRy+wrRY5Y1dtpGvIm5H3RVFK/aY8+S4HCkvaP2crx6&#10;A8179TFdrjY2YTc/e3px38uDM+bxYd6tQGWa87/47/vNSv2yKgV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uTsf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AbMAA&#10;AADeAAAADwAAAGRycy9kb3ducmV2LnhtbERP24rCMBB9X/Afwgi+rWm8IdUosqCsj1Y/YGjGtthM&#10;apO19e/NguDbHM511tve1uJBra8ca1DjBARx7kzFhYbLef+9BOEDssHaMWl4koftZvC1xtS4jk/0&#10;yEIhYgj7FDWUITSplD4vyaIfu4Y4clfXWgwRtoU0LXYx3NZykiQLabHi2FBiQz8l5bfsz2qYPbvD&#10;PZvfkr2xpI7T5sghn2s9Gva7FYhAffiI3+5fE+eriVLw/068QW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sAb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uItMMA&#10;AADeAAAADwAAAGRycy9kb3ducmV2LnhtbERPS0vDQBC+C/6HZQRvdpMcQo3dhNJSEU82Vs9DdpqE&#10;ZmdDdpvHv3cLBW/z8T1nU8ymEyMNrrWsIF5FIIgrq1uuFZy+Dy9rEM4ja+wsk4KFHBT548MGM20n&#10;PtJY+lqEEHYZKmi87zMpXdWQQbeyPXHgznYw6AMcaqkHnEK46WQSRak02HJoaLCnXUPVpbwaBdf0&#10;Nznx+VN/lfvl/XV/2Dr5Uyv1/DRv30B4mv2/+O7+0GF+nMQJ3N4JN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uIt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idMsYA&#10;AADeAAAADwAAAGRycy9kb3ducmV2LnhtbERPTWvCQBC9F/wPywje6iYqwaauogWhelC0euhtzI5J&#10;2uxsmt1q/PddoeBtHu9zJrPWVOJCjSstK4j7EQjizOqScwWHj+XzGITzyBory6TgRg5m087TBFNt&#10;r7yjy97nIoSwS1FB4X2dSumyggy6vq2JA3e2jUEfYJNL3eA1hJtKDqIokQZLDg0F1vRWUPa9/zUK&#10;jttx8rJdrEZf680Jh0b/fOoyUarXbeevIDy1/iH+d7/rMD8exEO4vxNu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idM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iS0sMA&#10;AADeAAAADwAAAGRycy9kb3ducmV2LnhtbERPS4vCMBC+C/6HMMLeNG0VkWoUddFd9uQLvA7N2Bab&#10;SWmyWv31ZmHB23x8z5ktWlOJGzWutKwgHkQgiDOrS84VnI6b/gSE88gaK8uk4EEOFvNuZ4aptnfe&#10;0+3gcxFC2KWooPC+TqV0WUEG3cDWxIG72MagD7DJpW7wHsJNJZMoGkuDJYeGAmtaF5RdD79GwXN8&#10;xp37SlafQ+3pMZps7c9uq9RHr11OQXhq/Vv87/7WYX6cxCP4eyf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iS0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1e58MA&#10;AADeAAAADwAAAGRycy9kb3ducmV2LnhtbERPzYrCMBC+L/gOYQRva9qii1ajyKLgzbX6AEMzpsVm&#10;Upus1n36jbCwt/n4fme57m0j7tT52rGCdJyAIC6drtkoOJ927zMQPiBrbByTgid5WK8Gb0vMtXvw&#10;ke5FMCKGsM9RQRVCm0vpy4os+rFriSN3cZ3FEGFnpO7wEcNtI7Mk+ZAWa44NFbb0WVF5Lb6tgpvL&#10;provtni4budftTGT289xotRo2G8WIAL14V/8597rOD/N0im83ok3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1e5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Ome8QA&#10;AADeAAAADwAAAGRycy9kb3ducmV2LnhtbERPPW/CMBDdkfgP1lViK06CGmiKidpKSKzQDoxX+0jS&#10;xucQuxD66zFSJbZ7ep+3LAfbihP1vnGsIJ0mIIi1Mw1XCj4/1o8LED4gG2wdk4ILeShX49ESC+PO&#10;vKXTLlQihrAvUEEdQldI6XVNFv3UdcSRO7jeYoiwr6Tp8RzDbSuzJMmlxYZjQ40dvdekf3a/VsGm&#10;+aKnXB+e7eJNb/d/xzCbfxulJg/D6wuIQEO4i//dGxPnp1maw+2deIN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Dpn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76N8YA&#10;AADeAAAADwAAAGRycy9kb3ducmV2LnhtbERP0WrCQBB8F/oPxxZ800vyYG30lFooVKpCrejrktvm&#10;QnN7IXfG+PeeIPRtdmdnZme+7G0tOmp95VhBOk5AEBdOV1wqOPx8jKYgfEDWWDsmBVfysFw8DeaY&#10;a3fhb+r2oRTRhH2OCkwITS6lLwxZ9GPXEEfu17UWQxzbUuoWL9Hc1jJLkom0WHFMMNjQu6Hib3+2&#10;CjrcXZOTWW1f19WmyHar45eOezV87t9mIAL14f/4of7U8f00S1/gXidi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76N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yx38UA&#10;AADeAAAADwAAAGRycy9kb3ducmV2LnhtbESPQU/DMAyF70j7D5EncWNpe0CoWzZNk4Y4QuHA0Wu8&#10;pltjV0lYC7+eHJC42XrP733e7GY/qBuF2AsbKFcFKOJWbM+dgY/348MTqJiQLQ7CZOCbIuy2i7sN&#10;1lYmfqNbkzqVQzjWaMClNNZax9aRx7iSkThrZwkeU15Dp23AKYf7QVdF8ag99pwbHI50cNRemy9v&#10;YHpuT5fq/GndTxjl2LzKpRrEmPvlvF+DSjSnf/Pf9YvN+GVVZt78Tp5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PLHf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gEU8UA&#10;AADeAAAADwAAAGRycy9kb3ducmV2LnhtbERPS2vCQBC+C/6HZQq96SY5qE1dxfoAkUrRtvdpdprE&#10;7s6G7Fbjv3eFQm/z8T1nOu+sEWdqfe1YQTpMQBAXTtdcKvh43wwmIHxA1mgck4IreZjP+r0p5tpd&#10;+EDnYyhFDGGfo4IqhCaX0hcVWfRD1xBH7tu1FkOEbSl1i5cYbo3MkmQkLdYcGypsaFlR8XP8tQo2&#10;bytzyvaHxacMy/X4y0x2L6tXpR4fusUziEBd+Bf/ubc6zk+z9Anu78Qb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iAR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658cA&#10;AADeAAAADwAAAGRycy9kb3ducmV2LnhtbESPQWvCQBCF7wX/wzKCl6IbU1okukopiAotWBW8jtkx&#10;CWZnQ3aN6b/vHAq9zTBv3nvfYtW7WnXUhsqzgekkAUWce1txYeB0XI9noEJEtlh7JgM/FGC1HDwt&#10;MLP+wd/UHWKhxIRDhgbKGJtM65CX5DBMfEMst6tvHUZZ20LbFh9i7mqdJsmbdlixJJTY0EdJ+e1w&#10;dwa6/eel2Hah2d1mz+H15bLZfNmzMaNh/z4HFamP/+K/762V+tM0FQDBkRn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ouu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hhYcUA&#10;AADeAAAADwAAAGRycy9kb3ducmV2LnhtbERPTWvCQBC9F/oflil4q5sEKza6ShUELwW1PdTbmB2T&#10;YHY23V01+utdodDbPN7nTGadacSZnK8tK0j7CQjiwuqaSwXfX8vXEQgfkDU2lknBlTzMps9PE8y1&#10;vfCGzttQihjCPkcFVQhtLqUvKjLo+7YljtzBOoMhQldK7fASw00jsyQZSoM1x4YKW1pUVBy3J6Ng&#10;/j6a/64H/Hnb7He0+9kf3zKXKNV76T7GIAJ14V/8517pOD/NshQe78Qb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GFhxQAAAN4AAAAPAAAAAAAAAAAAAAAAAJgCAABkcnMv&#10;ZG93bnJldi54bWxQSwUGAAAAAAQABAD1AAAAigMAAAAA&#10;" fillcolor="black" stroked="f"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nxFsUA&#10;AADeAAAADwAAAGRycy9kb3ducmV2LnhtbERPS2sCMRC+C/0PYQq9adZARVajaB9Q0B60HjyOm3E3&#10;7GaybFJd++ubgtDbfHzPmS9714gLdcF61jAeZSCIC28slxoOX+/DKYgQkQ02nknDjQIsFw+DOebG&#10;X3lHl30sRQrhkKOGKsY2lzIUFTkMI98SJ+7sO4cxwa6UpsNrCneNVFk2kQ4tp4YKW3qpqKj3307D&#10;cTOx050lddr+rN/M9rlef77WWj899qsZiEh9/Bff3R8mzR8rpeDvnXS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GfEW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c5v8QA&#10;AADeAAAADwAAAGRycy9kb3ducmV2LnhtbERPTWsCMRC9F/ofwgjeNOsKIlujiKW0lx6qLb0Om3Gz&#10;7mayTaKu/nojCL3N433OYtXbVpzIh9qxgsk4A0FcOl1zpeB79zaagwgRWWPrmBRcKMBq+fy0wEK7&#10;M3/RaRsrkUI4FKjAxNgVUobSkMUwdh1x4vbOW4wJ+kpqj+cUbluZZ9lMWqw5NRjsaGOobLZHq8Cv&#10;f1+bKx9/muz6eQnvh/5vjkap4aBfv4CI1Md/8cP9odP8SZ5P4f5Ou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HOb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8XgMQA&#10;AADeAAAADwAAAGRycy9kb3ducmV2LnhtbERP22rCQBB9L/gPywh9KXVjEG1TVxFBKFQErR8wzU6T&#10;0N3ZkB019uvdQsG3OZzrzJe9d+pMXWwCGxiPMlDEZbANVwaOn5vnF1BRkC26wGTgShGWi8HDHAsb&#10;Lryn80EqlUI4FmigFmkLrWNZk8c4Ci1x4r5D51ES7CptO7ykcO90nmVT7bHh1FBjS+uayp/DyRtw&#10;+Zd7/ZjFrVyPepv9etk/7awxj8N+9QZKqJe7+N/9btP8cZ5P4O+ddIN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fF4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PzQcQA&#10;AADeAAAADwAAAGRycy9kb3ducmV2LnhtbERPTWsCMRC9F/wPYQq91awLlbI1ilWEvXjoVvE6bqab&#10;xWSybFLd+usbQfA2j/c5s8XgrDhTH1rPCibjDARx7XXLjYLd9+b1HUSIyBqtZ1LwRwEW89HTDAvt&#10;L/xF5yo2IoVwKFCBibErpAy1IYdh7DvixP343mFMsG+k7vGSwp2VeZZNpcOWU4PBjlaG6lP16xSs&#10;q87mu9J8hsN+ezza8rqhw1qpl+dh+QEi0hAf4ru71Gn+JM/f4PZOukH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D80H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TfAMIA&#10;AADeAAAADwAAAGRycy9kb3ducmV2LnhtbERPTYvCMBC9L/gfwgje1sQeukvXKCIKwp509bC3IRnb&#10;ajMpTdbWf28WBG/zeJ8zXw6uETfqQu1Zw2yqQBAbb2suNRx/tu+fIEJEtth4Jg13CrBcjN7mWFjf&#10;855uh1iKFMKhQA1VjG0hZTAVOQxT3xIn7uw7hzHBrpS2wz6Fu0ZmSuXSYc2pocKW1hWZ6+HPabhs&#10;5bc3Cs3peOp39uN3k1OjtJ6Mh9UXiEhDfImf7p1N82dZlsP/O+kG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1N8A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XnL8QA&#10;AADeAAAADwAAAGRycy9kb3ducmV2LnhtbERPTWvCQBC9F/oflil4qxtTkBhdxQpCsXioinicZsck&#10;JDsbdldN/70rFLzN433ObNGbVlzJ+dqygtEwAUFcWF1zqeCwX79nIHxA1thaJgV/5GExf32ZYa7t&#10;jX/ouguliCHsc1RQhdDlUvqiIoN+aDviyJ2tMxgidKXUDm8x3LQyTZKxNFhzbKiwo1VFRbO7GAWn&#10;yzeftx+bpfsMR9vvfZP+Zo1Sg7d+OQURqA9P8b/7S8f5ozSbwOOdeIO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F5y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sNHckA&#10;AADeAAAADwAAAGRycy9kb3ducmV2LnhtbESPQW/CMAyF75P4D5GRuI2Uik1QCGhMmrTLpAE7jJtp&#10;TFvROF2SQbdfPx8mcbPl5/fet1z3rlUXCrHxbGAyzkARl942XBn42L/cz0DFhGyx9UwGfijCejW4&#10;W2Jh/ZW3dNmlSokJxwIN1Cl1hdaxrMlhHPuOWG4nHxwmWUOlbcCrmLtW51n2qB02LAk1dvRcU3ne&#10;fTsDm/ls8/U+5bff7fFAh8/j+SEPmTGjYf+0AJWoTzfx//erlfqTfC4AgiMz6N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vsNHckAAADeAAAADwAAAAAAAAAAAAAAAACYAgAA&#10;ZHJzL2Rvd25yZXYueG1sUEsFBgAAAAAEAAQA9QAAAI4DAAAAAA==&#10;" fillcolor="black" stroked="f"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GjLMMA&#10;AADeAAAADwAAAGRycy9kb3ducmV2LnhtbERP30vDMBB+F/Y/hBv45tJOEK3LRhmMiU/dVHy9Nbem&#10;rLmUJGb1vzeC4Nt9fD9vtZnsIBL50DtWUC4KEMSt0z13Ct7fdnePIEJE1jg4JgXfFGCznt2ssNLu&#10;ygdKx9iJHMKhQgUmxrGSMrSGLIaFG4kzd3beYszQd1J7vOZwO8hlUTxIiz3nBoMjbQ21l+OXVZBO&#10;26a+T5/JHF593XnX7D9OjVK386l+BhFpiv/iP/eLzvPL5VMJ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GjL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95UsUA&#10;AADeAAAADwAAAGRycy9kb3ducmV2LnhtbERPTWvCQBC9F/wPywi91U1ykBpdpUgrbS/aKNjjkJ1m&#10;Q7OzIbvG1F/vCkJv83ifs1gNthE9db52rCCdJCCIS6drrhQc9m9PzyB8QNbYOCYFf+RhtRw9LDDX&#10;7sxf1BehEjGEfY4KTAhtLqUvDVn0E9cSR+7HdRZDhF0ldYfnGG4bmSXJVFqsOTYYbGltqPwtTlaB&#10;T9evx097mfXfG8Pb4sNMd5VR6nE8vMxBBBrCv/juftdxfprNMri9E2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f3l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25B1" w:rsidRPr="00D815F3" w:rsidRDefault="009125B1" w:rsidP="009125B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9125B1" w:rsidRPr="001869AA" w:rsidRDefault="009125B1" w:rsidP="009125B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125B1" w:rsidRPr="001869AA" w:rsidRDefault="009125B1" w:rsidP="009125B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125B1" w:rsidRPr="001869AA" w:rsidRDefault="009125B1" w:rsidP="009125B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125B1" w:rsidRPr="00D815F3" w:rsidRDefault="009125B1" w:rsidP="009125B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9125B1" w:rsidRPr="001869AA" w:rsidRDefault="009125B1" w:rsidP="009125B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9125B1" w:rsidRPr="001869AA" w:rsidRDefault="009125B1" w:rsidP="009125B1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125B1" w:rsidRPr="001869AA" w:rsidRDefault="009125B1" w:rsidP="009125B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9125B1" w:rsidRPr="001869AA" w:rsidRDefault="009125B1" w:rsidP="009125B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125B1" w:rsidRPr="001869AA" w:rsidRDefault="009125B1" w:rsidP="009125B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5B1" w:rsidRDefault="009125B1" w:rsidP="009125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5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25B1" w:rsidRDefault="009125B1" w:rsidP="009125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125B1" w:rsidRDefault="009125B1" w:rsidP="009125B1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9125B1" w:rsidRPr="001869AA" w:rsidRDefault="009125B1" w:rsidP="009125B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125B1" w:rsidRDefault="009125B1" w:rsidP="009125B1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9125B1" w:rsidRPr="001869AA" w:rsidRDefault="009125B1" w:rsidP="009125B1">
      <w:pPr>
        <w:spacing w:after="0" w:line="240" w:lineRule="auto"/>
        <w:jc w:val="center"/>
        <w:rPr>
          <w:rFonts w:ascii="Times New Roman" w:hAnsi="Times New Roman"/>
        </w:rPr>
      </w:pPr>
    </w:p>
    <w:p w:rsidR="009125B1" w:rsidRPr="004C78CD" w:rsidRDefault="009125B1" w:rsidP="009125B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9125B1" w:rsidRPr="008E2C07" w:rsidRDefault="009125B1" w:rsidP="009125B1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Ковальчук О.Г.</w:t>
      </w: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Ковальчук О.Г.,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9125B1" w:rsidRPr="008E2C07" w:rsidRDefault="009125B1" w:rsidP="009125B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Ковальчук Оксані Григорівні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зареєстрована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FE0349">
        <w:rPr>
          <w:rFonts w:ascii="Times New Roman" w:hAnsi="Times New Roman"/>
          <w:sz w:val="24"/>
          <w:lang w:val="en-US"/>
        </w:rPr>
        <w:t>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0,50</w:t>
      </w:r>
      <w:r w:rsidRPr="008E2C07">
        <w:rPr>
          <w:rFonts w:ascii="Times New Roman" w:hAnsi="Times New Roman"/>
          <w:sz w:val="24"/>
          <w:lang w:val="ru-RU"/>
        </w:rPr>
        <w:t xml:space="preserve">00га,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 в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Лисиче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>. Ковальчук О.Г.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9125B1" w:rsidRPr="008E2C07" w:rsidRDefault="009125B1" w:rsidP="009125B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9125B1" w:rsidRPr="008E2C07" w:rsidRDefault="009125B1" w:rsidP="009125B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9125B1" w:rsidRDefault="009125B1" w:rsidP="009125B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844AF3" w:rsidRDefault="00844AF3"/>
    <w:sectPr w:rsidR="00844AF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B1"/>
    <w:rsid w:val="00171A2E"/>
    <w:rsid w:val="00304C90"/>
    <w:rsid w:val="00505B6D"/>
    <w:rsid w:val="006D3977"/>
    <w:rsid w:val="007D6C18"/>
    <w:rsid w:val="00844AF3"/>
    <w:rsid w:val="009125B1"/>
    <w:rsid w:val="00D1641A"/>
    <w:rsid w:val="00FE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B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B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224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2020-11-17T16:15:00Z</dcterms:created>
  <dcterms:modified xsi:type="dcterms:W3CDTF">2020-11-18T07:01:00Z</dcterms:modified>
</cp:coreProperties>
</file>