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959" w:rsidRDefault="00653959" w:rsidP="006539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3959" w:rsidRDefault="00653959" w:rsidP="006539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3959" w:rsidRDefault="00653959" w:rsidP="006539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53959" w:rsidRDefault="00653959" w:rsidP="006539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53959" w:rsidRDefault="00653959" w:rsidP="006539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3959" w:rsidRDefault="00653959" w:rsidP="006539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№99</w:t>
      </w:r>
    </w:p>
    <w:p w:rsidR="00653959" w:rsidRPr="00CB71B2" w:rsidRDefault="00653959" w:rsidP="0065395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53959" w:rsidRPr="00CB71B2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53959" w:rsidRPr="00CB71B2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53959" w:rsidRPr="00CB71B2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53959" w:rsidRPr="00CB71B2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 </w:t>
      </w:r>
    </w:p>
    <w:p w:rsidR="00653959" w:rsidRPr="003124BE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Миронюк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Л.Б.</w:t>
      </w:r>
    </w:p>
    <w:p w:rsidR="00653959" w:rsidRPr="00CB71B2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3959" w:rsidRPr="00CB71B2" w:rsidRDefault="00653959" w:rsidP="006539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</w:t>
      </w:r>
    </w:p>
    <w:p w:rsidR="00653959" w:rsidRPr="00CB71B2" w:rsidRDefault="00653959" w:rsidP="006539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53959" w:rsidRPr="00CB71B2" w:rsidRDefault="00653959" w:rsidP="006539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Лідії Борисівні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C06FD">
        <w:rPr>
          <w:rFonts w:ascii="Times New Roman" w:eastAsia="Calibri" w:hAnsi="Times New Roman" w:cs="Times New Roman"/>
          <w:sz w:val="24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EC06F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иватну власність,  площею 0,1364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ка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дастровий номер: 6823984000:02:001:0022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 і обслуговування житлового будинку, господарських будівель і споруд (присадибна ділянка)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(Шепетівський)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вулиця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90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53959" w:rsidRPr="00CB71B2" w:rsidRDefault="00653959" w:rsidP="006539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Л.Б.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53959" w:rsidRPr="00CB71B2" w:rsidRDefault="00653959" w:rsidP="006539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53959" w:rsidRPr="00CB71B2" w:rsidRDefault="00653959" w:rsidP="006539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53959" w:rsidRPr="00CB71B2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5454" w:rsidRPr="00653959" w:rsidRDefault="00653959" w:rsidP="006539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25454" w:rsidRPr="006539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959"/>
    <w:rsid w:val="00171A2E"/>
    <w:rsid w:val="00304C90"/>
    <w:rsid w:val="00505B6D"/>
    <w:rsid w:val="00625454"/>
    <w:rsid w:val="00653959"/>
    <w:rsid w:val="006D3977"/>
    <w:rsid w:val="007D6C18"/>
    <w:rsid w:val="00D1641A"/>
    <w:rsid w:val="00EC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C1141"/>
  <w15:docId w15:val="{3A3B7063-C319-4CB1-8AD4-361AF61D0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395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539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539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5395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271</Words>
  <Characters>1546</Characters>
  <Application>Microsoft Office Word</Application>
  <DocSecurity>0</DocSecurity>
  <Lines>12</Lines>
  <Paragraphs>3</Paragraphs>
  <ScaleCrop>false</ScaleCrop>
  <Company>Microsoft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2021-04-28T12:19:00Z</dcterms:created>
  <dcterms:modified xsi:type="dcterms:W3CDTF">2021-04-28T13:29:00Z</dcterms:modified>
</cp:coreProperties>
</file>