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5937" w:rsidRPr="00E61395" w:rsidRDefault="00945937" w:rsidP="00945937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AB37DA">
        <w:pict>
          <v:group id="_x0000_s1026" style="position:absolute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45937" w:rsidRDefault="00945937" w:rsidP="00945937"/>
    <w:p w:rsidR="00945937" w:rsidRDefault="00945937" w:rsidP="00945937"/>
    <w:p w:rsidR="00945937" w:rsidRDefault="00945937" w:rsidP="009459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45937" w:rsidRDefault="00945937" w:rsidP="009459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45937" w:rsidRDefault="00945937" w:rsidP="009459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45937" w:rsidRDefault="00945937" w:rsidP="009459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45937" w:rsidRDefault="00945937" w:rsidP="009459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5937" w:rsidRDefault="00945937" w:rsidP="009459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45937" w:rsidRDefault="00945937" w:rsidP="009459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45937" w:rsidRDefault="00945937" w:rsidP="0094593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45937" w:rsidRPr="00026B17" w:rsidRDefault="00945937" w:rsidP="00945937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12</w:t>
      </w:r>
    </w:p>
    <w:p w:rsidR="00945937" w:rsidRDefault="00945937" w:rsidP="0094593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45937" w:rsidRDefault="00945937" w:rsidP="0094593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945937" w:rsidRDefault="00945937" w:rsidP="00945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Відповідно до ст.25, ст.42 Закону України «Про місцеве самоврядування в Україні» в зв’язку із поданими  заявами  громадян - жителів Крупецької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3 від 24.12.2019 року «Про сільський  бюджет  Крупецької сільської ради на 2020 рік», та рішення сесії сільської ради № 7 від 12.01.2018 року «Про затвердження Програми та Положення про надання матеріальної допомоги громадянам»</w:t>
      </w:r>
    </w:p>
    <w:p w:rsidR="00945937" w:rsidRDefault="00945937" w:rsidP="00945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945937" w:rsidRDefault="00945937" w:rsidP="00945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945937" w:rsidRDefault="00945937" w:rsidP="00945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на лікування  жителям  Крупецької сільської ради :</w:t>
      </w:r>
    </w:p>
    <w:p w:rsidR="00945937" w:rsidRDefault="00945937" w:rsidP="00945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Форсюк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Василю Петровичу в розмірі 1000.00 ( одна тисяча)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945937" w:rsidRDefault="00945937" w:rsidP="00945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Гончарук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Ларисі Василівні в розмірі 1000.00 ( одна тисяча) грн.  на лікування свекрухи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Гончарук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Марії Іванівни; </w:t>
      </w:r>
    </w:p>
    <w:p w:rsidR="00945937" w:rsidRDefault="00945937" w:rsidP="00945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Мартинюк Галині Анатоліївні в розмірі 1000.00 ( одна тисяча)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945937" w:rsidRDefault="00945937" w:rsidP="00945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Мандзиняк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Василю Ярославовичу в розмірі 500.00 ( п’ятсот) грн. на лікування матері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Мандзиняк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Віри Василівни;</w:t>
      </w:r>
    </w:p>
    <w:p w:rsidR="00945937" w:rsidRDefault="00945937" w:rsidP="00945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Тульчій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Олені Олексіївні в розмірі 1000.00 ( одна тисяча)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лікування матері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Гончарук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Любов Федорівни ;</w:t>
      </w:r>
    </w:p>
    <w:p w:rsidR="00945937" w:rsidRDefault="00945937" w:rsidP="00945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Ніколайчук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Жанні Миколаївні в розмірі 2000.00 ( дві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945937" w:rsidRDefault="00945937" w:rsidP="00945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Нікітчук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Ользі Миколаївні  в розмірі 500.00 ( п’ятсот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945937" w:rsidRDefault="00945937" w:rsidP="00945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Северенюк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Людмилі Федорівні в розмірі 1000.00 ( одна тисяча)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945937" w:rsidRDefault="00945937" w:rsidP="00945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Охремчук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Галині  Олександрівні  в розмірі 2900.00 ( дві тисячі дев’ятсот ) грн. на лікування онуки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Петруніної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Юлії Євгеніївни.</w:t>
      </w:r>
    </w:p>
    <w:p w:rsidR="00945937" w:rsidRDefault="00945937" w:rsidP="009459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2.Відділу бухгалтерського обліку Крупецької сільської ради здійснити виплату матеріальної допомоги вищеназваним громадянам .</w:t>
      </w:r>
    </w:p>
    <w:p w:rsidR="00945937" w:rsidRDefault="00945937" w:rsidP="00945937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3.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(О.В.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945937" w:rsidRDefault="00945937" w:rsidP="009459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сільської ради                                                                                      В.М.Мазур</w:t>
      </w:r>
    </w:p>
    <w:p w:rsidR="006A7C88" w:rsidRDefault="006A7C88"/>
    <w:sectPr w:rsidR="006A7C88" w:rsidSect="006A7C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945937"/>
    <w:rsid w:val="00171A2E"/>
    <w:rsid w:val="00304C90"/>
    <w:rsid w:val="00505B6D"/>
    <w:rsid w:val="006A7C88"/>
    <w:rsid w:val="006D3977"/>
    <w:rsid w:val="007D6C18"/>
    <w:rsid w:val="00945937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5937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2</Pages>
  <Words>345</Words>
  <Characters>1967</Characters>
  <Application>Microsoft Office Word</Application>
  <DocSecurity>0</DocSecurity>
  <Lines>16</Lines>
  <Paragraphs>4</Paragraphs>
  <ScaleCrop>false</ScaleCrop>
  <Company>Microsoft</Company>
  <LinksUpToDate>false</LinksUpToDate>
  <CharactersWithSpaces>2308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2020-03-16T12:27:00Z</dcterms:created>
  <dcterms:modified xsi:type="dcterms:W3CDTF">2020-03-16T12:27:00Z</dcterms:modified>
</cp:coreProperties>
</file>