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936" w:rsidRPr="0081108E" w:rsidRDefault="00283936" w:rsidP="0028393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81108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283936" w:rsidRPr="0081108E" w:rsidRDefault="00283936" w:rsidP="0028393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283936" w:rsidRPr="0081108E" w:rsidRDefault="008A0625" w:rsidP="0028393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noProof/>
        </w:rPr>
        <w:pict>
          <v:group id="Группа 10304" o:spid="_x0000_s1057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">
            <v:shape id="Freeform 3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uu8MMA&#10;AADeAAAADwAAAGRycy9kb3ducmV2LnhtbERPTWvCQBC9F/wPywje6q6GtpK6ipQqOQSKtt6H7JgE&#10;s7Mhuybx37uFQm/zeJ+z3o62ET11vnasYTFXIIgLZ2ouNfx8759XIHxANtg4Jg138rDdTJ7WmBo3&#10;8JH6UyhFDGGfooYqhDaV0hcVWfRz1xJH7uI6iyHCrpSmwyGG20YulXqVFmuODRW29FFRcT3drAaX&#10;HLL8XC6PySe/Bd59rS7nMdd6Nh137yACjeFf/OfOTJyvEvUCv+/EG+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0uu8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2CJMYA&#10;AADeAAAADwAAAGRycy9kb3ducmV2LnhtbERPS0sDMRC+C/0PYQQvxSYqrLptWqSwPnoQ+gCvw2a6&#10;WbuZLEls1/56Iwje5uN7zmwxuE4cKcTWs4abiQJBXHvTcqNht62uH0DEhGyw80wavinCYj66mGFp&#10;/InXdNykRuQQjiVqsCn1pZSxtuQwTnxPnLm9Dw5ThqGRJuAph7tO3ipVSIct5waLPS0t1YfNl9Pw&#10;Wb3bj+X9+TmMH9d0Hlerl+6t0Prqcniagkg0pH/xn/vV5PnqThXw+06+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2CJ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KDvsYA&#10;AADeAAAADwAAAGRycy9kb3ducmV2LnhtbESPwWrDMBBE74X+g9hCLiWRkkAb3MjGhCaUXEKSfsBi&#10;bSxTa2Us1Xb+vioUettlZufNbovJtWKgPjSeNSwXCgRx5U3DtYbP636+AREissHWM2m4U4Aif3zY&#10;Ymb8yGcaLrEWKYRDhhpsjF0mZagsOQwL3xEn7eZ7hzGtfS1Nj2MKd61cKfUiHTacCBY72lmqvi7f&#10;LkFOazwdb+N1f5hwxPej5efyrPXsaSrfQESa4r/57/rDpPpqrV7h9500g8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AKDv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kC9scA&#10;AADeAAAADwAAAGRycy9kb3ducmV2LnhtbESPQUsDMRCF70L/QxjBm02sWmXbtJSqIIIHa6F4GzbT&#10;3aWbSUhid/33zkHwNsN78943y/Xoe3WmlLvAFm6mBhRxHVzHjYX958v1I6hckB32gcnCD2VYryYX&#10;S6xcGPiDzrvSKAnhXKGFtpRYaZ3rljzmaYjEoh1D8lhkTY12CQcJ972eGTPXHjuWhhYjbVuqT7tv&#10;b+F9eI5vD/P7Y/xKdzOdn1w5bIu1V5fjZgGq0Fj+zX/Xr07wza0RXnlHZ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ZAvb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GyV8YA&#10;AADeAAAADwAAAGRycy9kb3ducmV2LnhtbESPwWrDMBBE74X+g9hCLiWRkkBp3MjGhCaUXEKSfsBi&#10;bSxTa2Us1Xb+vioUettlZufNbovJtWKgPjSeNSwXCgRx5U3DtYbP637+CiJEZIOtZ9JwpwBF/viw&#10;xcz4kc80XGItUgiHDDXYGLtMylBZchgWviNO2s33DmNa+1qaHscU7lq5UupFOmw4ESx2tLNUfV2+&#10;XYKc1ng63sbr/jDhiO9Hy8/lWevZ01S+gYg0xX/z3/WHSfXVWm3g9500g8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GyV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aYLcYA&#10;AADeAAAADwAAAGRycy9kb3ducmV2LnhtbESPQUsDQQyF74L/YYjgzc62apW10yJVQYQerIJ4Czvp&#10;7uJOZpiJ3fXfm4PgLSEv771vtZnCYI6USx/ZwXxWgSFuou+5dfD+9nRxC6YIsschMjn4oQKb9enJ&#10;CmsfR36l415aoyZcanTQiaTa2tJ0FLDMYiLW2yHmgKJrbq3POKp5GOyiqpY2YM+a0GGibUfN1/47&#10;ONiNj+nlZnl9SJ/5amHLg5ePrTh3fjbd34ERmuRf/Pf97LV+dTlXAMX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7aYL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8gX8QA&#10;AADeAAAADwAAAGRycy9kb3ducmV2LnhtbERP32vCMBB+H/g/hBvsRWbaiWN0RlEhKDiQucFej+Zs&#10;y5pLSaKt/70RBnu7j+/nzZeDbcWFfGgcK8gnGQji0pmGKwXfX/r5DUSIyAZbx6TgSgGWi9HDHAvj&#10;ev6kyzFWIoVwKFBBHWNXSBnKmiyGieuIE3dy3mJM0FfSeOxTuG3lS5a9SosNp4YaO9rUVP4ez1bB&#10;+tBXUz8u14Pbn7Y/M62N/tBKPT0Oq3cQkYb4L/5z70yan03zHO7vpBv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/IF/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3018IA&#10;AADeAAAADwAAAGRycy9kb3ducmV2LnhtbERP3WrCMBS+H/gO4QjezdRuE6lGEUdBxm6mPsChOTbV&#10;5qQksda3N4PB7s7H93tWm8G2oicfGscKZtMMBHHldMO1gtOxfF2ACBFZY+uYFDwowGY9ellhod2d&#10;f6g/xFqkEA4FKjAxdoWUoTJkMUxdR5y4s/MWY4K+ltrjPYXbVuZZNpcWG04NBjvaGaquh5tVUH7l&#10;3/31pn3ptsO7pQ9zWXwapSbjYbsEEWmI/+I/916n+dnbLIffd9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HfTX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bs8QA&#10;AADeAAAADwAAAGRycy9kb3ducmV2LnhtbERP32vCMBB+H/g/hBN8GTPVMpHOKDoIDjYQdbDXoznb&#10;YnMpSWbrf78MBnu7j+/nrTaDbcWNfGgcK5hNMxDEpTMNVwo+z/ppCSJEZIOtY1JwpwCb9ehhhYVx&#10;PR/pdoqVSCEcClRQx9gVUoayJoth6jrixF2ctxgT9JU0HvsUbls5z7KFtNhwaqixo9eayuvp2yrY&#10;Hfoq94/lbnDvl/3Xs9ZGf2ilJuNh+wIi0hD/xX/uN5PmZ/ksh9930g1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hG7P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jJOMIA&#10;AADeAAAADwAAAGRycy9kb3ducmV2LnhtbERP3WrCMBS+F/YO4Qy809S/IdUoohSG7MZuD3Bozppq&#10;c1KSWLu3N4PB7s7H93u2+8G2oicfGscKZtMMBHHldMO1gq/PYrIGESKyxtYxKfihAPvdy2iLuXYP&#10;vlBfxlqkEA45KjAxdrmUoTJkMUxdR5y4b+ctxgR9LbXHRwq3rZxn2Zu02HBqMNjR0VB1K+9WQXGe&#10;f/S3u/aFOwxLSytzXZ+MUuPX4bABEWmI/+I/97tO87PFbAm/76Qb5O4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uMk4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ryS8IA&#10;AADeAAAADwAAAGRycy9kb3ducmV2LnhtbERPzWqDQBC+B/IOywR6i7smtRTrJpRASj3W5AEGd6oS&#10;d9a626hv3y0UepuP73eK42x7cafRd441pIkCQVw703Gj4Xo5b59B+IBssHdMGhbycDysVwXmxk38&#10;QfcqNCKGsM9RQxvCkEvp65Ys+sQNxJH7dKPFEOHYSDPiFMNtL3dKPUmLHceGFgc6tVTfqm+r4XGZ&#10;3r6q7KbOxlJa7oeSQ51p/bCZX19ABJrDv/jP/W7ifLVPM/h9J94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OvJL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p6k8EA&#10;AADeAAAADwAAAGRycy9kb3ducmV2LnhtbERPy6rCMBDdX/AfwgjurqkK5VqNIooirrz1sR6asS02&#10;k9JErX9vBMHdHM5zpvPWVOJOjSstKxj0IxDEmdUl5wqOh/XvHwjnkTVWlknBkxzMZ52fKSbaPvif&#10;7qnPRQhhl6CCwvs6kdJlBRl0fVsTB+5iG4M+wCaXusFHCDeVHEZRLA2WHBoKrGlZUHZNb0bBLT4P&#10;j3zZ6X26em7Gq/XCyVOuVK/bLiYgPLX+K/64tzrMj0aDGN7vhBv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qepP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lvFcYA&#10;AADeAAAADwAAAGRycy9kb3ducmV2LnhtbERPTWvCQBC9F/wPywje6sZaoo2uUgXB9qA0bQ/exuyY&#10;RLOzaXar8d93BaG3ebzPmc5bU4kzNa60rGDQj0AQZ1aXnCv4+lw9jkE4j6yxskwKruRgPus8TDHR&#10;9sIfdE59LkIIuwQVFN7XiZQuK8ig69uaOHAH2xj0ATa51A1eQrip5FMUxdJgyaGhwJqWBWWn9Nco&#10;+N6O45ft4u35+L7Z49Don50uY6V63fZ1AsJT6//Fd/dah/nRcDCC2zvh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slvF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9s88YA&#10;AADeAAAADwAAAGRycy9kb3ducmV2LnhtbESPQWvCQBCF7wX/wzJCb3VjUkSiq2iLtvRkVfA6ZMck&#10;mJ0N2VVjf33nUOhthvfmvW/my9416kZdqD0bGI8SUMSFtzWXBo6HzcsUVIjIFhvPZOBBAZaLwdMc&#10;c+vv/E23fSyVhHDI0UAVY5trHYqKHIaRb4lFO/vOYZS1K7Xt8C7hrtFpkky0w5qlocKW3ioqLvur&#10;M/AzOeEufKTr98xGerxOt/5rtzXmedivZqAi9fHf/Hf9aQU/ycbCK+/IDH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69s8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qgxsQA&#10;AADeAAAADwAAAGRycy9kb3ducmV2LnhtbERPzWrCQBC+F3yHZYTe6kZri0bXIMVCb9boAwzZcRPM&#10;zibZbZL26d1Cobf5+H5nm422Fj11vnKsYD5LQBAXTldsFFzO708rED4ga6wdk4Jv8pDtJg9bTLUb&#10;+ER9HoyIIexTVFCG0KRS+qIki37mGuLIXV1nMUTYGak7HGK4reUiSV6lxYpjQ4kNvZVU3PIvq6B1&#10;ixc95gc83g7rz8qYZftzWir1OB33GxCBxvAv/nN/6Dg/eZ6v4fedeIP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aoM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ClDcYA&#10;AADeAAAADwAAAGRycy9kb3ducmV2LnhtbESPS2/CMBCE75X4D9Yi9VYcQDyaYlCLVIkrj0OPW3tJ&#10;AvE6xAZCf333UKm3Xe3szHyLVedrdaM2VoENDAcZKGIbXMWFgcP+82UOKiZkh3VgMvCgCKtl72mB&#10;uQt33tJtlwolJhxzNFCm1ORaR1uSxzgIDbHcjqH1mGRtC+1avIu5r/Uoy6baY8WSUGJD65LseXf1&#10;BjbVN02m9vjq5x92+/VzSePZyRnz3O/e30Al6tK/+O9746R+Nh4JgODIDH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ClD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35QcUA&#10;AADeAAAADwAAAGRycy9kb3ducmV2LnhtbERP0WoCMRB8F/oPYYW+aeIVip5G0UKhpVZQS31dLtvL&#10;0cvmuKTn+femIPg2u7Mzs7NY9a4WHbWh8qxhMlYgiAtvKi41fB1fR1MQISIbrD2ThgsFWC0fBgvM&#10;jT/znrpDLEUy4ZCjBhtjk0sZCksOw9g3xIn78a3DmMa2lKbFczJ3tcyUepYOK04JFht6sVT8Hv6c&#10;hg53F3Wym8/Ze7Utst3m+8OkvX4c9us5iEh9vB/f1G8mva+esgn810kY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XflB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K4rMIA&#10;AADeAAAADwAAAGRycy9kb3ducmV2LnhtbERPTUsDMRC9C/0PYQrebLYRRNamRYQWj7p68Dhupput&#10;m5klid3VX28Ewds83udsdnMY1Jli6oUtrFcVKOJWXM+dhdeX/dUtqJSRHQ7CZOGLEuy2i4sN1k4m&#10;fqZzkztVQjjVaMHnPNZap9ZTwLSSkbhwR4kBc4Gx0y7iVMLDoE1V3eiAPZcGjyM9eGo/ms9gYTq0&#10;7ydzfHP+O46yb57kZAax9nI539+ByjTnf/Gf+9GV+dW1MfD7TrlBb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gris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YNIMUA&#10;AADeAAAADwAAAGRycy9kb3ducmV2LnhtbERP22oCMRB9F/oPYQp906wrtLIaxWqFUiripe/Tzbi7&#10;mkyWTarbvzeC4NscznXG09YacabGV44V9HsJCOLc6YoLBfvdsjsE4QOyRuOYFPyTh+nkqTPGTLsL&#10;b+i8DYWIIewzVFCGUGdS+rwki77nauLIHVxjMUTYFFI3eInh1sg0SV6lxYpjQ4k1zUvKT9s/q2C5&#10;XphjutrMfmSYf7z9muHX++JbqZfndjYCEagND/Hd/anj/GSQDuD2TrxBT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Ng0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lIwMYA&#10;AADeAAAADwAAAGRycy9kb3ducmV2LnhtbERPTWvCQBC9F/oflin0Imaj1iKpa5BCUaGCVcHrJDtN&#10;QrKzIbuN8d93C0Jv83ifs0wH04ieOldZVjCJYhDEudUVFwrOp4/xAoTzyBoby6TgRg7S1ePDEhNt&#10;r/xF/dEXIoSwS1BB6X2bSOnykgy6yLbEgfu2nUEfYFdI3eE1hJtGTuP4VRqsODSU2NJ7SXl9/DEK&#10;+sNnVmx71+7qxcjNZ9lms9cXpZ6fhvUbCE+D/xff3Vsd5sez6Qv8vRNu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SlIw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TRsYA&#10;AADeAAAADwAAAGRycy9kb3ducmV2LnhtbERPTWsCMRC9F/ofwgjeauJaRbdGqQWhl0K1Peht3Ex3&#10;FzeTbRJ121/fCAVv83ifM192thFn8qF2rGE4UCCIC2dqLjV8fqwfpiBCRDbYOCYNPxRgubi/m2Nu&#10;3IU3dN7GUqQQDjlqqGJscylDUZHFMHAtceK+nLcYE/SlNB4vKdw2MlNqIi3WnBoqbOmlouK4PVkN&#10;q9l09f3+yG+/m8Oe9rvDcZx5pXW/1z0/gYjUxZv43/1q0nw1ysZwfSfd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mTRsYAAADeAAAADwAAAAAAAAAAAAAAAACYAgAAZHJz&#10;L2Rvd25yZXYueG1sUEsFBgAAAAAEAAQA9QAAAIsDAAAAAA==&#10;" fillcolor="black" stroked="f"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gDMcYA&#10;AADeAAAADwAAAGRycy9kb3ducmV2LnhtbERPS2vCQBC+F/wPyxR6q5umGCS6SrUtCOrBx8HjmJ0m&#10;S7KzIbvVtL++KxS8zcf3nOm8t424UOeNYwUvwwQEceG04VLB8fD5PAbhA7LGxjEp+CEP89ngYYq5&#10;dlfe0WUfShFD2OeooAqhzaX0RUUW/dC1xJH7cp3FEGFXSt3hNYbbRqZJkkmLhmNDhS0tKyrq/bdV&#10;cFpnZrwzlJ43v4sPvRnVi+17rdTTY/82ARGoD3fxv3ul4/zkNc3g9k68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gDMc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bLmMQA&#10;AADeAAAADwAAAGRycy9kb3ducmV2LnhtbERPTUsDMRC9F/wPYQRvNrGCLttml6KIXjxYFa/DZrpZ&#10;dzNZk7Td9tcbQehtHu9zVvXkBrGnEDvPGm7mCgRx403HrYaP96frAkRMyAYHz6ThSBHq6mK2wtL4&#10;A7/RfpNakUM4lqjBpjSWUsbGksM49yNx5rY+OEwZhlaagIcc7ga5UOpOOuw4N1gc6cFS0292TkNY&#10;fz32J9599ur0eozP39NPgVbrq8tpvQSRaEpn8b/7xeT56nZxD3/v5Btk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Gy5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jpocYA&#10;AADeAAAADwAAAGRycy9kb3ducmV2LnhtbESP0UoDQQxF3wX/YYjgi9gZV1C7dlpEEASL0NoPSHfi&#10;7uJMZtmJ7davNw+Cbwn35t6TxWpK0RxoLH1mDzczB4a4yaHn1sPu4+X6AUwR5IAxM3k4UYHV8vxs&#10;gXXIR97QYSut0RAuNXroRIba2tJ0lLDM8kCs2mceE4quY2vDiEcNT9FWzt3ZhD1rQ4cDPXfUfG2/&#10;k4dY7eP87b6s5bSza/eTZHP1Hry/vJieHsEITfJv/rt+DYrvbivl1Xd0Brv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jpocYAAADe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QNYMQA&#10;AADeAAAADwAAAGRycy9kb3ducmV2LnhtbERPTWsCMRC9F/ofwgi9adYtiF2NYivCXjx0tXgdN+Nm&#10;MZksm1S3/fVNodDbPN7nLNeDs+JGfWg9K5hOMhDEtdctNwqOh914DiJEZI3WMyn4ogDr1ePDEgvt&#10;7/xOtyo2IoVwKFCBibErpAy1IYdh4jvixF187zAm2DdS93hP4c7KPMtm0mHLqcFgR2+G6mv16RRs&#10;q87mx9K8htPH/ny25feOTlulnkbDZgEi0hD/xX/uUqf52XP+A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0DWDEAAAA3g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KAFsYA&#10;AADeAAAADwAAAGRycy9kb3ducmV2LnhtbESPT2sCMRDF74V+hzBCbzWxgsrWKFIqCD3VP4fehmTc&#10;Xd1Mlk3qbr995yB4m2HevPd+y/UQGnWjLtWRLUzGBhSxi77m0sLxsH1dgEoZ2WMTmSz8UYL16vlp&#10;iYWPPX/TbZ9LJSacCrRQ5dwWWidXUcA0ji2x3M6xC5hl7UrtO+zFPDT6zZiZDlizJFTY0kdF7rr/&#10;DRYuW/0VnUF3Op76nZ//fM6oMda+jIbNO6hMQ36I7987L/XNdCoAgiMz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KAF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bW6sUA&#10;AADeAAAADwAAAGRycy9kb3ducmV2LnhtbERPTWvCQBC9F/oflil4azYaKCG6ihWEUumhSSkep9kx&#10;CcnOht1V4793C4Xe5vE+Z7WZzCAu5HxnWcE8SUEQ11Z33Cj4qvbPOQgfkDUOlknBjTxs1o8PKyy0&#10;vfInXcrQiBjCvkAFbQhjIaWvWzLoEzsSR+5kncEQoWukdniN4WaQizR9kQY7jg0tjrRrqe7Ls1Fw&#10;PB/49JG9b91r+LZT5fvFT94rNXuatksQgabwL/5zv+k4P82yOfy+E2+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NtbqxQAAAN4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md78YA&#10;AADeAAAADwAAAGRycy9kb3ducmV2LnhtbERPTUvDQBC9C/6HZQRvZtdUpY3ZFlsQvAi2emhvk+yY&#10;hGZn0921jf56tyB4m8f7nHIx2l4cyYfOsYbbTIEgrp3puNHw8f58MwURIrLB3jFp+KYAi/nlRYmF&#10;cSde03ETG5FCOBSooY1xKKQMdUsWQ+YG4sR9Om8xJugbaTyeUrjtZa7Ug7TYcWpocaBVS/V+82U1&#10;LGfT5eHtjl9/1tWOdttqf597pfX11fj0CCLSGP/Ff+4Xk+arySSH8zvpBj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Tmd78YAAADeAAAADwAAAAAAAAAAAAAAAACYAgAAZHJz&#10;L2Rvd25yZXYueG1sUEsFBgAAAAAEAAQA9QAAAIsDAAAAAA==&#10;" fillcolor="black" stroked="f"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z3sMA&#10;AADeAAAADwAAAGRycy9kb3ducmV2LnhtbERP30vDMBB+F/wfwgm+uVQLY9RlowxE8anbFF9vzdkU&#10;m0tJYtb998tgsLf7+H7ecj3ZQSTyoXes4HlWgCBune65U/C1f3tagAgRWePgmBScKMB6dX+3xEq7&#10;I28p7WIncgiHChWYGMdKytAashhmbiTO3K/zFmOGvpPa4zGH20G+FMVcWuw5NxgcaWOo/dv9WwXp&#10;sGnqMv0ks/30dedd8/59aJR6fJjqVxCRpngTX90fOs8vyrKEyzv5Brk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Mz3sMAAADe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bvo8UA&#10;AADeAAAADwAAAGRycy9kb3ducmV2LnhtbERPTWvCQBC9C/6HZYTedGMV0egqRVqxvahpoT0O2TEb&#10;mp0N2TWm/fXdguBtHu9zVpvOVqKlxpeOFYxHCQji3OmSCwUf7y/DOQgfkDVWjknBD3nYrPu9Faba&#10;XflEbRYKEUPYp6jAhFCnUvrckEU/cjVx5M6usRgibAqpG7zGcFvJxySZSYslxwaDNW0N5d/ZxSrw&#10;4+3z55v9XbRfO8OH7NXMjoVR6mHQPS1BBOrCXXxz73Wcn0wmU/h/J94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hu+j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83936" w:rsidRPr="0081108E" w:rsidRDefault="00283936" w:rsidP="0028393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283936" w:rsidRPr="0081108E" w:rsidRDefault="00283936" w:rsidP="0028393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283936" w:rsidRPr="0081108E" w:rsidRDefault="00283936" w:rsidP="0028393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283936" w:rsidRPr="0081108E" w:rsidRDefault="00283936" w:rsidP="0028393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283936" w:rsidRPr="0081108E" w:rsidRDefault="00283936" w:rsidP="0028393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283936" w:rsidRPr="0081108E" w:rsidRDefault="00283936" w:rsidP="0028393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283936" w:rsidRPr="0081108E" w:rsidRDefault="00283936" w:rsidP="00283936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283936" w:rsidRPr="0081108E" w:rsidRDefault="00283936" w:rsidP="0028393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283936" w:rsidRPr="0081108E" w:rsidRDefault="00283936" w:rsidP="00283936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283936" w:rsidRPr="0081108E" w:rsidRDefault="00283936" w:rsidP="0028393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81108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8A0625">
        <w:rPr>
          <w:noProof/>
        </w:rPr>
        <w:pict>
          <v:group id="Группа 10335" o:spid="_x0000_s1026" style="position:absolute;margin-left:219.6pt;margin-top:717.85pt;width:42.8pt;height:57.85pt;z-index:251659264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">
            <v:shape id="Freeform 34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X6Or8A&#10;AADeAAAADwAAAGRycy9kb3ducmV2LnhtbERPSwrCMBDdC94hjOBOUy2oVKOIqLgQxN9+aMa22ExK&#10;E7Xe3giCu3m878wWjSnFk2pXWFYw6EcgiFOrC84UXM6b3gSE88gaS8uk4E0OFvN2a4aJti8+0vPk&#10;MxFC2CWoIPe+SqR0aU4GXd9WxIG72dqgD7DOpK7xFcJNKYdRNJIGCw4NOVa0yim9nx5GgY23u/01&#10;Gx7jNY89Lw+T27XZK9XtNMspCE+N/4t/7p0O86M4HsH3nXCDnH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19fo6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3tAsYA&#10;AADeAAAADwAAAGRycy9kb3ducmV2LnhtbERPS2sCMRC+F/ofwgi9iGZbwcfWKEXYPjwIPsDrsJlu&#10;1m4mS5Lq1l/fFAre5uN7znzZ2UacyYfasYLHYQaCuHS65krBYV8MpiBCRNbYOCYFPxRgubi/m2Ou&#10;3YW3dN7FSqQQDjkqMDG2uZShNGQxDF1LnLhP5y3GBH0ltcdLCreNfMqysbRYc2ow2NLKUPm1+7YK&#10;TsXGHFeT66vvz7Z07Rfrt+ZjrNRDr3t5BhGpizfxv/tdp/nZaDSBv3fSDX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3tA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HdccQA&#10;AADeAAAADwAAAGRycy9kb3ducmV2LnhtbESPzWrCQBDH74LvsEzBi9RNDYikriJSi3gRPx5gyI7Z&#10;0OxsyG5N+vadg+Bthvl//Ga1GXyjHtTFOrCBj1kGirgMtubKwO26f1+CignZYhOYDPxRhM16PFph&#10;YUPPZ3pcUqUkhGOBBlxKbaF1LB15jLPQEsvtHjqPSdau0rbDXsJ9o+dZttAea5YGhy3tHJU/l18v&#10;JaccT8d7f91/D9jj19HxdHs2ZvI2bD9BJRrSS/x0H6zgZ3kuvPKOzK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fx3X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lt0MUA&#10;AADeAAAADwAAAGRycy9kb3ducmV2LnhtbERPTUsDMRC9C/0PYQrebNZWq65NS6kKUvBgWxBvw2a6&#10;u3QzCcnYXf+9EQRv83ifs1gNrlNniqn1bOB6UoAirrxtuTZw2L9c3YNKgmyx80wGvinBajm6WGBp&#10;fc/vdN5JrXIIpxINNCKh1DpVDTlMEx+IM3f00aFkGGttI/Y53HV6WhRz7bDl3NBgoE1D1Wn35Qy8&#10;9c9heze/PYbPeDPV6cnKx0aMuRwP60dQQoP8i//crzbPL2azB/h9J9+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OW3Q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GiCsUA&#10;AADeAAAADwAAAGRycy9kb3ducmV2LnhtbESP3WrCQBCF7wXfYZlCb6RuqkUkdRURFfFG/HmAITtm&#10;Q7OzIbs16ds7F0LvZphzzjdnsep9rR7Uxiqwgc9xBoq4CLbi0sDtuvuYg4oJ2WIdmAz8UYTVcjhY&#10;YG5Dx2d6XFKpJIRjjgZcSk2udSwceYzj0BDL7R5aj0nWttS2xU7Cfa0nWTbTHisWgsOGNo6Kn8uv&#10;F8hpiqfjvbvu9j12uD06Hq3Pxry/9etvUIn69C9+uQ9W3s+mX1JA6sgMevk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gaIK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kSq8UA&#10;AADeAAAADwAAAGRycy9kb3ducmV2LnhtbERPTUsDMRC9C/6HMEJvNttaa1mbFqktiNCDVSjehs10&#10;d3EzCcm0u/57Iwje5vE+Z7keXKcuFFPr2cBkXIAirrxtuTbw8b67XYBKgmyx80wGvinBenV9tcTS&#10;+p7f6HKQWuUQTiUaaERCqXWqGnKYxj4QZ+7ko0PJMNbaRuxzuOv0tCjm2mHLuaHBQJuGqq/D2RnY&#10;99vw+jC/P4XPOJvq9GzluBFjRjfD0yMooUH+xX/uF5vnF3ezCfy+k2/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SRKr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6RNcUA&#10;AADeAAAADwAAAGRycy9kb3ducmV2LnhtbERP22oCMRB9L/QfwhT6Ipr1UpGtUbQQKlgoVcHXYTPu&#10;Lt1MliR1t3/fCELf5nCus1z3thFX8qF2rGA8ykAQF87UXCo4HfVwASJEZIONY1LwSwHWq8eHJebG&#10;dfxF10MsRQrhkKOCKsY2lzIUFVkMI9cSJ+7ivMWYoC+l8dilcNvISZbNpcWaU0OFLb1VVHwffqyC&#10;7WdXTv2g2PZuf3k/v2ht9IdW6vmp37yCiNTHf/HdvTNpfjadTeD2TrpB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npE1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J+UcIA&#10;AADeAAAADwAAAGRycy9kb3ducmV2LnhtbERP24rCMBB9X/Afwgj7tqZedpFqFHEpiPiyrh8wNGNT&#10;bSYlibX+vVlY8G0O5zrLdW8b0ZEPtWMF41EGgrh0uuZKwem3+JiDCBFZY+OYFDwowHo1eFtirt2d&#10;f6g7xkqkEA45KjAxtrmUoTRkMYxcS5y4s/MWY4K+ktrjPYXbRk6y7EtarDk1GGxpa6i8Hm9WQbGf&#10;HLrrTfvCbfqZpU9zmX8bpd6H/WYBIlIfX+J/906n+dl0NoW/d9IN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4n5R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us2sUA&#10;AADeAAAADwAAAGRycy9kb3ducmV2LnhtbERP22oCMRB9L/gPYYS+FM16qcjWKCoECy2UquDrsBl3&#10;l24mS5K66983hULf5nCus9r0thE38qF2rGAyzkAQF87UXCo4n/RoCSJEZIONY1JwpwCb9eBhhblx&#10;HX/S7RhLkUI45KigirHNpQxFRRbD2LXEibs6bzEm6EtpPHYp3DZymmULabHm1FBhS/uKiq/jt1Ww&#10;++jKmX8qdr17ux4uz1ob/a6Vehz22xcQkfr4L/5zv5o0P5vN5/D7TrpB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O6za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dDvsIA&#10;AADeAAAADwAAAGRycy9kb3ducmV2LnhtbERP24rCMBB9X/Afwgi+ram3RapRRCkssi/r+gFDMzbV&#10;ZlKSWOvfb4SFfZvDuc5629tGdORD7VjBZJyBIC6drrlScP4p3pcgQkTW2DgmBU8KsN0M3taYa/fg&#10;b+pOsRIphEOOCkyMbS5lKA1ZDGPXEifu4rzFmKCvpPb4SOG2kdMs+5AWa04NBlvaGypvp7tVUByn&#10;X93trn3hdv3c0sJclwej1GjY71YgIvXxX/zn/tRpfjabL+D1TrpB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R0O+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tDIcIA&#10;AADeAAAADwAAAGRycy9kb3ducmV2LnhtbERPzWqDQBC+B/oOywR6i7tpjBTjJpRCSnOs7QMM7lRF&#10;d9a626hv3w0EepuP73eK02x7caXRt441bBMFgrhypuVaw9fnefMMwgdkg71j0rCQh9PxYVVgbtzE&#10;H3QtQy1iCPscNTQhDLmUvmrIok/cQBy5bzdaDBGOtTQjTjHc9vJJqUxabDk2NDjQa0NVV/5aDeky&#10;vf2U+06djaXtZTdcOFR7rR/X88sBRKA5/Ivv7ncT56tdmsHtnXiDP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W0Mh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XwFcMA&#10;AADeAAAADwAAAGRycy9kb3ducmV2LnhtbERPS4vCMBC+C/sfwix4s+mq+KhGkRVl2ZPWx3loxrbY&#10;TEoTtf77zYLgbT6+58yXranEnRpXWlbwFcUgiDOrS84VHA+b3gSE88gaK8uk4EkOlouPzhwTbR+8&#10;p3vqcxFC2CWooPC+TqR0WUEGXWRr4sBdbGPQB9jkUjf4COGmkv04HkmDJYeGAmv6Lii7pjej4DY6&#10;9498+dW7dP3cTteblZOnXKnuZ7uagfDU+rf45f7RYX48GI7h/51wg1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XwF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XUeskA&#10;AADeAAAADwAAAGRycy9kb3ducmV2LnhtbESPT0/CQBDF7yR+h82YeIMtQhqoLERNTMSDhH8HbmN3&#10;aAvd2dpdoH5752DibSbvzXu/mS06V6srtaHybGA4SEAR595WXBjYbd/6E1AhIlusPZOBHwqwmN/1&#10;ZphZf+M1XTexUBLCIUMDZYxNpnXIS3IYBr4hFu3oW4dR1rbQtsWbhLtaPyZJqh1WLA0lNvRaUn7e&#10;XJyB/WqSTlcvy/Hp4/MLR85+H2yVGvNw3z0/gYrUxX/z3/W7FfxkNBZeeUdm0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OXUe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DmdcQA&#10;AADeAAAADwAAAGRycy9kb3ducmV2LnhtbERPS2vCQBC+F/oflin01myaiMTUVfpALZ40Cr0O2TEJ&#10;ZmdDdtXor+8WCt7m43vOdD6YVpypd41lBa9RDIK4tLrhSsF+t3jJQDiPrLG1TAqu5GA+e3yYYq7t&#10;hbd0LnwlQgi7HBXU3ne5lK6syaCLbEccuIPtDfoA+0rqHi8h3LQyieOxNNhwaKixo8+aymNxMgpu&#10;4x/cuFXy8ZVqT9dRtrTrzVKp56fh/Q2Ep8Hfxf/ubx3mx+loAn/vhBv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Q5n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qwm8YA&#10;AADeAAAADwAAAGRycy9kb3ducmV2LnhtbESPQW/CMAyF75P4D5GRuI10DNDWEdA0gcSNtewHWI2X&#10;VjROaTLo9uvxAWk3W35+732rzeBbdaE+NoENPE0zUMRVsA07A1/H3eMLqJiQLbaBycAvRdisRw8r&#10;zG24ckGXMjklJhxzNFCn1OVax6omj3EaOmK5fYfeY5K1d9r2eBVz3+pZli21x4YlocaOPmqqTuWP&#10;N3AOs4Udyi0eTtvXz8a5+fmvmBszGQ/vb6ASDelffP/eW6mfPS8EQHBkBr2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qwm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pz68IA&#10;AADeAAAADwAAAGRycy9kb3ducmV2LnhtbERPTYvCMBC9L/gfwgjeNFXR1WqUdUHwqu7B45iMbbWZ&#10;dJusVn+9EYS9zeN9znzZ2FJcqfaFYwX9XgKCWDtTcKbgZ7/uTkD4gGywdEwK7uRhuWh9zDE17sZb&#10;uu5CJmII+xQV5CFUqZRe52TR91xFHLmTqy2GCOtMmhpvMdyWcpAkY2mx4NiQY0XfOenL7s8q2BRH&#10;Go31aWonK709PH7D8PNslOq0m68ZiEBN+Be/3RsT5yfDUR9e78Qb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enPr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kUS8YA&#10;AADeAAAADwAAAGRycy9kb3ducmV2LnhtbERPXWsCMRB8L/gfwgp9q0mvtOjVKFootGgFP7Cvy2V7&#10;Obxsjkt6nv/eCIW+ze7szOxM572rRUdtqDxreBwpEMSFNxWXGg7794cxiBCRDdaeScOFAsxng7sp&#10;5safeUvdLpYimXDIUYONscmlDIUlh2HkG+LE/fjWYUxjW0rT4jmZu1pmSr1IhxWnBIsNvVkqTrtf&#10;p6HDzUV92+XX5LNaF9lmeVyZtNf3w37xCiJSH/+P/9QfJr2vnp4zuNVJGO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4kUS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huSsMA&#10;AADeAAAADwAAAGRycy9kb3ducmV2LnhtbERPTUvDQBC9C/0PyxS82U1TFIndllKoeNToweOYnWZT&#10;szNhd9tEf70rCN7m8T5nvZ18ry4UYidsYLkoQBE3YjtuDby9Hm7uQcWEbLEXJgNfFGG7mV2tsbIy&#10;8gtd6tSqHMKxQgMupaHSOjaOPMaFDMSZO0rwmDIMrbYBxxzue10WxZ322HFucDjQ3lHzWZ+9gfGx&#10;+TiVx3frvsMgh/pZTmUvxlzPp90DqERT+hf/uZ9snl+sbl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huS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nmKcUA&#10;AADeAAAADwAAAGRycy9kb3ducmV2LnhtbERP22oCMRB9L/Qfwgh906zWWlmNYr2AiFK09X26me5u&#10;m0yWTdT1701B6NscznXG08Yacabal44VdDsJCOLM6ZJzBZ8fq/YQhA/IGo1jUnAlD9PJ48MYU+0u&#10;vKfzIeQihrBPUUERQpVK6bOCLPqOq4gj9+1qiyHCOpe6xksMt0b2kmQgLZYcGwqsaF5Q9ns4WQWr&#10;94X56e32s6MM8+Xrlxlu3hZbpZ5azWwEIlAT/sV391rH+cnzSx/+3ok3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2eY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OeJsQA&#10;AADeAAAADwAAAGRycy9kb3ducmV2LnhtbERPTYvCMBC9C/6HMIIXWVOVinSNIoKosMKuLux1bMa2&#10;2ExKE2v99xtB8DaP9znzZWtK0VDtCssKRsMIBHFqdcGZgt/T5mMGwnlkjaVlUvAgB8tFtzPHRNs7&#10;/1Bz9JkIIewSVJB7XyVSujQng25oK+LAXWxt0AdYZ1LXeA/hppTjKJpKgwWHhhwrWueUXo83o6D5&#10;/jpnu8ZV++ts4OLJebs96D+l+r129QnCU+vf4pd7p8P8aBLH8Hwn3C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jnib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1+TMUA&#10;AADeAAAADwAAAGRycy9kb3ducmV2LnhtbERPS2sCMRC+F/wPYYTealJf2K1RqlDoRVDbQ72Nm+nu&#10;4mayTVJd/fVGEHqbj+8503lra3EkHyrHGp57CgRx7kzFhYavz/enCYgQkQ3WjknDmQLMZ52HKWbG&#10;nXhDx20sRArhkKGGMsYmkzLkJVkMPdcQJ+7HeYsxQV9I4/GUwm0t+0qNpcWKU0OJDS1Lyg/bP6th&#10;8TJZ/K6HvLps9jvafe8Po75XWj9227dXEJHa+C++uz9Mmq8GozHc3kk3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3X5MxQAAAN4AAAAPAAAAAAAAAAAAAAAAAJgCAABkcnMv&#10;ZG93bnJldi54bWxQSwUGAAAAAAQABAD1AAAAigMAAAAA&#10;" fillcolor="black" stroked="f"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LV18YA&#10;AADeAAAADwAAAGRycy9kb3ducmV2LnhtbERPS2sCMRC+F/ofwhS81ayKD7ZGqbUFofbg4+Bxuhl3&#10;w24myybq6q83QqG3+fieM523thJnarxxrKDXTUAQZ04bzhXsd1+vExA+IGusHJOCK3mYz56fpphq&#10;d+ENnbchFzGEfYoKihDqVEqfFWTRd11NHLmjayyGCJtc6gYvMdxWsp8kI2nRcGwosKaPgrJye7IK&#10;Dt8jM9kY6v+ub4tPvR6Wi59lqVTnpX1/AxGoDf/iP/dKx/nJYDiGxzvxBj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LV18YAAADe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8sl8cA&#10;AADeAAAADwAAAGRycy9kb3ducmV2LnhtbESPQU/DMAyF70j8h8hI3FgCCDSVZdM0NI0LBwaIq9WY&#10;prRxuiTbuv16fEDiZus9v/d5thhDrw6UchvZwu3EgCKuo2u5sfDxvr6ZgsoF2WEfmSycKMNifnkx&#10;w8rFI7/RYVsaJSGcK7TgSxkqrXPtKWCexIFYtO+YAhZZU6NdwqOEh17fGfOoA7YsDR4HWnmqu+0+&#10;WEjLr+fuzPvPzpxfT3nzM+6m6K29vhqXT6AKjeXf/Hf94gTf3D8Ir7wjM+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afLJf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I/R8QA&#10;AADeAAAADwAAAGRycy9kb3ducmV2LnhtbERP20oDMRB9F/yHMIW+iE2sWO3atEihULAUevmAcTPu&#10;Lk0my2Zst369EQTf5nCuM1v0waszdamJbOFhZEARl9E1XFk4Hlb3L6CSIDv0kcnClRIs5rc3Myxc&#10;vPCOznupVA7hVKCFWqQttE5lTQHTKLbEmfuMXUDJsKu06/CSw4PXY2MmOmDDuaHGlpY1laf9V7Dg&#10;xx9++v6cNnI96o35DrK72zprh4P+7RWUUC//4j/32uX55vFpCr/v5Bv0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iP0fEAAAA3g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QdPccA&#10;AADeAAAADwAAAGRycy9kb3ducmV2LnhtbESPQWvDMAyF74P9B6PBbquzDsrI6pZ2pZBLD8s6elVj&#10;NQ615RB7bdZfPx0Gu0no6b33zZdj8OpCQ+oiG3ieFKCIm2g7bg3sP7dPr6BSRrboI5OBH0qwXNzf&#10;zbG08cofdKlzq8SEU4kGXM59qXVqHAVMk9gTy+0Uh4BZ1qHVdsCrmAevp0Ux0wE7lgSHPb07as71&#10;dzCwqXs/3VdunQ5fu+PRV7ctHTbGPD6MqzdQmcb8L/77rqzUL15mAiA4MoN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kHT3HAAAA3g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0KkMMA&#10;AADeAAAADwAAAGRycy9kb3ducmV2LnhtbERPTWvCQBC9F/wPywje6m4qpJK6BpEKgqdaPXgbdqdJ&#10;2uxsyK4m/nu3UOhtHu9zVuXoWnGjPjSeNWRzBYLYeNtwpeH0uXtegggR2WLrmTTcKUC5njytsLB+&#10;4A+6HWMlUgiHAjXUMXaFlMHU5DDMfUecuC/fO4wJ9pW0PQ4p3LXyRalcOmw4NdTY0bYm83O8Og3f&#10;O3nwRqE5n87D3r5e3nNqldaz6bh5AxFpjP/iP/fepvlqkWfw+066Qa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G0Kk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dngMQA&#10;AADeAAAADwAAAGRycy9kb3ducmV2LnhtbERP32vCMBB+F/Y/hBvszaarINIZxQ0E2fBhdow93pqz&#10;LW0uJYma/fdmIPh2H9/PW66jGcSZnO8sK3jOchDEtdUdNwq+qu10AcIHZI2DZVLwRx7Wq4fJEktt&#10;L/xJ50NoRAphX6KCNoSxlNLXLRn0mR2JE3e0zmBI0DVSO7ykcDPIIs/n0mDHqaHFkd5aqvvDySj4&#10;OX3wcT9737jX8G1j5fvid9Er9fQYNy8gAsVwF9/cO53m57N5Af/vpBv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XZ4DEAAAA3g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YXacUA&#10;AADeAAAADwAAAGRycy9kb3ducmV2LnhtbERPTWsCMRC9C/6HMEJvmlRb0dUotVDoRajWg97GzXR3&#10;cTPZJqmu/npTKPQ2j/c582Vra3EmHyrHGh4HCgRx7kzFhYbd51t/AiJEZIO1Y9JwpQDLRbczx8y4&#10;C2/ovI2FSCEcMtRQxthkUoa8JIth4BrixH05bzEm6AtpPF5SuK3lUKmxtFhxaiixodeS8tP2x2pY&#10;TSer748nXt82xwMd9sfT89ArrR967csMRKQ2/ov/3O8mzVej8Qh+30k3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xhdpxQAAAN4AAAAPAAAAAAAAAAAAAAAAAJgCAABkcnMv&#10;ZG93bnJldi54bWxQSwUGAAAAAAQABAD1AAAAigMAAAAA&#10;" fillcolor="black" stroked="f"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mEt8QA&#10;AADeAAAADwAAAGRycy9kb3ducmV2LnhtbERPTWsCMRC9F/wPYYTeatZaRLZGWQSp9LTaSq/jZrpZ&#10;upksSYzbf98UCr3N433OejvaXiTyoXOsYD4rQBA3TnfcKnh/2z+sQISIrLF3TAq+KcB2M7lbY6nd&#10;jY+UTrEVOYRDiQpMjEMpZWgMWQwzNxBn7tN5izFD30rt8ZbDbS8fi2IpLXacGwwOtDPUfJ2uVkG6&#10;7OpqkT6SOb76qvWufjlfaqXup2P1DCLSGP/Ff+6DzvOLxfIJft/JN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ZhLfEAAAA3g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llJcUA&#10;AADeAAAADwAAAGRycy9kb3ducmV2LnhtbERPTUvDQBC9F/oflhF6s5taDJpmU6S0or2oUbDHITtm&#10;Q7OzIbum0V/vFoTe5vE+J1+PthUD9b5xrGAxT0AQV043XCv4eN9d34HwAVlj65gU/JCHdTGd5Jhp&#10;d+I3GspQixjCPkMFJoQuk9JXhiz6ueuII/fleoshwr6WusdTDLetvEmSVFpsODYY7GhjqDqW31aB&#10;X2y2n3v7ez8cHg2/lM8mfa2NUrOr8WEFItAYLuJ/95OO85Nlegvnd+IN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eWUlxQAAAN4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83936" w:rsidRDefault="00283936" w:rsidP="0028393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283936" w:rsidRPr="0081108E" w:rsidRDefault="00283936" w:rsidP="0028393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81108E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283936" w:rsidRPr="0081108E" w:rsidRDefault="00283936" w:rsidP="00283936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283936" w:rsidRPr="0081108E" w:rsidRDefault="00283936" w:rsidP="00283936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  <w:proofErr w:type="gramStart"/>
      <w:r>
        <w:rPr>
          <w:rFonts w:ascii="Times New Roman" w:eastAsia="Calibri" w:hAnsi="Times New Roman" w:cs="Times New Roman"/>
          <w:lang w:val="en-US"/>
        </w:rPr>
        <w:t>I</w:t>
      </w:r>
      <w:r w:rsidRPr="0081108E">
        <w:rPr>
          <w:rFonts w:ascii="Times New Roman" w:eastAsia="Calibri" w:hAnsi="Times New Roman" w:cs="Times New Roman"/>
          <w:lang w:val="en-US"/>
        </w:rPr>
        <w:t>V</w:t>
      </w:r>
      <w:r w:rsidRPr="0081108E">
        <w:rPr>
          <w:rFonts w:ascii="Times New Roman" w:eastAsia="Calibri" w:hAnsi="Times New Roman" w:cs="Times New Roman"/>
          <w:color w:val="FF0000"/>
          <w:lang w:val="uk-UA"/>
        </w:rPr>
        <w:t xml:space="preserve">  </w:t>
      </w:r>
      <w:r w:rsidRPr="0081108E">
        <w:rPr>
          <w:rFonts w:ascii="Times New Roman" w:eastAsia="Calibri" w:hAnsi="Times New Roman" w:cs="Times New Roman"/>
          <w:lang w:val="uk-UA"/>
        </w:rPr>
        <w:t>сесії</w:t>
      </w:r>
      <w:proofErr w:type="gramEnd"/>
      <w:r w:rsidRPr="0081108E">
        <w:rPr>
          <w:rFonts w:ascii="Times New Roman" w:eastAsia="Calibri" w:hAnsi="Times New Roman" w:cs="Times New Roman"/>
          <w:lang w:val="uk-UA"/>
        </w:rPr>
        <w:t xml:space="preserve"> сільської ради  </w:t>
      </w:r>
      <w:r w:rsidRPr="0081108E">
        <w:rPr>
          <w:rFonts w:ascii="Times New Roman" w:eastAsia="Calibri" w:hAnsi="Times New Roman" w:cs="Times New Roman"/>
          <w:lang w:val="en-US"/>
        </w:rPr>
        <w:t>VIII</w:t>
      </w:r>
      <w:r w:rsidRPr="0081108E">
        <w:rPr>
          <w:rFonts w:ascii="Times New Roman" w:eastAsia="Calibri" w:hAnsi="Times New Roman" w:cs="Times New Roman"/>
          <w:lang w:val="uk-UA"/>
        </w:rPr>
        <w:t xml:space="preserve"> скликання</w:t>
      </w:r>
    </w:p>
    <w:p w:rsidR="00283936" w:rsidRPr="0081108E" w:rsidRDefault="00283936" w:rsidP="00283936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283936" w:rsidRPr="0081108E" w:rsidRDefault="00283936" w:rsidP="00283936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23.12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.2020р.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81108E">
        <w:rPr>
          <w:rFonts w:ascii="Times New Roman" w:eastAsia="Calibri" w:hAnsi="Times New Roman" w:cs="Times New Roman"/>
          <w:sz w:val="24"/>
          <w:lang w:val="uk-UA"/>
        </w:rPr>
        <w:t xml:space="preserve">           Крупець                                        №_____</w:t>
      </w:r>
    </w:p>
    <w:p w:rsidR="00283936" w:rsidRDefault="00283936" w:rsidP="0028393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283936" w:rsidRPr="001920C6" w:rsidRDefault="00283936" w:rsidP="0028393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283936" w:rsidRPr="001920C6" w:rsidRDefault="00283936" w:rsidP="0028393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283936" w:rsidRPr="001920C6" w:rsidRDefault="00283936" w:rsidP="0028393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283936" w:rsidRPr="001920C6" w:rsidRDefault="00283936" w:rsidP="0028393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Калач М.В.</w:t>
      </w:r>
    </w:p>
    <w:p w:rsidR="00283936" w:rsidRPr="001920C6" w:rsidRDefault="00283936" w:rsidP="0028393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283936" w:rsidRPr="001920C6" w:rsidRDefault="00283936" w:rsidP="0028393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83936" w:rsidRPr="001920C6" w:rsidRDefault="00283936" w:rsidP="0028393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r>
        <w:rPr>
          <w:rFonts w:ascii="Times New Roman" w:eastAsia="Calibri" w:hAnsi="Times New Roman" w:cs="Times New Roman"/>
          <w:sz w:val="24"/>
          <w:lang w:val="uk-UA"/>
        </w:rPr>
        <w:t>Калач М.В.</w:t>
      </w:r>
      <w:r w:rsidRPr="001920C6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283936" w:rsidRPr="001920C6" w:rsidRDefault="00283936" w:rsidP="0028393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283936" w:rsidRPr="001920C6" w:rsidRDefault="00283936" w:rsidP="0028393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83936" w:rsidRPr="001920C6" w:rsidRDefault="00283936" w:rsidP="0028393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283936" w:rsidRDefault="00283936" w:rsidP="0028393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r>
        <w:rPr>
          <w:rFonts w:ascii="Times New Roman" w:eastAsia="Calibri" w:hAnsi="Times New Roman" w:cs="Times New Roman"/>
          <w:sz w:val="24"/>
          <w:lang w:val="uk-UA"/>
        </w:rPr>
        <w:t>Калач Михайлу Васильович</w:t>
      </w:r>
      <w:r w:rsidRPr="001920C6">
        <w:rPr>
          <w:rFonts w:ascii="Times New Roman" w:eastAsia="Calibri" w:hAnsi="Times New Roman" w:cs="Times New Roman"/>
          <w:sz w:val="24"/>
          <w:lang w:val="uk-UA"/>
        </w:rPr>
        <w:t>,  який  зареєстрований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8A0625">
        <w:rPr>
          <w:rFonts w:ascii="Times New Roman" w:eastAsia="Calibri" w:hAnsi="Times New Roman" w:cs="Times New Roman"/>
          <w:sz w:val="24"/>
          <w:lang w:val="en-US"/>
        </w:rPr>
        <w:t>____________</w:t>
      </w:r>
      <w:bookmarkStart w:id="0" w:name="_GoBack"/>
      <w:bookmarkEnd w:id="0"/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CC519B">
        <w:rPr>
          <w:rFonts w:ascii="Times New Roman" w:eastAsia="Calibri" w:hAnsi="Times New Roman" w:cs="Times New Roman"/>
          <w:sz w:val="24"/>
          <w:lang w:val="uk-UA"/>
        </w:rPr>
        <w:t>0,</w:t>
      </w:r>
      <w:r>
        <w:rPr>
          <w:rFonts w:ascii="Times New Roman" w:eastAsia="Calibri" w:hAnsi="Times New Roman" w:cs="Times New Roman"/>
          <w:sz w:val="24"/>
          <w:lang w:val="uk-UA"/>
        </w:rPr>
        <w:t>25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00га, для </w:t>
      </w:r>
      <w:r>
        <w:rPr>
          <w:rFonts w:ascii="Times New Roman" w:eastAsia="Calibri" w:hAnsi="Times New Roman" w:cs="Times New Roman"/>
          <w:sz w:val="24"/>
          <w:lang w:val="uk-UA"/>
        </w:rPr>
        <w:t>будівництва та обслуговування житлового будинку, господарських будівель і споруд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,  яка розташована на території  </w:t>
      </w:r>
      <w:proofErr w:type="spellStart"/>
      <w:r w:rsidRPr="001920C6">
        <w:rPr>
          <w:rFonts w:ascii="Times New Roman" w:eastAsia="Calibri" w:hAnsi="Times New Roman" w:cs="Times New Roman"/>
          <w:sz w:val="24"/>
          <w:lang w:val="uk-UA"/>
        </w:rPr>
        <w:t>Крупець</w:t>
      </w:r>
      <w:r w:rsidRPr="00CC519B">
        <w:rPr>
          <w:rFonts w:ascii="Times New Roman" w:eastAsia="Calibri" w:hAnsi="Times New Roman" w:cs="Times New Roman"/>
          <w:sz w:val="24"/>
          <w:lang w:val="uk-UA"/>
        </w:rPr>
        <w:t>кої</w:t>
      </w:r>
      <w:proofErr w:type="spellEnd"/>
      <w:r w:rsidRPr="00CC519B">
        <w:rPr>
          <w:rFonts w:ascii="Times New Roman" w:eastAsia="Calibri" w:hAnsi="Times New Roman" w:cs="Times New Roman"/>
          <w:sz w:val="24"/>
          <w:lang w:val="uk-UA"/>
        </w:rPr>
        <w:t xml:space="preserve"> сільської ради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в  с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елі Крупець.  </w:t>
      </w:r>
    </w:p>
    <w:p w:rsidR="00283936" w:rsidRPr="001920C6" w:rsidRDefault="00283936" w:rsidP="0028393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  <w:lang w:val="uk-UA"/>
        </w:rPr>
        <w:t xml:space="preserve">       </w:t>
      </w:r>
      <w:r w:rsidRPr="001920C6">
        <w:rPr>
          <w:rFonts w:ascii="Times New Roman" w:eastAsia="Calibri" w:hAnsi="Times New Roman" w:cs="Times New Roman"/>
          <w:sz w:val="24"/>
        </w:rPr>
        <w:t>2</w:t>
      </w:r>
      <w:r>
        <w:rPr>
          <w:rFonts w:ascii="Times New Roman" w:eastAsia="Calibri" w:hAnsi="Times New Roman" w:cs="Times New Roman"/>
          <w:sz w:val="24"/>
          <w:lang w:val="uk-UA"/>
        </w:rPr>
        <w:t>. Калач М.В.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ради.</w:t>
      </w:r>
    </w:p>
    <w:p w:rsidR="00283936" w:rsidRPr="001920C6" w:rsidRDefault="00283936" w:rsidP="0028393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83936" w:rsidRPr="001920C6" w:rsidRDefault="00283936" w:rsidP="0028393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83936" w:rsidRPr="00283936" w:rsidRDefault="00283936" w:rsidP="0028393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283936" w:rsidRPr="001920C6" w:rsidRDefault="00283936" w:rsidP="0028393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E2205C" w:rsidRPr="00283936" w:rsidRDefault="00283936" w:rsidP="0028393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en-US" w:eastAsia="uk-UA"/>
        </w:rPr>
      </w:pPr>
      <w:r w:rsidRPr="001920C6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E2205C" w:rsidRPr="0028393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283936"/>
    <w:rsid w:val="00171A2E"/>
    <w:rsid w:val="00283936"/>
    <w:rsid w:val="00304C90"/>
    <w:rsid w:val="00505B6D"/>
    <w:rsid w:val="006D3977"/>
    <w:rsid w:val="007D6C18"/>
    <w:rsid w:val="008A0625"/>
    <w:rsid w:val="00D1641A"/>
    <w:rsid w:val="00E220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36"/>
    <w:rPr>
      <w:rFonts w:eastAsiaTheme="minorHAns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eastAsiaTheme="minorEastAsia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eastAsiaTheme="minorEastAsia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eastAsiaTheme="minorEastAsia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eastAsiaTheme="minorEastAsia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eastAsiaTheme="minorEastAsia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eastAsiaTheme="minorEastAsia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eastAsiaTheme="minorEastAsia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eastAsiaTheme="minorEastAsia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eastAsiaTheme="minorEastAsia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eastAsiaTheme="minorEastAsia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eastAsiaTheme="minorEastAsia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eastAsiaTheme="minorEastAsia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232</Words>
  <Characters>1328</Characters>
  <Application>Microsoft Office Word</Application>
  <DocSecurity>0</DocSecurity>
  <Lines>11</Lines>
  <Paragraphs>3</Paragraphs>
  <ScaleCrop>false</ScaleCrop>
  <Company>Microsoft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Work</cp:lastModifiedBy>
  <cp:revision>2</cp:revision>
  <dcterms:created xsi:type="dcterms:W3CDTF">2020-12-10T13:13:00Z</dcterms:created>
  <dcterms:modified xsi:type="dcterms:W3CDTF">2020-12-11T07:17:00Z</dcterms:modified>
</cp:coreProperties>
</file>