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1BCD" w:rsidRPr="00750812" w:rsidRDefault="00CB1BCD" w:rsidP="00CB1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  <w:r w:rsidRPr="00750812">
        <w:rPr>
          <w:rFonts w:ascii="Times New Roman" w:eastAsia="SimSun" w:hAnsi="Times New Roman"/>
          <w:color w:val="FF0000"/>
          <w:sz w:val="24"/>
          <w:szCs w:val="24"/>
          <w:lang w:eastAsia="zh-CN"/>
        </w:rPr>
        <w:t>ПРОЕКТ</w:t>
      </w:r>
    </w:p>
    <w:p w:rsidR="00CB1BCD" w:rsidRPr="00750812" w:rsidRDefault="00CB1BCD" w:rsidP="00CB1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/>
          <w:color w:val="FF0000"/>
          <w:sz w:val="24"/>
          <w:szCs w:val="24"/>
          <w:lang w:val="ru-RU" w:eastAsia="zh-CN"/>
        </w:rPr>
      </w:pPr>
    </w:p>
    <w:p w:rsidR="00CB1BCD" w:rsidRPr="00750812" w:rsidRDefault="00CB1BCD" w:rsidP="00CB1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  <w:r w:rsidRPr="00750812">
        <w:rPr>
          <w:rFonts w:asciiTheme="minorHAnsi" w:eastAsiaTheme="minorEastAsia" w:hAnsiTheme="minorHAnsi" w:cstheme="minorBid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CB5AF8" wp14:editId="3C6DC18C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728" name="Группа 217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7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1BCD" w:rsidRDefault="00CB1BCD" w:rsidP="00CB1B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72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+5CIX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nHMUA&#10;AADeAAAADwAAAGRycy9kb3ducmV2LnhtbESPS4vCQBCE7wv+h6EXvK0TI6xuNqOIqHgQJD7uTabz&#10;YDM9ITNq/Pc7guCxqKqvqHTRm0bcqHO1ZQXjUQSCOLe65lLB+bT5moFwHlljY5kUPMjBYj74SDHR&#10;9s4Z3Y6+FAHCLkEFlfdtIqXLKzLoRrYlDl5hO4M+yK6UusN7gJtGxlH0LQ3WHBYqbGlVUf53vBoF&#10;drLd7S9lnE3WPPW8PMyKS79XavjZL39BeOr9O/xq77SCeDyNf+B5J1w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2cc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Tq/8cA&#10;AADeAAAADwAAAGRycy9kb3ducmV2LnhtbESPy2oCMRSG94W+QziCG6kZLWg7NYoI01oXghfo9jA5&#10;nYydnAxJqqNP3ywKLn/+G99s0dlGnMmH2rGC0TADQVw6XXOl4Hgonl5AhIissXFMCq4UYDF/fJhh&#10;rt2Fd3Tex0qkEQ45KjAxtrmUoTRkMQxdS5y8b+ctxiR9JbXHSxq3jRxn2URarDk9GGxpZaj82f9a&#10;Badia75W09u7H7zu6DYoNh/N50Spfq9bvoGI1MV7+L+91grGo+lzAkg4CQX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06v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rZcUA&#10;AADeAAAADwAAAGRycy9kb3ducmV2LnhtbESPTWrDMBCF94HeQUyhm9DITqApbhRjSlNCNsF2DjBY&#10;E8vUGhlLjd3bR4VCl4/38/F2+Wx7caPRd44VpKsEBHHjdMetgkt9eH4F4QOyxt4xKfghD/n+YbHD&#10;TLuJS7pVoRVxhH2GCkwIQyalbwxZ9Cs3EEfv6kaLIcqxlXrEKY7bXq6T5EVa7DgSDA70bqj5qr5t&#10;hJw3eD5dp/rwOeOEHyfDy6JU6ulxLt5ABJrDf/ivfdQK1ul2k8LvnXgF5P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+t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gKMcA&#10;AADeAAAADwAAAGRycy9kb3ducmV2LnhtbESPQUsDMRSE70L/Q3gFbzbbVVtZm5bSKojQg1UQb4/N&#10;6+7i5iUkz+76740geBxm5htmtRldr84UU+fZwHxWgCKuve24MfD2+nh1ByoJssXeMxn4pgSb9eRi&#10;hZX1A7/Q+SiNyhBOFRpoRUKldapbcphmPhBn7+SjQ8kyNtpGHDLc9bosioV22HFeaDHQrqX68/jl&#10;DByGh/C8XNyewke8KXXaW3nfiTGX03F7D0polP/wX/vJGijny+sS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9YC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QicQA&#10;AADeAAAADwAAAGRycy9kb3ducmV2LnhtbESP3YrCMBCF7xd8hzCCN4umWlilGkVEZfFGqj7A0IxN&#10;sZmUJtr69puFhb08nJ+Ps9r0thYvan3lWMF0koAgLpyuuFRwux7GCxA+IGusHZOCN3nYrAcfK8y0&#10;6zin1yWUIo6wz1CBCaHJpPSFIYt+4hri6N1dazFE2ZZSt9jFcVvLWZJ8SYsVR4LBhnaGisflaSPk&#10;nOL5dO+uh2OPHe5Phj+3uVKjYb9dggjUh//wX/tbK5hN52kKv3fiF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10I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bWX8YA&#10;AADeAAAADwAAAGRycy9kb3ducmV2LnhtbESPQUvDQBSE70L/w/IK3uzGqFFit0Wqggg9tBXE2yP7&#10;mgSzb5fdZxP/vSsIHoeZ+YZZric3qBPF1Hs2cLkoQBE33vbcGng7PF/cgUqCbHHwTAa+KcF6NTtb&#10;Ym39yDs67aVVGcKpRgOdSKi1Tk1HDtPCB+LsHX10KFnGVtuIY4a7QZdFUWmHPeeFDgNtOmo+91/O&#10;wHZ8Cq+31c0xfMTrUqdHK+8bMeZ8Pj3cgxKa5D/8136xBsqyuKrg906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bWX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9uLccA&#10;AADeAAAADwAAAGRycy9kb3ducmV2LnhtbESPUWvCMBSF3wf7D+EOfJGZrjI3OqNMIShsMHSDvV6a&#10;a1vW3JQk2vrvjSDs8XDO+Q5nvhxsK07kQ+NYwdMkA0FcOtNwpeDnWz++gggR2WDrmBScKcBycX83&#10;x8K4nnd02sdKJAiHAhXUMXaFlKGsyWKYuI44eQfnLcYkfSWNxz7BbSvzLJtJiw2nhRo7WtdU/u2P&#10;VsHqq6+mflyuBvdx2Pw+a230p1Zq9DC8v4GINMT/8K29NQryPJu+wPVOugJyc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Pbi3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CwoMEA&#10;AADeAAAADwAAAGRycy9kb3ducmV2LnhtbERP3WrCMBS+H/gO4QjezdS6iVSjiFKQsZupD3Bojk21&#10;OSlJrPXtl4vBLj++//V2sK3oyYfGsYLZNANBXDndcK3gci7flyBCRNbYOiYFLwqw3Yze1lho9+Qf&#10;6k+xFimEQ4EKTIxdIWWoDFkMU9cRJ+7qvMWYoK+l9vhM4baVeZYtpMWGU4PBjvaGqvvpYRWUX/l3&#10;f39oX7rd8GHp09yWB6PUZDzsViAiDfFf/Oc+agV5ns3T3nQnXQG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gsKDBAAAA3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xfxMcA&#10;AADeAAAADwAAAGRycy9kb3ducmV2LnhtbESPUWvCMBSF3wf7D+EOfJGZrjLZOqNMIShsMHSDvV6a&#10;a1vW3JQk2vrvjSDs8XDO+Q5nvhxsK07kQ+NYwdMkA0FcOtNwpeDnWz++gAgR2WDrmBScKcBycX83&#10;x8K4nnd02sdKJAiHAhXUMXaFlKGsyWKYuI44eQfnLcYkfSWNxz7BbSvzLJtJiw2nhRo7WtdU/u2P&#10;VsHqq6+mflyuBvdx2Pw+a230p1Zq9DC8v4GINMT/8K29NQryPJu+wvVOugJyc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cX8T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P28IA&#10;AADeAAAADwAAAGRycy9kb3ducmV2LnhtbESPzYrCMBSF9wO+Q7iCuzG1qEg1ijgUhsHNqA9waa5N&#10;tbkpSaz17ScLYZaH88e32Q22FT350DhWMJtmIIgrpxuuFVzO5ecKRIjIGlvHpOBFAXbb0ccGC+2e&#10;/Ev9KdYijXAoUIGJsSukDJUhi2HqOuLkXZ23GJP0tdQen2nctjLPsqW02HB6MNjRwVB1Pz2sgvIn&#10;P/b3h/al2w9zSwtzW30ZpSbjYb8GEWmI/+F3+1sryPNsngASTkI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EM/b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0qMMA&#10;AADeAAAADwAAAGRycy9kb3ducmV2LnhtbESP3YrCMBSE7xd8h3AE79ak9QepRhHBZb20+gCH5tgW&#10;m5PaZG19+83CgpfDzHzDbHaDbcSTOl871pBMFQjiwpmaSw3Xy/FzBcIHZIONY9LwIg+77ehjg5lx&#10;PZ/pmYdSRAj7DDVUIbSZlL6oyKKfupY4ejfXWQxRdqU0HfYRbhuZKrWUFmuOCxW2dKiouOc/VsP8&#10;1X898sVdHY2l5DRrTxyKhdaT8bBfgwg0hHf4v/1tNKSpmifwdyde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L0q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J8cMQA&#10;AADeAAAADwAAAGRycy9kb3ducmV2LnhtbESPQYvCMBSE78L+h/AW9qbpBhGtRpEVZfGk1d3zo3m2&#10;xealNFHrvzeC4HGYmW+Y2aKztbhS6yvHGr4HCQji3JmKCw3Hw7o/BuEDssHaMWm4k4fF/KM3w9S4&#10;G+/pmoVCRAj7FDWUITSplD4vyaIfuIY4eifXWgxRtoU0Ld4i3NZSJclIWqw4LpTY0E9J+Tm7WA2X&#10;0b868mlrdtnqvpms1ksv/wqtvz675RREoC68w6/2r9GgVDJU8LwTr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CfH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Fp9sgA&#10;AADeAAAADwAAAGRycy9kb3ducmV2LnhtbESPQWvCQBSE74L/YXmCN7MxSrCpq7SFgnqo1LaH3p7Z&#10;ZxKbfZtmV03/vSsIPQ4z8w0zX3amFmdqXWVZwTiKQRDnVldcKPj8eB3NQDiPrLG2TAr+yMFy0e/N&#10;MdP2wu903vlCBAi7DBWU3jeZlC4vyaCLbEMcvINtDfog20LqFi8BbmqZxHEqDVYcFkps6KWk/Gd3&#10;Mgq+trP0Yfu8nh43b3ucGP37ratUqeGge3oE4anz/+F7e6UVJEk8ncDtTrg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YWn2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FmFsYA&#10;AADeAAAADwAAAGRycy9kb3ducmV2LnhtbESPQWvCQBSE7wX/w/IEb83GGETSrKIWY+nJqtDrI/ua&#10;hGbfhuxWk/76bqHQ4zAz3zD5ZjCtuFHvGssK5lEMgri0uuFKwfVyeFyBcB5ZY2uZFIzkYLOePOSY&#10;aXvnN7qdfSUChF2GCmrvu0xKV9Zk0EW2Iw7eh+0N+iD7Suoe7wFuWpnE8VIabDgs1NjRvqby8/xl&#10;FHwv3/HkjsnueaE9jemqsK+nQqnZdNg+gfA0+P/wX/tFK0iSOE3h906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FmF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SqI8UA&#10;AADeAAAADwAAAGRycy9kb3ducmV2LnhtbESP0WrCQBRE3wX/YbkF33TTEEtNs4qIgm+tqR9wyd5u&#10;QrJ3Y3bV2K/vFgp9HGbmDFNsRtuJGw2+cazgeZGAIK6cbtgoOH8e5q8gfEDW2DkmBQ/ysFlPJwXm&#10;2t35RLcyGBEh7HNUUIfQ51L6qiaLfuF64uh9ucFiiHIwUg94j3DbyTRJXqTFhuNCjT3taqra8moV&#10;XFy61GO5x/d2v/pojMku36dMqdnTuH0DEWgM/+G/9lErSNMkW8LvnXgF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Koj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pSv8YA&#10;AADeAAAADwAAAGRycy9kb3ducmV2LnhtbESPwW7CMBBE75X4B2uRuDUOoaQ0xSCoVIkrtIcet/aS&#10;pMTrEBtI+/W4EhLH0cy80cyXvW3EmTpfO1YwTlIQxNqZmksFnx/vjzMQPiAbbByTgl/ysFwMHuZY&#10;GHfhLZ13oRQRwr5ABVUIbSGl1xVZ9IlriaO3d53FEGVXStPhJcJtI7M0zaXFmuNChS29VaQPu5NV&#10;sKm/aZrr/YudrfX26+8YJs8/RqnRsF+9ggjUh3v41t4YBVmWPuXwfyde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pSv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cO88MA&#10;AADeAAAADwAAAGRycy9kb3ducmV2LnhtbERPW2vCMBR+H/gfwhF8m8mK7NIZRQVhQyfMiXs9NGdN&#10;sTkpTVbrvzfCYI/fnW86710tOmpD5VnDw1iBIC68qbjUcPha3z+DCBHZYO2ZNFwowHw2uJtibvyZ&#10;P6nbx1KkEg45arAxNrmUobDkMIx9Q5y0H986jAm2pTQtnlO5q2Wm1KN0WHFasNjQylJx2v86DR3u&#10;LurbLj9e3qttke2Wx41JvB4N+8UriEh9/Df/pd+MhixTkye43UlX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cO8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VFG8IA&#10;AADeAAAADwAAAGRycy9kb3ducmV2LnhtbERPTUsDMRC9C/6HMII3m20QkbVpkULFo64eehw3083W&#10;zcySxO62v94cBI+P973azGFQJ4qpF7awXFSgiFtxPXcWPj92d4+gUkZ2OAiThTMl2Kyvr1ZYO5n4&#10;nU5N7lQJ4VSjBZ/zWGudWk8B00JG4sIdJAbMBcZOu4hTCQ+DNlX1oAP2XBo8jrT11H43P8HC9NJ+&#10;Hc1h7/wljrJr3uRoBrH29mZ+fgKVac7/4j/3q7NgTHVf9pY75Qro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UUb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wl8cA&#10;AADeAAAADwAAAGRycy9kb3ducmV2LnhtbESP3WoCMRSE7wu+QziCdzXrIq2uRvEXSrEUtb0/bo67&#10;q8nJskl1+/ZNodDLYWa+Yabz1hpxo8ZXjhUM+gkI4tzpigsFH8ft4wiED8gajWNS8E0e5rPOwxQz&#10;7e68p9shFCJC2GeooAyhzqT0eUkWfd/VxNE7u8ZiiLIppG7wHuHWyDRJnqTFiuNCiTWtSsqvhy+r&#10;YPu+Npf0bb/4lGG1eT6Z0etyvVOq120XExCB2vAf/mu/aAVpmgzH8HsnXg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0h8J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QSQ8cA&#10;AADeAAAADwAAAGRycy9kb3ducmV2LnhtbESPzWrCQBSF94W+w3AL3YhOmqKE1ImIULRQQaPg9iZz&#10;m4Rk7oTMNKZv31kUujycP771ZjKdGGlwjWUFL4sIBHFpdcOVguvlfZ6AcB5ZY2eZFPyQg032+LDG&#10;VNs7n2nMfSXCCLsUFdTe96mUrqzJoFvYnjh4X3Yw6IMcKqkHvIdx08k4ilbSYMPhocaedjWVbf5t&#10;FIynz6I6jK7/aJOZW74W+/1R35R6fpq2byA8Tf4//Nc+aAVxHC0DQMAJKC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0EkP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1BCD" w:rsidRDefault="00CB1BCD" w:rsidP="00CB1BC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TJxccA&#10;AADeAAAADwAAAGRycy9kb3ducmV2LnhtbESPQWsCMRSE74X+h/AEbzVx0aKrUWpB6KWgtod6e26e&#10;u4ubl20Sddtf3whCj8PMfMPMl51txIV8qB1rGA4UCOLCmZpLDZ8f66cJiBCRDTaOScMPBVguHh/m&#10;mBt35S1ddrEUCcIhRw1VjG0uZSgqshgGriVO3tF5izFJX0rj8ZrgtpGZUs/SYs1pocKWXisqTruz&#10;1bCaTlbfmxG//24Pe9p/HU7jzCut+73uZQYiUhf/w/f2m9GQZWo8hNuddAX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UycXHAAAA3gAAAA8AAAAAAAAAAAAAAAAAmAIAAGRy&#10;cy9kb3ducmV2LnhtbFBLBQYAAAAABAAEAPUAAACMAwAAAAA=&#10;" fillcolor="black" stroked="f">
                  <v:textbox>
                    <w:txbxContent>
                      <w:p w:rsidR="00CB1BCD" w:rsidRDefault="00CB1BCD" w:rsidP="00CB1BC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ZsscA&#10;AADeAAAADwAAAGRycy9kb3ducmV2LnhtbESPQWsCMRSE70L/Q3iF3jTbgCJbo2hboaA9aHvw+Nw8&#10;d8NuXpZN1LW/vikIPQ4z8w0zW/SuERfqgvWs4XmUgSAuvLFcavj+Wg+nIEJENth4Jg03CrCYPwxm&#10;mBt/5R1d9rEUCcIhRw1VjG0uZSgqchhGviVO3sl3DmOSXSlNh9cEd41UWTaRDi2nhQpbeq2oqPdn&#10;p+GwmdjpzpI6bn9W72Y7rlefb7XWT4/98gVEpD7+h+/tD6NBqWys4O9Oug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FWbL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uRG8cA&#10;AADeAAAADwAAAGRycy9kb3ducmV2LnhtbESPQUsDMRSE74L/ITzBm03cYilr01IspV482Fa8PjbP&#10;zbqblzVJ221/vSkIHoeZ+YaZLQbXiSOF2HjW8DhSIIgrbxquNex364cpiJiQDXaeScOZIizmtzcz&#10;LI0/8Tsdt6kWGcKxRA02pb6UMlaWHMaR74mz9+WDw5RlqKUJeMpw18lCqYl02HBesNjTi6Wq3R6c&#10;hrD8XLUXPny06vJ2jpvv4WeKVuv7u2H5DCLRkP7Df+1Xo6Eo1NMYrnfyF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bkR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O/JMYA&#10;AADeAAAADwAAAGRycy9kb3ducmV2LnhtbESP3WoCMRSE7wt9h3AEb0pNuvR3a5QiCIJS0PoAp5vT&#10;3cXkZNmc6tqnN4VCL4eZ+YaZzofg1ZH61Ea2cDcxoIir6FquLew/lrfPoJIgO/SRycKZEsxn11dT&#10;LF088ZaOO6lVhnAq0UIj0pVap6qhgGkSO+LsfcU+oGTZ19r1eMrw4HVhzKMO2HJeaLCjRUPVYfcd&#10;LPji07+sn9JGznu9MT9BtjfvztrxaHh7BSU0yH/4r71yForCPNzD7518Bf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O/J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9b5cYA&#10;AADeAAAADwAAAGRycy9kb3ducmV2LnhtbESPQWsCMRSE74X+h/AK3mrWBUtZjaIVYS8eulW8PjfP&#10;zWLysmxSXf31TaHQ4zAz3zDz5eCsuFIfWs8KJuMMBHHtdcuNgv3X9vUdRIjIGq1nUnCnAMvF89Mc&#10;C+1v/EnXKjYiQTgUqMDE2BVShtqQwzD2HXHyzr53GJPsG6l7vCW4szLPsjfpsOW0YLCjD0P1pfp2&#10;CjZVZ/N9adbheNidTrZ8bOm4UWr0MqxmICIN8T/81y61gjzPplP4vZOugF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9b5c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h3pMUA&#10;AADeAAAADwAAAGRycy9kb3ducmV2LnhtbESPQWsCMRSE7wX/Q3iCt5q40G1ZjSKiIHiq1UNvj+S5&#10;u7p5WTapu/57Uyj0OMzMN8xiNbhG3KkLtWcNs6kCQWy8rbnUcPravX6ACBHZYuOZNDwowGo5ellg&#10;YX3Pn3Q/xlIkCIcCNVQxtoWUwVTkMEx9S5y8i+8cxiS7UtoO+wR3jcyUyqXDmtNChS1tKjK344/T&#10;cN3JgzcKzfl07vf2/XubU6O0noyH9RxEpCH+h//ae6shy9RbDr930hW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Hek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whWMcA&#10;AADeAAAADwAAAGRycy9kb3ducmV2LnhtbESPT2vCQBTE70K/w/IK3nTTiH9IXcUWBLF4UEvp8TX7&#10;TEKyb8PuqvHbuwXB4zAzv2Hmy8404kLOV5YVvA0TEMS51RUXCr6P68EMhA/IGhvLpOBGHpaLl94c&#10;M22vvKfLIRQiQthnqKAMoc2k9HlJBv3QtsTRO1lnMETpCqkdXiPcNDJNkok0WHFcKLGlz5Ly+nA2&#10;Cn7PX3zajbYr9xF+bHf0dfo3q5Xqv3ardxCBuvAMP9obrSBNk/EU/u/EKy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sIVj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1BCD" w:rsidRDefault="00CB1BCD" w:rsidP="00CB1BC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5gWMQA&#10;AADeAAAADwAAAGRycy9kb3ducmV2LnhtbERPy2oCMRTdC/2HcAvuNOlQxU6NUgsFN4KvRd1dJ7cz&#10;g5ObaRJ12q83C8Hl4byn88424kI+1I41vAwVCOLCmZpLDfvd12ACIkRkg41j0vBHAeazp94Uc+Ou&#10;vKHLNpYihXDIUUMVY5tLGYqKLIaha4kT9+O8xZigL6XxeE3htpGZUmNpsebUUGFLnxUVp+3Zali8&#10;TRa/61de/W+OBzp8H0+jzCut+8/dxzuISF18iO/updGQZWqU9qY76Qr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YFjEAAAA3gAAAA8AAAAAAAAAAAAAAAAAmAIAAGRycy9k&#10;b3ducmV2LnhtbFBLBQYAAAAABAAEAPUAAACJAwAAAAA=&#10;" fillcolor="black" stroked="f">
                  <v:textbox>
                    <w:txbxContent>
                      <w:p w:rsidR="00CB1BCD" w:rsidRDefault="00CB1BCD" w:rsidP="00CB1BC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TOacYA&#10;AADeAAAADwAAAGRycy9kb3ducmV2LnhtbESPQUsDMRSE70L/Q3iCN5t1RdFt07IUisXTtiq9vm6e&#10;m8XNy5LEdPvvjSB4HGbmG2a5nuwgEvnQO1ZwNy9AELdO99wpeH/b3j6BCBFZ4+CYFFwowHo1u1pi&#10;pd2Z95QOsRMZwqFCBSbGsZIytIYshrkbibP36bzFmKXvpPZ4znA7yLIoHqXFnvOCwZE2htqvw7dV&#10;kE6bpr5Px2T2r77uvGtePk6NUjfXU70AEWmK/+G/9k4rKMvi4Rl+7+Qr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TOa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1BCD" w:rsidRDefault="00CB1BCD" w:rsidP="00CB1BC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7pQMYA&#10;AADeAAAADwAAAGRycy9kb3ducmV2LnhtbESPzWrCQBSF94W+w3AL7pqJWQSbOkqRVtSNNS20y0vm&#10;NhOauRMyY4w+vbMQXB7OH998OdpWDNT7xrGCaZKCIK6cbrhW8P318TwD4QOyxtYxKTiTh+Xi8WGO&#10;hXYnPtBQhlrEEfYFKjAhdIWUvjJk0SeuI47en+sthij7WuoeT3HctjJL01xabDg+GOxoZaj6L49W&#10;gZ+u3n929vIy/K4N78utyT9ro9TkaXx7BRFoDPfwrb3RCrIszSNAxIko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7pQM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1BCD" w:rsidRDefault="00CB1BCD" w:rsidP="00CB1BC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1BCD" w:rsidRPr="00750812" w:rsidRDefault="00CB1BCD" w:rsidP="00CB1B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="Times New Roman"/>
          <w:lang w:eastAsia="uk-UA"/>
        </w:rPr>
      </w:pPr>
    </w:p>
    <w:p w:rsidR="00CB1BCD" w:rsidRPr="00750812" w:rsidRDefault="00CB1BCD" w:rsidP="00CB1B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CB1BCD" w:rsidRPr="00750812" w:rsidRDefault="00CB1BCD" w:rsidP="00CB1BC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CB1BCD" w:rsidRPr="00750812" w:rsidRDefault="00CB1BCD" w:rsidP="00CB1B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CB1BCD" w:rsidRPr="00750812" w:rsidRDefault="00CB1BCD" w:rsidP="00CB1B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750812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CB1BCD" w:rsidRPr="00750812" w:rsidRDefault="00CB1BCD" w:rsidP="00CB1B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1BCD" w:rsidRPr="00750812" w:rsidRDefault="00CB1BCD" w:rsidP="00CB1B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 w:rsidRPr="00750812">
        <w:rPr>
          <w:rFonts w:ascii="Times New Roman" w:eastAsia="Arial Unicode MS" w:hAnsi="Times New Roman"/>
          <w:b/>
          <w:color w:val="000000"/>
          <w:sz w:val="24"/>
          <w:szCs w:val="24"/>
        </w:rPr>
        <w:t>РІШЕННЯ</w:t>
      </w:r>
    </w:p>
    <w:p w:rsidR="00CB1BCD" w:rsidRPr="00750812" w:rsidRDefault="00CB1BCD" w:rsidP="00CB1BC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1BCD" w:rsidRPr="00FB0BF1" w:rsidRDefault="00CB1BCD" w:rsidP="00CB1BC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ХХ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CB1BCD" w:rsidRDefault="00CB1BCD" w:rsidP="00CB1BCD">
      <w:pPr>
        <w:spacing w:after="0" w:line="240" w:lineRule="auto"/>
        <w:jc w:val="center"/>
        <w:rPr>
          <w:rFonts w:ascii="Times New Roman" w:hAnsi="Times New Roman"/>
        </w:rPr>
      </w:pPr>
    </w:p>
    <w:p w:rsidR="00CB1BCD" w:rsidRPr="001869AA" w:rsidRDefault="00CB1BCD" w:rsidP="00CB1BCD">
      <w:pPr>
        <w:spacing w:after="0" w:line="240" w:lineRule="auto"/>
        <w:jc w:val="center"/>
        <w:rPr>
          <w:rFonts w:ascii="Times New Roman" w:hAnsi="Times New Roman"/>
        </w:rPr>
      </w:pPr>
    </w:p>
    <w:p w:rsidR="00CB1BCD" w:rsidRPr="00D2553D" w:rsidRDefault="00CB1BCD" w:rsidP="00CB1BC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__.02.2022</w:t>
      </w:r>
      <w:r w:rsidRPr="00312454">
        <w:rPr>
          <w:rFonts w:ascii="Times New Roman" w:hAnsi="Times New Roman"/>
          <w:sz w:val="24"/>
        </w:rPr>
        <w:t xml:space="preserve">р.                </w:t>
      </w:r>
      <w:r>
        <w:rPr>
          <w:rFonts w:ascii="Times New Roman" w:hAnsi="Times New Roman"/>
          <w:sz w:val="24"/>
        </w:rPr>
        <w:t xml:space="preserve">          </w:t>
      </w:r>
      <w:r w:rsidRPr="00312454">
        <w:rPr>
          <w:rFonts w:ascii="Times New Roman" w:hAnsi="Times New Roman"/>
          <w:sz w:val="24"/>
        </w:rPr>
        <w:t xml:space="preserve">         Крупець                                        №_____</w:t>
      </w:r>
    </w:p>
    <w:p w:rsidR="00CB1BCD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uk-UA"/>
        </w:rPr>
      </w:pPr>
    </w:p>
    <w:p w:rsidR="00CB1BCD" w:rsidRPr="00010013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uk-UA"/>
        </w:rPr>
      </w:pPr>
      <w:r w:rsidRPr="00010013">
        <w:rPr>
          <w:rFonts w:ascii="Times New Roman" w:hAnsi="Times New Roman"/>
          <w:b/>
          <w:sz w:val="24"/>
          <w:lang w:eastAsia="uk-UA"/>
        </w:rPr>
        <w:t xml:space="preserve">Про внесення </w:t>
      </w:r>
      <w:r>
        <w:rPr>
          <w:rFonts w:ascii="Times New Roman" w:hAnsi="Times New Roman"/>
          <w:b/>
          <w:sz w:val="24"/>
          <w:lang w:eastAsia="uk-UA"/>
        </w:rPr>
        <w:t xml:space="preserve">  змін  до  рішення  №16  від  27.01.2022</w:t>
      </w:r>
      <w:r w:rsidRPr="00010013">
        <w:rPr>
          <w:rFonts w:ascii="Times New Roman" w:hAnsi="Times New Roman"/>
          <w:b/>
          <w:sz w:val="24"/>
          <w:lang w:eastAsia="uk-UA"/>
        </w:rPr>
        <w:t xml:space="preserve"> року </w:t>
      </w:r>
    </w:p>
    <w:p w:rsidR="00CB1BCD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uk-UA"/>
        </w:rPr>
      </w:pPr>
      <w:r w:rsidRPr="00010013">
        <w:rPr>
          <w:rFonts w:ascii="Times New Roman" w:hAnsi="Times New Roman"/>
          <w:b/>
          <w:sz w:val="24"/>
          <w:lang w:eastAsia="uk-UA"/>
        </w:rPr>
        <w:t>«Про</w:t>
      </w:r>
      <w:r>
        <w:rPr>
          <w:rFonts w:ascii="Times New Roman" w:hAnsi="Times New Roman"/>
          <w:b/>
          <w:sz w:val="24"/>
          <w:lang w:eastAsia="uk-UA"/>
        </w:rPr>
        <w:t xml:space="preserve"> затвердження технічної документації  із землеустрою</w:t>
      </w:r>
    </w:p>
    <w:p w:rsidR="00CB1BCD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uk-UA"/>
        </w:rPr>
      </w:pPr>
      <w:r>
        <w:rPr>
          <w:rFonts w:ascii="Times New Roman" w:hAnsi="Times New Roman"/>
          <w:b/>
          <w:sz w:val="24"/>
          <w:lang w:eastAsia="uk-UA"/>
        </w:rPr>
        <w:t>щодо  встановлення  (відновлення)  меж земельної ділянки</w:t>
      </w:r>
    </w:p>
    <w:p w:rsidR="00CB1BCD" w:rsidRPr="00010013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uk-UA"/>
        </w:rPr>
      </w:pPr>
      <w:r>
        <w:rPr>
          <w:rFonts w:ascii="Times New Roman" w:hAnsi="Times New Roman"/>
          <w:b/>
          <w:sz w:val="24"/>
          <w:lang w:eastAsia="uk-UA"/>
        </w:rPr>
        <w:t>в натурі (на місцевості) Колесника А.Л.</w:t>
      </w:r>
      <w:r w:rsidRPr="00010013">
        <w:rPr>
          <w:rFonts w:ascii="Times New Roman" w:hAnsi="Times New Roman"/>
          <w:b/>
          <w:sz w:val="24"/>
          <w:lang w:eastAsia="uk-UA"/>
        </w:rPr>
        <w:t xml:space="preserve">» </w:t>
      </w:r>
    </w:p>
    <w:p w:rsidR="00CB1BCD" w:rsidRPr="00010013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uk-UA"/>
        </w:rPr>
      </w:pPr>
    </w:p>
    <w:p w:rsidR="00CB1BCD" w:rsidRPr="00010013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uk-UA"/>
        </w:rPr>
      </w:pPr>
    </w:p>
    <w:p w:rsidR="00CB1BCD" w:rsidRPr="00010013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b/>
          <w:sz w:val="24"/>
          <w:lang w:eastAsia="uk-UA"/>
        </w:rPr>
      </w:pPr>
    </w:p>
    <w:p w:rsidR="00CB1BCD" w:rsidRPr="00010013" w:rsidRDefault="00CB1BCD" w:rsidP="00CB1BC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eastAsia="uk-UA"/>
        </w:rPr>
      </w:pPr>
      <w:r w:rsidRPr="00010013">
        <w:rPr>
          <w:rFonts w:ascii="Times New Roman" w:hAnsi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</w:t>
      </w:r>
      <w:r>
        <w:rPr>
          <w:rFonts w:ascii="Times New Roman" w:hAnsi="Times New Roman"/>
          <w:sz w:val="24"/>
          <w:lang w:eastAsia="uk-UA"/>
        </w:rPr>
        <w:t>Колесника А.Л.</w:t>
      </w:r>
      <w:r w:rsidRPr="00010013">
        <w:rPr>
          <w:rFonts w:ascii="Times New Roman" w:hAnsi="Times New Roman"/>
          <w:sz w:val="24"/>
          <w:lang w:eastAsia="uk-UA"/>
        </w:rPr>
        <w:t xml:space="preserve">   сільська рада </w:t>
      </w:r>
    </w:p>
    <w:p w:rsidR="00CB1BCD" w:rsidRPr="00010013" w:rsidRDefault="00CB1BCD" w:rsidP="00CB1BC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eastAsia="uk-UA"/>
        </w:rPr>
      </w:pPr>
      <w:r w:rsidRPr="00010013">
        <w:rPr>
          <w:rFonts w:ascii="Times New Roman" w:hAnsi="Times New Roman"/>
          <w:sz w:val="24"/>
          <w:lang w:eastAsia="uk-UA"/>
        </w:rPr>
        <w:t>ВИРІШИЛА:</w:t>
      </w:r>
    </w:p>
    <w:p w:rsidR="00CB1BCD" w:rsidRPr="00010013" w:rsidRDefault="00CB1BCD" w:rsidP="00CB1BC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eastAsia="uk-UA"/>
        </w:rPr>
      </w:pPr>
    </w:p>
    <w:p w:rsidR="00CB1BCD" w:rsidRPr="00010013" w:rsidRDefault="00CB1BCD" w:rsidP="00CB1BC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eastAsia="uk-UA"/>
        </w:rPr>
      </w:pPr>
    </w:p>
    <w:p w:rsidR="00CB1BCD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lang w:eastAsia="uk-UA"/>
        </w:rPr>
      </w:pPr>
      <w:r w:rsidRPr="00010013">
        <w:rPr>
          <w:rFonts w:ascii="Times New Roman" w:hAnsi="Times New Roman"/>
          <w:sz w:val="24"/>
          <w:lang w:eastAsia="uk-UA"/>
        </w:rPr>
        <w:t xml:space="preserve">         1.Внести  зміни до рішення  </w:t>
      </w:r>
      <w:r w:rsidRPr="00D2553D">
        <w:rPr>
          <w:rFonts w:ascii="Times New Roman" w:hAnsi="Times New Roman"/>
          <w:sz w:val="24"/>
          <w:lang w:eastAsia="uk-UA"/>
        </w:rPr>
        <w:t>№16 від 27.01.2022</w:t>
      </w:r>
      <w:r w:rsidRPr="00010013">
        <w:rPr>
          <w:rFonts w:ascii="Times New Roman" w:hAnsi="Times New Roman"/>
          <w:sz w:val="24"/>
          <w:lang w:eastAsia="uk-UA"/>
        </w:rPr>
        <w:t xml:space="preserve"> року «Про</w:t>
      </w:r>
      <w:r w:rsidRPr="00D2553D">
        <w:rPr>
          <w:rFonts w:ascii="Times New Roman" w:hAnsi="Times New Roman"/>
          <w:sz w:val="24"/>
          <w:lang w:eastAsia="uk-UA"/>
        </w:rPr>
        <w:t xml:space="preserve"> затвердження технічної документації  із землеустрою щодо встановлення (відновлення) меж земельної ділянки в натурі (на місцевості) Колесника А.Л.</w:t>
      </w:r>
      <w:r w:rsidRPr="00010013">
        <w:rPr>
          <w:rFonts w:ascii="Times New Roman" w:hAnsi="Times New Roman"/>
          <w:sz w:val="24"/>
          <w:lang w:eastAsia="uk-UA"/>
        </w:rPr>
        <w:t>»</w:t>
      </w:r>
      <w:r>
        <w:rPr>
          <w:rFonts w:ascii="Times New Roman" w:hAnsi="Times New Roman"/>
          <w:sz w:val="24"/>
          <w:lang w:eastAsia="uk-UA"/>
        </w:rPr>
        <w:t>, а саме:</w:t>
      </w:r>
    </w:p>
    <w:p w:rsidR="00CB1BCD" w:rsidRDefault="00CB1BCD" w:rsidP="00CB1BC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lang w:eastAsia="uk-UA"/>
        </w:rPr>
        <w:t xml:space="preserve">         1.</w:t>
      </w:r>
      <w:r w:rsidRPr="008D3A61">
        <w:rPr>
          <w:rFonts w:ascii="Times New Roman" w:hAnsi="Times New Roman"/>
          <w:sz w:val="24"/>
          <w:szCs w:val="24"/>
          <w:lang w:eastAsia="uk-UA"/>
        </w:rPr>
        <w:t>1</w:t>
      </w:r>
      <w:r>
        <w:rPr>
          <w:rFonts w:ascii="Times New Roman" w:hAnsi="Times New Roman"/>
          <w:sz w:val="24"/>
          <w:szCs w:val="24"/>
          <w:lang w:eastAsia="uk-UA"/>
        </w:rPr>
        <w:t xml:space="preserve">. </w:t>
      </w:r>
      <w:r>
        <w:rPr>
          <w:rFonts w:ascii="Times New Roman" w:hAnsi="Times New Roman"/>
          <w:color w:val="252B33"/>
          <w:sz w:val="24"/>
          <w:szCs w:val="24"/>
          <w:shd w:val="clear" w:color="auto" w:fill="FFFFFF"/>
        </w:rPr>
        <w:t>доповнити рішення пунктом 2, виклавши в наступній редакції  «</w:t>
      </w:r>
      <w:r w:rsidRPr="00A4420F">
        <w:rPr>
          <w:rFonts w:ascii="Times New Roman" w:hAnsi="Times New Roman"/>
          <w:sz w:val="24"/>
          <w:szCs w:val="24"/>
        </w:rPr>
        <w:t>Передати</w:t>
      </w:r>
      <w:r w:rsidRPr="00A4420F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Колеснику Андрію Леонідовичу, </w:t>
      </w:r>
      <w:r w:rsidRPr="00A4420F">
        <w:rPr>
          <w:rFonts w:ascii="Times New Roman" w:hAnsi="Times New Roman"/>
          <w:sz w:val="24"/>
        </w:rPr>
        <w:t xml:space="preserve"> який  зареєстрований за </w:t>
      </w:r>
      <w:proofErr w:type="spellStart"/>
      <w:r w:rsidRPr="00A4420F">
        <w:rPr>
          <w:rFonts w:ascii="Times New Roman" w:hAnsi="Times New Roman"/>
          <w:sz w:val="24"/>
        </w:rPr>
        <w:t>адресою</w:t>
      </w:r>
      <w:proofErr w:type="spellEnd"/>
      <w:r w:rsidRPr="00A4420F">
        <w:rPr>
          <w:rFonts w:ascii="Times New Roman" w:hAnsi="Times New Roman"/>
          <w:sz w:val="24"/>
        </w:rPr>
        <w:t xml:space="preserve">: </w:t>
      </w:r>
      <w:r w:rsidR="000D7A1F">
        <w:rPr>
          <w:rFonts w:ascii="Times New Roman" w:hAnsi="Times New Roman"/>
          <w:sz w:val="24"/>
          <w:lang w:val="ru-RU"/>
        </w:rPr>
        <w:t>_________</w:t>
      </w:r>
      <w:bookmarkStart w:id="0" w:name="_GoBack"/>
      <w:bookmarkEnd w:id="0"/>
      <w:r w:rsidR="000D7A1F">
        <w:rPr>
          <w:rFonts w:ascii="Times New Roman" w:hAnsi="Times New Roman"/>
          <w:sz w:val="24"/>
          <w:lang w:val="ru-RU"/>
        </w:rPr>
        <w:t>___________</w:t>
      </w:r>
      <w:r w:rsidRPr="00A4420F">
        <w:rPr>
          <w:rFonts w:ascii="Times New Roman" w:hAnsi="Times New Roman"/>
          <w:sz w:val="24"/>
          <w:szCs w:val="24"/>
        </w:rPr>
        <w:t>,</w:t>
      </w:r>
      <w:r w:rsidRPr="00A4420F">
        <w:rPr>
          <w:rFonts w:ascii="Times New Roman" w:hAnsi="Times New Roman"/>
          <w:sz w:val="24"/>
        </w:rPr>
        <w:t xml:space="preserve"> </w:t>
      </w:r>
      <w:r w:rsidRPr="00A4420F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D7A1F">
        <w:rPr>
          <w:rFonts w:ascii="Times New Roman" w:eastAsia="Arial Unicode MS" w:hAnsi="Times New Roman"/>
          <w:color w:val="000000"/>
          <w:sz w:val="24"/>
          <w:szCs w:val="24"/>
          <w:lang w:val="ru-RU" w:eastAsia="uk-UA"/>
        </w:rPr>
        <w:t>______________</w:t>
      </w:r>
      <w:r w:rsidRPr="00A4420F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</w:t>
      </w:r>
      <w:r w:rsidRPr="00A4420F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приватну </w:t>
      </w:r>
      <w:r w:rsidRPr="00A4420F">
        <w:rPr>
          <w:rFonts w:ascii="Times New Roman" w:hAnsi="Times New Roman"/>
          <w:sz w:val="24"/>
          <w:szCs w:val="24"/>
        </w:rPr>
        <w:t>власність земельну ділянку, площею 0,0900 га, кадастровий номер: 6823986800:06:007:0153, для ведення садівництва, яка розташована Хмельницька область,  Шепетівський (</w:t>
      </w:r>
      <w:proofErr w:type="spellStart"/>
      <w:r w:rsidRPr="00A4420F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A4420F"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 w:rsidRPr="00A4420F">
        <w:rPr>
          <w:rFonts w:ascii="Times New Roman" w:hAnsi="Times New Roman"/>
          <w:sz w:val="24"/>
          <w:szCs w:val="24"/>
        </w:rPr>
        <w:t>Крупецька</w:t>
      </w:r>
      <w:proofErr w:type="spellEnd"/>
      <w:r w:rsidRPr="00A4420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(Полянська) сільська рада.»</w:t>
      </w:r>
    </w:p>
    <w:p w:rsidR="00CB1BCD" w:rsidRPr="004B60AF" w:rsidRDefault="00CB1BCD" w:rsidP="00CB1BC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0AF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2</w:t>
      </w:r>
      <w:r w:rsidRPr="004B60AF">
        <w:rPr>
          <w:rFonts w:ascii="Times New Roman" w:hAnsi="Times New Roman"/>
          <w:sz w:val="24"/>
          <w:szCs w:val="24"/>
        </w:rPr>
        <w:t xml:space="preserve">. </w:t>
      </w:r>
      <w:r w:rsidRPr="004B60AF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Колеснику А.Л.,</w:t>
      </w:r>
      <w:r w:rsidRPr="004B60AF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Pr="004B60AF">
        <w:rPr>
          <w:rFonts w:ascii="Times New Roman" w:hAnsi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CB1BCD" w:rsidRPr="00010013" w:rsidRDefault="00CB1BCD" w:rsidP="00CB1BC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010013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A7316" w:rsidRDefault="00CB1BCD" w:rsidP="00CB1BCD">
      <w:r w:rsidRPr="00D500AD"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3A73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BCD"/>
    <w:rsid w:val="000D7A1F"/>
    <w:rsid w:val="003A7316"/>
    <w:rsid w:val="008D24AF"/>
    <w:rsid w:val="00CB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CD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BCD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777</cp:lastModifiedBy>
  <cp:revision>4</cp:revision>
  <dcterms:created xsi:type="dcterms:W3CDTF">2022-02-14T07:23:00Z</dcterms:created>
  <dcterms:modified xsi:type="dcterms:W3CDTF">2022-02-14T09:37:00Z</dcterms:modified>
</cp:coreProperties>
</file>