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BAB" w:rsidRPr="00E04900" w:rsidRDefault="00830BAB" w:rsidP="00830BA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0BAB" w:rsidRDefault="00830BAB" w:rsidP="00830B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0BAB" w:rsidRDefault="00830BAB" w:rsidP="00830B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0BAB" w:rsidRDefault="00830BAB" w:rsidP="00830B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30BAB" w:rsidRDefault="00830BAB" w:rsidP="00830B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0BAB" w:rsidRDefault="00830BAB" w:rsidP="00830BAB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№31</w:t>
      </w:r>
    </w:p>
    <w:p w:rsidR="00830BAB" w:rsidRDefault="00830BAB" w:rsidP="00830B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0BAB" w:rsidRPr="00F350B9" w:rsidRDefault="00830BAB" w:rsidP="00830BA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30BAB" w:rsidRPr="00F350B9" w:rsidRDefault="00830BAB" w:rsidP="00830BA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30BAB" w:rsidRPr="00F350B9" w:rsidRDefault="00830BAB" w:rsidP="00830BA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30BAB" w:rsidRPr="00F350B9" w:rsidRDefault="00830BAB" w:rsidP="00830BA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Ткачук О.Г.</w:t>
      </w:r>
    </w:p>
    <w:p w:rsidR="00830BAB" w:rsidRPr="00F350B9" w:rsidRDefault="00830BAB" w:rsidP="00830BA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0BAB" w:rsidRPr="00F350B9" w:rsidRDefault="00830BAB" w:rsidP="00830B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Ткачук О.Г,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830BAB" w:rsidRPr="00F350B9" w:rsidRDefault="00830BAB" w:rsidP="00830B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30BAB" w:rsidRPr="00F350B9" w:rsidRDefault="00830BAB" w:rsidP="00830B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350B9">
        <w:rPr>
          <w:rFonts w:ascii="Times New Roman" w:hAnsi="Times New Roman" w:cs="Times New Roman"/>
          <w:sz w:val="24"/>
        </w:rPr>
        <w:t xml:space="preserve">Ткачук </w:t>
      </w:r>
      <w:proofErr w:type="spellStart"/>
      <w:r w:rsidRPr="00F350B9">
        <w:rPr>
          <w:rFonts w:ascii="Times New Roman" w:hAnsi="Times New Roman" w:cs="Times New Roman"/>
          <w:sz w:val="24"/>
        </w:rPr>
        <w:t>Ользі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50B9">
        <w:rPr>
          <w:rFonts w:ascii="Times New Roman" w:hAnsi="Times New Roman" w:cs="Times New Roman"/>
          <w:sz w:val="24"/>
        </w:rPr>
        <w:t>Григорівні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, яка </w:t>
      </w:r>
      <w:proofErr w:type="spellStart"/>
      <w:r w:rsidRPr="00F350B9">
        <w:rPr>
          <w:rFonts w:ascii="Times New Roman" w:hAnsi="Times New Roman" w:cs="Times New Roman"/>
          <w:sz w:val="24"/>
        </w:rPr>
        <w:t>зареєстрована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F350B9">
        <w:rPr>
          <w:rFonts w:ascii="Times New Roman" w:hAnsi="Times New Roman" w:cs="Times New Roman"/>
          <w:sz w:val="24"/>
        </w:rPr>
        <w:t>адресою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: </w:t>
      </w:r>
      <w:r w:rsidR="00E00ED9">
        <w:rPr>
          <w:rFonts w:ascii="Times New Roman" w:hAnsi="Times New Roman" w:cs="Times New Roman"/>
          <w:sz w:val="24"/>
          <w:lang w:val="en-US"/>
        </w:rPr>
        <w:t>___________</w:t>
      </w:r>
      <w:r w:rsidRPr="00F350B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00ED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0,1403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6823982100:01:011:0018, для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30BAB" w:rsidRPr="00F350B9" w:rsidRDefault="00830BAB" w:rsidP="00830B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2. Ткачук О.Г.</w:t>
      </w:r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30BAB" w:rsidRPr="00F350B9" w:rsidRDefault="00830BAB" w:rsidP="00830B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30BAB" w:rsidRPr="00F350B9" w:rsidRDefault="00830BAB" w:rsidP="00830B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0BAB" w:rsidRDefault="00830BAB" w:rsidP="00830BA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30BAB" w:rsidRPr="00F350B9" w:rsidRDefault="00830BAB" w:rsidP="00830BA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30BAB" w:rsidRPr="00F350B9" w:rsidRDefault="00830BAB" w:rsidP="00830BA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30BAB" w:rsidRPr="00F350B9" w:rsidRDefault="00830BAB" w:rsidP="00830BA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350B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  голова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F350B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МИХАЛЮК</w:t>
      </w:r>
    </w:p>
    <w:p w:rsidR="00A97B30" w:rsidRDefault="00A97B30"/>
    <w:sectPr w:rsidR="00A97B3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0BAB"/>
    <w:rsid w:val="00171A2E"/>
    <w:rsid w:val="00304C90"/>
    <w:rsid w:val="00505B6D"/>
    <w:rsid w:val="006D3977"/>
    <w:rsid w:val="007D6C18"/>
    <w:rsid w:val="00830BAB"/>
    <w:rsid w:val="00A97B30"/>
    <w:rsid w:val="00D1641A"/>
    <w:rsid w:val="00E0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0BA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0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0BA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0BA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0BA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0BA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2020-09-29T16:49:00Z</dcterms:created>
  <dcterms:modified xsi:type="dcterms:W3CDTF">2020-09-30T04:19:00Z</dcterms:modified>
</cp:coreProperties>
</file>