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EE1" w:rsidRPr="00CD53EA" w:rsidRDefault="002D7EE1" w:rsidP="002D7EE1">
      <w:pPr>
        <w:pStyle w:val="HTML0"/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7EE1" w:rsidRDefault="002D7EE1" w:rsidP="002D7E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D7EE1" w:rsidRDefault="002D7EE1" w:rsidP="002D7E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7EE1" w:rsidRDefault="002D7EE1" w:rsidP="002D7E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D7EE1" w:rsidRDefault="002D7EE1" w:rsidP="002D7E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7EE1" w:rsidRDefault="002D7EE1" w:rsidP="002D7E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D7EE1" w:rsidRDefault="002D7EE1" w:rsidP="002D7E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7EE1" w:rsidRDefault="002D7EE1" w:rsidP="002D7E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D7EE1" w:rsidRDefault="002D7EE1" w:rsidP="002D7E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7EE1" w:rsidRDefault="002D7EE1" w:rsidP="002D7E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D7EE1" w:rsidRDefault="002D7EE1" w:rsidP="002D7E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7EE1" w:rsidRDefault="002D7EE1" w:rsidP="002D7E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D7EE1" w:rsidRDefault="002D7EE1" w:rsidP="002D7E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7EE1" w:rsidRDefault="002D7EE1" w:rsidP="002D7E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D7EE1" w:rsidRDefault="002D7EE1" w:rsidP="002D7E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7EE1" w:rsidRDefault="002D7EE1" w:rsidP="002D7E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D7EE1" w:rsidRDefault="002D7EE1" w:rsidP="002D7E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7EE1" w:rsidRDefault="002D7EE1" w:rsidP="002D7E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D7EE1" w:rsidRDefault="002D7EE1" w:rsidP="002D7E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7EE1" w:rsidRDefault="002D7EE1" w:rsidP="002D7E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D7EE1" w:rsidRDefault="002D7EE1" w:rsidP="002D7E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7EE1" w:rsidRDefault="002D7EE1" w:rsidP="002D7E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7EE1" w:rsidRDefault="002D7EE1" w:rsidP="002D7E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7EE1" w:rsidRDefault="002D7EE1" w:rsidP="002D7E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7EE1" w:rsidRDefault="002D7EE1" w:rsidP="002D7E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7EE1" w:rsidRDefault="002D7EE1" w:rsidP="002D7E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7EE1" w:rsidRDefault="002D7EE1" w:rsidP="002D7E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7EE1" w:rsidRDefault="002D7EE1" w:rsidP="002D7E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7EE1" w:rsidRDefault="002D7EE1" w:rsidP="002D7E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7EE1" w:rsidRDefault="002D7EE1" w:rsidP="002D7E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7EE1" w:rsidRDefault="002D7EE1" w:rsidP="002D7E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D7EE1" w:rsidRDefault="002D7EE1" w:rsidP="002D7E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D7EE1" w:rsidRDefault="002D7EE1" w:rsidP="002D7E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D7EE1" w:rsidRDefault="002D7EE1" w:rsidP="002D7E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D7EE1" w:rsidRDefault="002D7EE1" w:rsidP="002D7E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D7EE1" w:rsidRDefault="002D7EE1" w:rsidP="002D7E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D7EE1" w:rsidRDefault="002D7EE1" w:rsidP="002D7E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D7EE1" w:rsidRDefault="002D7EE1" w:rsidP="002D7E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D7EE1" w:rsidRDefault="002D7EE1" w:rsidP="002D7E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D7EE1" w:rsidRDefault="002D7EE1" w:rsidP="002D7E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D7EE1" w:rsidRDefault="002D7EE1" w:rsidP="002D7E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D7EE1" w:rsidRDefault="002D7EE1" w:rsidP="002D7E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D7EE1" w:rsidRDefault="002D7EE1" w:rsidP="002D7E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D7EE1" w:rsidRDefault="002D7EE1" w:rsidP="002D7E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D7EE1" w:rsidRDefault="002D7EE1" w:rsidP="002D7E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D7EE1" w:rsidRDefault="002D7EE1" w:rsidP="002D7E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D7EE1" w:rsidRDefault="002D7EE1" w:rsidP="002D7E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D7EE1" w:rsidRDefault="002D7EE1" w:rsidP="002D7E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D7EE1" w:rsidRDefault="002D7EE1" w:rsidP="002D7E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D7EE1" w:rsidRDefault="002D7EE1" w:rsidP="002D7E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D7EE1" w:rsidRDefault="002D7EE1" w:rsidP="002D7E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2D7EE1" w:rsidRDefault="002D7EE1" w:rsidP="002D7E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D7EE1" w:rsidRDefault="002D7EE1" w:rsidP="002D7E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D7EE1" w:rsidRDefault="002D7EE1" w:rsidP="002D7E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D7EE1" w:rsidRDefault="002D7EE1" w:rsidP="002D7E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D7EE1" w:rsidRDefault="002D7EE1" w:rsidP="002D7E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D7EE1" w:rsidRDefault="002D7EE1" w:rsidP="002D7E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D7EE1" w:rsidRDefault="002D7EE1" w:rsidP="002D7E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2D7EE1" w:rsidRDefault="002D7EE1" w:rsidP="002D7E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D7EE1" w:rsidRDefault="002D7EE1" w:rsidP="002D7E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D7EE1" w:rsidRDefault="002D7EE1" w:rsidP="002D7E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D7EE1" w:rsidRDefault="002D7EE1" w:rsidP="002D7EE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D7EE1" w:rsidRDefault="002D7EE1" w:rsidP="002D7EE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D7EE1" w:rsidRDefault="002D7EE1" w:rsidP="002D7EE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D7EE1" w:rsidRDefault="002D7EE1" w:rsidP="002D7EE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D7EE1" w:rsidRDefault="002D7EE1" w:rsidP="002D7EE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2D7EE1" w:rsidRDefault="002D7EE1" w:rsidP="002D7EE1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2D7EE1" w:rsidRDefault="002D7EE1" w:rsidP="002D7EE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2D7EE1" w:rsidRDefault="002D7EE1" w:rsidP="002D7EE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2D7EE1" w:rsidRDefault="002D7EE1" w:rsidP="002D7EE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D7EE1" w:rsidRDefault="002D7EE1" w:rsidP="002D7EE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2D7EE1" w:rsidRDefault="002D7EE1" w:rsidP="002D7EE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D7EE1" w:rsidRDefault="002D7EE1" w:rsidP="002D7EE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2D7EE1" w:rsidRDefault="002D7EE1" w:rsidP="002D7EE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2D7EE1" w:rsidRDefault="002D7EE1" w:rsidP="002D7EE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23.09.2020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№34</w:t>
      </w:r>
    </w:p>
    <w:p w:rsidR="002D7EE1" w:rsidRPr="00CD53EA" w:rsidRDefault="002D7EE1" w:rsidP="002D7EE1">
      <w:pPr>
        <w:pStyle w:val="HTML0"/>
        <w:spacing w:line="276" w:lineRule="auto"/>
        <w:rPr>
          <w:rFonts w:ascii="Times New Roman" w:hAnsi="Times New Roman"/>
        </w:rPr>
      </w:pPr>
    </w:p>
    <w:p w:rsidR="002D7EE1" w:rsidRDefault="002D7EE1" w:rsidP="002D7EE1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затвердження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проекту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землеустрою</w:t>
      </w:r>
      <w:proofErr w:type="spellEnd"/>
    </w:p>
    <w:p w:rsidR="002D7EE1" w:rsidRDefault="002D7EE1" w:rsidP="002D7EE1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щодо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відведення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земельної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ділянки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 та</w:t>
      </w:r>
    </w:p>
    <w:p w:rsidR="002D7EE1" w:rsidRDefault="002D7EE1" w:rsidP="002D7EE1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передачі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її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у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 </w:t>
      </w:r>
    </w:p>
    <w:p w:rsidR="002D7EE1" w:rsidRDefault="002D7EE1" w:rsidP="002D7EE1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Борецькій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О.М.</w:t>
      </w:r>
    </w:p>
    <w:p w:rsidR="002D7EE1" w:rsidRDefault="002D7EE1" w:rsidP="002D7EE1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D7EE1" w:rsidRDefault="002D7EE1" w:rsidP="002D7EE1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</w:t>
      </w:r>
      <w:proofErr w:type="spellStart"/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Відповідно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до пункту  34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частини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1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26,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42 Закону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місцеве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самоврядування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статей 12, 116, 118, 121, 186, та 186-1 Земельного кодексу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Закону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Закону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державну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реєстрацію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речових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прав на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нерухоме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майно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їх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обтяжень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розглянувши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заяву</w:t>
      </w:r>
      <w:proofErr w:type="spellEnd"/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Борецької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О.М.,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рада    </w:t>
      </w:r>
    </w:p>
    <w:p w:rsidR="002D7EE1" w:rsidRDefault="002D7EE1" w:rsidP="002D7EE1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2D7EE1" w:rsidRDefault="002D7EE1" w:rsidP="002D7EE1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1.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Затвердити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Борецькій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Ользі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Максимівні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проект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землеустрою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щодо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відведення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ділянки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для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ведення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особистого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селянського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господарства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0,3000 га, яка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розташована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Хмельницька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область,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с.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Головлі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2D7EE1" w:rsidRDefault="002D7EE1" w:rsidP="002D7EE1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2.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Передати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Борецькій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Ользі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Максимівні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яка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зареєстрована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адресою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: </w:t>
      </w:r>
      <w:r w:rsidR="003C0405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_________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ідентифікаційний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 </w:t>
      </w:r>
      <w:r w:rsidR="003C0405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___________</w:t>
      </w:r>
      <w:bookmarkStart w:id="0" w:name="_GoBack"/>
      <w:bookmarkEnd w:id="0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ділянку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0,3000 га,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кадастровий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номер: 6823982100:01:002:0023,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для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ведення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особистого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селянського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господарства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яка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розташована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Хмельницька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область,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с.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Головлі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2D7EE1" w:rsidRDefault="002D7EE1" w:rsidP="002D7EE1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3.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Борецькій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О.М.,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якій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передана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ділянка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право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власності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в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установленому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законом порядку.</w:t>
      </w:r>
    </w:p>
    <w:p w:rsidR="002D7EE1" w:rsidRDefault="002D7EE1" w:rsidP="002D7EE1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4. Контроль за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</w:t>
      </w:r>
    </w:p>
    <w:p w:rsidR="002D7EE1" w:rsidRPr="002D7EE1" w:rsidRDefault="002D7EE1" w:rsidP="002D7EE1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</w:pPr>
    </w:p>
    <w:p w:rsidR="00FA29F2" w:rsidRPr="002D7EE1" w:rsidRDefault="002D7EE1" w:rsidP="002D7EE1">
      <w:pPr>
        <w:pStyle w:val="HTML0"/>
        <w:spacing w:line="276" w:lineRule="auto"/>
        <w:rPr>
          <w:rFonts w:ascii="Times New Roman" w:hAnsi="Times New Roman"/>
          <w:lang w:val="en-US"/>
        </w:rPr>
      </w:pPr>
      <w:proofErr w:type="spellStart"/>
      <w:r w:rsidRPr="00CD53EA">
        <w:rPr>
          <w:rFonts w:ascii="Times New Roman" w:hAnsi="Times New Roman"/>
        </w:rPr>
        <w:t>Сільський</w:t>
      </w:r>
      <w:proofErr w:type="spellEnd"/>
      <w:r w:rsidRPr="00CD53EA">
        <w:rPr>
          <w:rFonts w:ascii="Times New Roman" w:hAnsi="Times New Roman"/>
        </w:rPr>
        <w:t xml:space="preserve"> голова                                                                     </w:t>
      </w:r>
      <w:r>
        <w:rPr>
          <w:rFonts w:ascii="Times New Roman" w:hAnsi="Times New Roman"/>
        </w:rPr>
        <w:t xml:space="preserve">                </w:t>
      </w:r>
      <w:proofErr w:type="spellStart"/>
      <w:r>
        <w:rPr>
          <w:rFonts w:ascii="Times New Roman" w:hAnsi="Times New Roman"/>
        </w:rPr>
        <w:t>Валерій</w:t>
      </w:r>
      <w:proofErr w:type="spellEnd"/>
      <w:r>
        <w:rPr>
          <w:rFonts w:ascii="Times New Roman" w:hAnsi="Times New Roman"/>
        </w:rPr>
        <w:t xml:space="preserve"> МИХАЛЮК</w:t>
      </w:r>
    </w:p>
    <w:sectPr w:rsidR="00FA29F2" w:rsidRPr="002D7EE1" w:rsidSect="002D7EE1">
      <w:pgSz w:w="12240" w:h="15840"/>
      <w:pgMar w:top="1440" w:right="1440" w:bottom="1135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EE1"/>
    <w:rsid w:val="00171A2E"/>
    <w:rsid w:val="002D7EE1"/>
    <w:rsid w:val="00304C90"/>
    <w:rsid w:val="003C0405"/>
    <w:rsid w:val="00505B6D"/>
    <w:rsid w:val="006D3977"/>
    <w:rsid w:val="007D6C18"/>
    <w:rsid w:val="00D1641A"/>
    <w:rsid w:val="00FA2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2D7EE1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2D7E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2D7EE1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2D7EE1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2D7EE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2D7EE1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277</Words>
  <Characters>1581</Characters>
  <Application>Microsoft Office Word</Application>
  <DocSecurity>0</DocSecurity>
  <Lines>13</Lines>
  <Paragraphs>3</Paragraphs>
  <ScaleCrop>false</ScaleCrop>
  <Company>Microsoft</Company>
  <LinksUpToDate>false</LinksUpToDate>
  <CharactersWithSpaces>1855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2020-09-29T17:18:00Z</dcterms:created>
  <dcterms:modified xsi:type="dcterms:W3CDTF">2020-09-30T04:22:00Z</dcterms:modified>
</cp:coreProperties>
</file>