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30" w:rsidRDefault="00DC3107" w:rsidP="007075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C3107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07530" w:rsidRDefault="00707530" w:rsidP="00707530"/>
    <w:p w:rsidR="00707530" w:rsidRDefault="00707530" w:rsidP="00707530"/>
    <w:p w:rsidR="00707530" w:rsidRDefault="00707530" w:rsidP="007075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07530" w:rsidRDefault="00707530" w:rsidP="007075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07530" w:rsidRDefault="00707530" w:rsidP="007075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07530" w:rsidRDefault="00707530" w:rsidP="007075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07530" w:rsidRDefault="00707530" w:rsidP="007075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530" w:rsidRDefault="00707530" w:rsidP="007075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07530" w:rsidRDefault="00707530" w:rsidP="007075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7530" w:rsidRDefault="00707530" w:rsidP="0070753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07530" w:rsidRDefault="00707530" w:rsidP="0070753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№37</w:t>
      </w:r>
    </w:p>
    <w:p w:rsidR="00707530" w:rsidRDefault="00707530" w:rsidP="00707530">
      <w:pPr>
        <w:tabs>
          <w:tab w:val="left" w:pos="216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707530" w:rsidRDefault="00707530" w:rsidP="007075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07530" w:rsidRDefault="00707530" w:rsidP="007075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707530" w:rsidRDefault="00707530" w:rsidP="0070753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Климчуку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В.А.</w:t>
      </w:r>
    </w:p>
    <w:p w:rsidR="00707530" w:rsidRDefault="00707530" w:rsidP="0070753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07530" w:rsidRDefault="00707530" w:rsidP="0070753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07530" w:rsidRDefault="00707530" w:rsidP="0070753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707530" w:rsidRDefault="00707530" w:rsidP="0070753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707530" w:rsidRDefault="00707530" w:rsidP="0070753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0,0330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7530" w:rsidRDefault="00707530" w:rsidP="00707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276D9" w:rsidRPr="009276D9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276D9" w:rsidRPr="009276D9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0,0330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6823984000:02:001:0049,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530" w:rsidRDefault="00707530" w:rsidP="00707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707530" w:rsidRDefault="00707530" w:rsidP="00707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707530" w:rsidRDefault="00707530" w:rsidP="0070753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6D29" w:rsidRPr="00707530" w:rsidRDefault="00707530" w:rsidP="0070753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456D29" w:rsidRPr="00707530" w:rsidSect="00707530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707530"/>
    <w:rsid w:val="00171A2E"/>
    <w:rsid w:val="00304C90"/>
    <w:rsid w:val="00456D29"/>
    <w:rsid w:val="00505B6D"/>
    <w:rsid w:val="006D3977"/>
    <w:rsid w:val="00707530"/>
    <w:rsid w:val="007D6C18"/>
    <w:rsid w:val="009276D9"/>
    <w:rsid w:val="00D1641A"/>
    <w:rsid w:val="00DC3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107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37D88-6DFF-4FB9-BDA5-98C2AA715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1189</Words>
  <Characters>678</Characters>
  <Application>Microsoft Office Word</Application>
  <DocSecurity>0</DocSecurity>
  <Lines>5</Lines>
  <Paragraphs>3</Paragraphs>
  <ScaleCrop>false</ScaleCrop>
  <Company>Microsoft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2020-04-27T15:58:00Z</dcterms:created>
  <dcterms:modified xsi:type="dcterms:W3CDTF">2020-04-28T06:18:00Z</dcterms:modified>
</cp:coreProperties>
</file>