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F03" w:rsidRPr="004102D1" w:rsidRDefault="00C54F03" w:rsidP="00C54F03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F03" w:rsidRDefault="00C54F03" w:rsidP="00C54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54F03" w:rsidRDefault="00C54F03" w:rsidP="00C54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54F03" w:rsidRPr="000A4F3E" w:rsidRDefault="00C54F03" w:rsidP="00C54F0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54F03" w:rsidRPr="000A4F3E" w:rsidRDefault="00C54F03" w:rsidP="00C54F0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54F03" w:rsidRPr="000A4F3E" w:rsidRDefault="00C54F03" w:rsidP="00C54F0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54F03" w:rsidRPr="000A4F3E" w:rsidRDefault="00C54F03" w:rsidP="00C54F0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54F03" w:rsidRPr="000A4F3E" w:rsidRDefault="00C54F03" w:rsidP="00C54F0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54F03" w:rsidRPr="000A4F3E" w:rsidRDefault="00C54F03" w:rsidP="00C54F03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54F03" w:rsidRPr="000A4F3E" w:rsidRDefault="00C54F03" w:rsidP="00C54F0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54F03" w:rsidRPr="000A4F3E" w:rsidRDefault="00C54F03" w:rsidP="00C54F0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54F03" w:rsidRPr="000A4F3E" w:rsidRDefault="00C54F03" w:rsidP="00C54F0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54F03" w:rsidRPr="000A4F3E" w:rsidRDefault="00C54F03" w:rsidP="00C54F0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54F03" w:rsidRPr="000A4F3E" w:rsidRDefault="00C54F03" w:rsidP="00C54F0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54F03" w:rsidRPr="000A4F3E" w:rsidRDefault="00C54F03" w:rsidP="00C54F03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54F03" w:rsidRPr="000A4F3E" w:rsidRDefault="00C54F03" w:rsidP="00C54F0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54F03" w:rsidRDefault="00C54F03" w:rsidP="00C54F0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C54F03" w:rsidRDefault="00C54F03" w:rsidP="00C54F0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54F03" w:rsidRPr="00CA5B65" w:rsidRDefault="00C54F03" w:rsidP="00C54F03">
      <w:pPr>
        <w:spacing w:after="0"/>
        <w:rPr>
          <w:rFonts w:ascii="Times New Roman" w:hAnsi="Times New Roman"/>
          <w:b/>
          <w:sz w:val="24"/>
        </w:rPr>
      </w:pPr>
      <w:r w:rsidRPr="00CA5B6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C54F03" w:rsidRPr="00CA5B65" w:rsidRDefault="00C54F03" w:rsidP="00C54F03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технічної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C54F03" w:rsidRPr="00CA5B65" w:rsidRDefault="00C54F03" w:rsidP="00C54F03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b/>
          <w:sz w:val="24"/>
        </w:rPr>
        <w:t>відновлення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) меж </w:t>
      </w:r>
    </w:p>
    <w:p w:rsidR="00C54F03" w:rsidRDefault="00C54F03" w:rsidP="00C54F03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ділянки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b/>
          <w:sz w:val="24"/>
        </w:rPr>
        <w:t>натурі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b/>
          <w:sz w:val="24"/>
        </w:rPr>
        <w:t>місцевості</w:t>
      </w:r>
      <w:proofErr w:type="spellEnd"/>
      <w:r w:rsidRPr="00CA5B65">
        <w:rPr>
          <w:rFonts w:ascii="Times New Roman" w:hAnsi="Times New Roman"/>
          <w:b/>
          <w:sz w:val="24"/>
        </w:rPr>
        <w:t>)</w:t>
      </w:r>
    </w:p>
    <w:p w:rsidR="00C54F03" w:rsidRDefault="00C54F03" w:rsidP="00C54F03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Кирилюк В.В.</w:t>
      </w:r>
    </w:p>
    <w:p w:rsidR="00C54F03" w:rsidRPr="00CA5B65" w:rsidRDefault="00C54F03" w:rsidP="00C54F03">
      <w:pPr>
        <w:spacing w:after="0"/>
        <w:rPr>
          <w:rFonts w:ascii="Times New Roman" w:hAnsi="Times New Roman"/>
          <w:b/>
          <w:sz w:val="24"/>
        </w:rPr>
      </w:pPr>
    </w:p>
    <w:p w:rsidR="00C54F03" w:rsidRPr="00CA5B65" w:rsidRDefault="00C54F03" w:rsidP="00C54F03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        </w:t>
      </w:r>
      <w:proofErr w:type="spellStart"/>
      <w:r w:rsidRPr="00CA5B65">
        <w:rPr>
          <w:rFonts w:ascii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hAnsi="Times New Roman"/>
          <w:sz w:val="24"/>
        </w:rPr>
        <w:t>частини</w:t>
      </w:r>
      <w:proofErr w:type="spellEnd"/>
      <w:r w:rsidRPr="00CA5B65">
        <w:rPr>
          <w:rFonts w:ascii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місцеве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Україні</w:t>
      </w:r>
      <w:proofErr w:type="spellEnd"/>
      <w:r w:rsidRPr="00CA5B65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hAnsi="Times New Roman"/>
          <w:sz w:val="24"/>
        </w:rPr>
        <w:t xml:space="preserve">»,  </w:t>
      </w:r>
      <w:proofErr w:type="spellStart"/>
      <w:r w:rsidRPr="00CA5B65"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z w:val="24"/>
        </w:rPr>
        <w:t>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Кирилюк В.В.</w:t>
      </w:r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сільська</w:t>
      </w:r>
      <w:proofErr w:type="spellEnd"/>
      <w:r w:rsidRPr="00CA5B65">
        <w:rPr>
          <w:rFonts w:ascii="Times New Roman" w:hAnsi="Times New Roman"/>
          <w:sz w:val="24"/>
        </w:rPr>
        <w:t xml:space="preserve"> рада</w:t>
      </w:r>
    </w:p>
    <w:p w:rsidR="00C54F03" w:rsidRPr="00CA5B65" w:rsidRDefault="00C54F03" w:rsidP="00C54F03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>ВИРІШИЛА:</w:t>
      </w:r>
    </w:p>
    <w:p w:rsidR="00C54F03" w:rsidRPr="00CA5B65" w:rsidRDefault="00C54F03" w:rsidP="00C54F03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 Кирилюк </w:t>
      </w:r>
      <w:proofErr w:type="spellStart"/>
      <w:r>
        <w:rPr>
          <w:rFonts w:ascii="Times New Roman" w:hAnsi="Times New Roman"/>
          <w:sz w:val="24"/>
        </w:rPr>
        <w:t>Валентині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Володимирівні</w:t>
      </w:r>
      <w:proofErr w:type="spellEnd"/>
      <w:r>
        <w:rPr>
          <w:rFonts w:ascii="Times New Roman" w:hAnsi="Times New Roman"/>
          <w:sz w:val="24"/>
        </w:rPr>
        <w:t>, яка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зар</w:t>
      </w:r>
      <w:r>
        <w:rPr>
          <w:rFonts w:ascii="Times New Roman" w:hAnsi="Times New Roman"/>
          <w:sz w:val="24"/>
        </w:rPr>
        <w:t>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C7C89">
        <w:rPr>
          <w:rFonts w:ascii="Times New Roman" w:hAnsi="Times New Roman"/>
          <w:sz w:val="24"/>
          <w:lang w:val="en-US"/>
        </w:rPr>
        <w:t>________________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дозвіл</w:t>
      </w:r>
      <w:proofErr w:type="spellEnd"/>
      <w:r w:rsidRPr="00CA5B65">
        <w:rPr>
          <w:rFonts w:ascii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sz w:val="24"/>
        </w:rPr>
        <w:t>розробку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технічної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proofErr w:type="spellStart"/>
      <w:r w:rsidRPr="00CA5B65">
        <w:rPr>
          <w:rFonts w:ascii="Times New Roman" w:hAnsi="Times New Roman"/>
          <w:sz w:val="24"/>
        </w:rPr>
        <w:t>орієнтовною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площею</w:t>
      </w:r>
      <w:proofErr w:type="spellEnd"/>
      <w:r w:rsidRPr="00CA5B65">
        <w:rPr>
          <w:rFonts w:ascii="Times New Roman" w:hAnsi="Times New Roman"/>
          <w:sz w:val="24"/>
        </w:rPr>
        <w:t xml:space="preserve"> 0,2500 га, для </w:t>
      </w:r>
      <w:proofErr w:type="spellStart"/>
      <w:r w:rsidRPr="00CA5B65">
        <w:rPr>
          <w:rFonts w:ascii="Times New Roman" w:hAnsi="Times New Roman"/>
          <w:sz w:val="24"/>
        </w:rPr>
        <w:t>будівництва</w:t>
      </w:r>
      <w:proofErr w:type="spellEnd"/>
      <w:r w:rsidRPr="00CA5B65">
        <w:rPr>
          <w:rFonts w:ascii="Times New Roman" w:hAnsi="Times New Roman"/>
          <w:sz w:val="24"/>
        </w:rPr>
        <w:t xml:space="preserve"> та </w:t>
      </w:r>
      <w:proofErr w:type="spellStart"/>
      <w:r w:rsidRPr="00CA5B65">
        <w:rPr>
          <w:rFonts w:ascii="Times New Roman" w:hAnsi="Times New Roman"/>
          <w:sz w:val="24"/>
        </w:rPr>
        <w:t>обслуговування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житлового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будинку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господарських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будівель</w:t>
      </w:r>
      <w:proofErr w:type="spellEnd"/>
      <w:r w:rsidRPr="00CA5B65">
        <w:rPr>
          <w:rFonts w:ascii="Times New Roman" w:hAnsi="Times New Roman"/>
          <w:sz w:val="24"/>
        </w:rPr>
        <w:t xml:space="preserve"> і </w:t>
      </w:r>
      <w:proofErr w:type="spellStart"/>
      <w:r w:rsidRPr="00CA5B65">
        <w:rPr>
          <w:rFonts w:ascii="Times New Roman" w:hAnsi="Times New Roman"/>
          <w:sz w:val="24"/>
        </w:rPr>
        <w:t>споруд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присадибна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ділянка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proofErr w:type="spellStart"/>
      <w:r w:rsidRPr="00CA5B65">
        <w:rPr>
          <w:rFonts w:ascii="Times New Roman" w:hAnsi="Times New Roman"/>
          <w:sz w:val="24"/>
        </w:rPr>
        <w:t>земельн</w:t>
      </w:r>
      <w:r>
        <w:rPr>
          <w:rFonts w:ascii="Times New Roman" w:hAnsi="Times New Roman"/>
          <w:sz w:val="24"/>
        </w:rPr>
        <w:t>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с.Стригани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по </w:t>
      </w:r>
      <w:proofErr w:type="spellStart"/>
      <w:r>
        <w:rPr>
          <w:rFonts w:ascii="Times New Roman" w:hAnsi="Times New Roman"/>
          <w:sz w:val="24"/>
        </w:rPr>
        <w:t>вулиці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Одухи</w:t>
      </w:r>
      <w:proofErr w:type="spellEnd"/>
      <w:r>
        <w:rPr>
          <w:rFonts w:ascii="Times New Roman" w:hAnsi="Times New Roman"/>
          <w:sz w:val="24"/>
        </w:rPr>
        <w:t>,  54.</w:t>
      </w:r>
    </w:p>
    <w:p w:rsidR="00C54F03" w:rsidRPr="00CA5B65" w:rsidRDefault="00C54F03" w:rsidP="00C54F03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2.Кирилюк В.В.</w:t>
      </w:r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розробити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hAnsi="Times New Roman"/>
          <w:sz w:val="24"/>
        </w:rPr>
        <w:t>технічну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CA5B65">
        <w:rPr>
          <w:rFonts w:ascii="Times New Roman" w:hAnsi="Times New Roman"/>
          <w:sz w:val="24"/>
        </w:rPr>
        <w:t>розгляд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сесії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сільської</w:t>
      </w:r>
      <w:proofErr w:type="spellEnd"/>
      <w:r w:rsidRPr="00CA5B65">
        <w:rPr>
          <w:rFonts w:ascii="Times New Roman" w:hAnsi="Times New Roman"/>
          <w:sz w:val="24"/>
        </w:rPr>
        <w:t xml:space="preserve"> ради.</w:t>
      </w:r>
    </w:p>
    <w:p w:rsidR="00C54F03" w:rsidRPr="00CA5B65" w:rsidRDefault="00C54F03" w:rsidP="00C54F0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hAnsi="Times New Roman"/>
          <w:sz w:val="24"/>
        </w:rPr>
        <w:t xml:space="preserve">      </w:t>
      </w: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C54F03" w:rsidRPr="00CA5B65" w:rsidRDefault="00C54F03" w:rsidP="00C54F0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C54F03" w:rsidRDefault="00C54F03" w:rsidP="00C54F0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54F03" w:rsidRDefault="00C54F03" w:rsidP="00C54F0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D7FD4" w:rsidRPr="00C54F03" w:rsidRDefault="00C54F03" w:rsidP="00C54F03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4102D1">
        <w:rPr>
          <w:rFonts w:ascii="Times New Roman" w:hAnsi="Times New Roman"/>
        </w:rPr>
        <w:t>Сільський</w:t>
      </w:r>
      <w:proofErr w:type="spellEnd"/>
      <w:r w:rsidRPr="004102D1">
        <w:rPr>
          <w:rFonts w:ascii="Times New Roman" w:hAnsi="Times New Roman"/>
        </w:rPr>
        <w:t xml:space="preserve"> голова </w:t>
      </w:r>
      <w:r w:rsidRPr="004102D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</w:t>
      </w:r>
      <w:r w:rsidRPr="004102D1">
        <w:rPr>
          <w:rFonts w:ascii="Times New Roman" w:hAnsi="Times New Roman"/>
        </w:rPr>
        <w:t xml:space="preserve">  </w:t>
      </w:r>
      <w:proofErr w:type="spellStart"/>
      <w:r w:rsidRPr="004102D1">
        <w:rPr>
          <w:rFonts w:ascii="Times New Roman" w:hAnsi="Times New Roman"/>
        </w:rPr>
        <w:t>Валерій</w:t>
      </w:r>
      <w:proofErr w:type="spellEnd"/>
      <w:r w:rsidRPr="004102D1">
        <w:rPr>
          <w:rFonts w:ascii="Times New Roman" w:hAnsi="Times New Roman"/>
        </w:rPr>
        <w:t xml:space="preserve">  МИХАЛЮК </w:t>
      </w:r>
    </w:p>
    <w:sectPr w:rsidR="00DD7FD4" w:rsidRPr="00C54F0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03"/>
    <w:rsid w:val="00171A2E"/>
    <w:rsid w:val="00304C90"/>
    <w:rsid w:val="00505B6D"/>
    <w:rsid w:val="006D3977"/>
    <w:rsid w:val="007D6C18"/>
    <w:rsid w:val="00C54F03"/>
    <w:rsid w:val="00D1641A"/>
    <w:rsid w:val="00DD7FD4"/>
    <w:rsid w:val="00FC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54F0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C54F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54F0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54F0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C54F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54F0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242</Words>
  <Characters>1386</Characters>
  <Application>Microsoft Office Word</Application>
  <DocSecurity>0</DocSecurity>
  <Lines>11</Lines>
  <Paragraphs>3</Paragraphs>
  <ScaleCrop>false</ScaleCrop>
  <Company>Microsoft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2020-08-20T14:45:00Z</dcterms:created>
  <dcterms:modified xsi:type="dcterms:W3CDTF">2020-08-21T12:28:00Z</dcterms:modified>
</cp:coreProperties>
</file>