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AD8" w:rsidRPr="00154EFF" w:rsidRDefault="00D80AD8" w:rsidP="00D80AD8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0AD8" w:rsidRDefault="00D80AD8" w:rsidP="00D80A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80AD8" w:rsidRDefault="00D80AD8" w:rsidP="00D80A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0AD8" w:rsidRDefault="00D80AD8" w:rsidP="00D80A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80AD8" w:rsidRDefault="00D80AD8" w:rsidP="00D80A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0AD8" w:rsidRDefault="00D80AD8" w:rsidP="00D80A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80AD8" w:rsidRDefault="00D80AD8" w:rsidP="00D80A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0AD8" w:rsidRDefault="00D80AD8" w:rsidP="00D80A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80AD8" w:rsidRDefault="00D80AD8" w:rsidP="00D80A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0AD8" w:rsidRDefault="00D80AD8" w:rsidP="00D80A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80AD8" w:rsidRDefault="00D80AD8" w:rsidP="00D80A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0AD8" w:rsidRDefault="00D80AD8" w:rsidP="00D80A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80AD8" w:rsidRDefault="00D80AD8" w:rsidP="00D80A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0AD8" w:rsidRDefault="00D80AD8" w:rsidP="00D80A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80AD8" w:rsidRDefault="00D80AD8" w:rsidP="00D80A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0AD8" w:rsidRDefault="00D80AD8" w:rsidP="00D80A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80AD8" w:rsidRDefault="00D80AD8" w:rsidP="00D80A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0AD8" w:rsidRDefault="00D80AD8" w:rsidP="00D80A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80AD8" w:rsidRDefault="00D80AD8" w:rsidP="00D80A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0AD8" w:rsidRDefault="00D80AD8" w:rsidP="00D80A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80AD8" w:rsidRDefault="00D80AD8" w:rsidP="00D80A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0AD8" w:rsidRDefault="00D80AD8" w:rsidP="00D80A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0AD8" w:rsidRDefault="00D80AD8" w:rsidP="00D80A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0AD8" w:rsidRDefault="00D80AD8" w:rsidP="00D80A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0AD8" w:rsidRDefault="00D80AD8" w:rsidP="00D80A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0AD8" w:rsidRDefault="00D80AD8" w:rsidP="00D80A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0AD8" w:rsidRDefault="00D80AD8" w:rsidP="00D80A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0AD8" w:rsidRDefault="00D80AD8" w:rsidP="00D80A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0AD8" w:rsidRDefault="00D80AD8" w:rsidP="00D80A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0AD8" w:rsidRDefault="00D80AD8" w:rsidP="00D80A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0AD8" w:rsidRDefault="00D80AD8" w:rsidP="00D80A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80AD8" w:rsidRDefault="00D80AD8" w:rsidP="00D80A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80AD8" w:rsidRDefault="00D80AD8" w:rsidP="00D80A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80AD8" w:rsidRDefault="00D80AD8" w:rsidP="00D80A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80AD8" w:rsidRDefault="00D80AD8" w:rsidP="00D80A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80AD8" w:rsidRDefault="00D80AD8" w:rsidP="00D80A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80AD8" w:rsidRDefault="00D80AD8" w:rsidP="00D80A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80AD8" w:rsidRDefault="00D80AD8" w:rsidP="00D80A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80AD8" w:rsidRDefault="00D80AD8" w:rsidP="00D80A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80AD8" w:rsidRDefault="00D80AD8" w:rsidP="00D80A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80AD8" w:rsidRDefault="00D80AD8" w:rsidP="00D80A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80AD8" w:rsidRDefault="00D80AD8" w:rsidP="00D80A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80AD8" w:rsidRDefault="00D80AD8" w:rsidP="00D80A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80AD8" w:rsidRDefault="00D80AD8" w:rsidP="00D80A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80AD8" w:rsidRDefault="00D80AD8" w:rsidP="00D80A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80AD8" w:rsidRDefault="00D80AD8" w:rsidP="00D80A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80AD8" w:rsidRDefault="00D80AD8" w:rsidP="00D80A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80AD8" w:rsidRDefault="00D80AD8" w:rsidP="00D80A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80AD8" w:rsidRDefault="00D80AD8" w:rsidP="00D80A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80AD8" w:rsidRDefault="00D80AD8" w:rsidP="00D80A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80AD8" w:rsidRDefault="00D80AD8" w:rsidP="00D80A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D80AD8" w:rsidRDefault="00D80AD8" w:rsidP="00D80A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80AD8" w:rsidRDefault="00D80AD8" w:rsidP="00D80A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80AD8" w:rsidRDefault="00D80AD8" w:rsidP="00D80A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80AD8" w:rsidRDefault="00D80AD8" w:rsidP="00D80A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80AD8" w:rsidRDefault="00D80AD8" w:rsidP="00D80A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80AD8" w:rsidRDefault="00D80AD8" w:rsidP="00D80A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80AD8" w:rsidRDefault="00D80AD8" w:rsidP="00D80A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D80AD8" w:rsidRDefault="00D80AD8" w:rsidP="00D80A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80AD8" w:rsidRDefault="00D80AD8" w:rsidP="00D80A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80AD8" w:rsidRDefault="00D80AD8" w:rsidP="00D80A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80AD8" w:rsidRDefault="00D80AD8" w:rsidP="00D80A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80AD8" w:rsidRDefault="00D80AD8" w:rsidP="00D80A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80AD8" w:rsidRDefault="00D80AD8" w:rsidP="00D80A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80AD8" w:rsidRDefault="00D80AD8" w:rsidP="00D80A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80AD8" w:rsidRDefault="00D80AD8" w:rsidP="00D80A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80AD8" w:rsidRDefault="00D80AD8" w:rsidP="00D80AD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80AD8" w:rsidRDefault="00D80AD8" w:rsidP="00D80A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D80AD8" w:rsidRDefault="00D80AD8" w:rsidP="00D80A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80AD8" w:rsidRDefault="00D80AD8" w:rsidP="00D80A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80AD8" w:rsidRDefault="00D80AD8" w:rsidP="00D80A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80AD8" w:rsidRDefault="00D80AD8" w:rsidP="00D80A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80AD8" w:rsidRDefault="00D80AD8" w:rsidP="00D80A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D80AD8" w:rsidRDefault="00D80AD8" w:rsidP="00D80AD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80AD8" w:rsidRDefault="00D80AD8" w:rsidP="00D80AD8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№84</w:t>
      </w:r>
    </w:p>
    <w:p w:rsidR="00D80AD8" w:rsidRPr="003B50D1" w:rsidRDefault="00D80AD8" w:rsidP="00D80AD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D80AD8" w:rsidRPr="003B50D1" w:rsidRDefault="00D80AD8" w:rsidP="00D80AD8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D80AD8" w:rsidRPr="003B50D1" w:rsidRDefault="00D80AD8" w:rsidP="00D80AD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п</w:t>
      </w:r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</w:p>
    <w:p w:rsidR="00D80AD8" w:rsidRPr="003B50D1" w:rsidRDefault="00D80AD8" w:rsidP="00D80AD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D80AD8" w:rsidRPr="003B50D1" w:rsidRDefault="00D80AD8" w:rsidP="00D80AD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Кравченко Н.О.</w:t>
      </w:r>
    </w:p>
    <w:p w:rsidR="00D80AD8" w:rsidRPr="003B50D1" w:rsidRDefault="00D80AD8" w:rsidP="00D80AD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D80AD8" w:rsidRPr="003B50D1" w:rsidRDefault="00D80AD8" w:rsidP="00D80AD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самовр</w:t>
      </w:r>
      <w:r>
        <w:rPr>
          <w:rFonts w:ascii="Times New Roman" w:eastAsia="Calibri" w:hAnsi="Times New Roman" w:cs="Times New Roman"/>
          <w:sz w:val="24"/>
          <w:lang w:val="ru-RU"/>
        </w:rPr>
        <w:t>ядування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», статей 12,116, </w:t>
      </w:r>
      <w:r w:rsidRPr="003B50D1">
        <w:rPr>
          <w:rFonts w:ascii="Times New Roman" w:eastAsia="Calibri" w:hAnsi="Times New Roman" w:cs="Times New Roman"/>
          <w:sz w:val="24"/>
          <w:lang w:val="ru-RU"/>
        </w:rPr>
        <w:t>118, 121</w:t>
      </w:r>
      <w:r>
        <w:rPr>
          <w:rFonts w:ascii="Times New Roman" w:eastAsia="Calibri" w:hAnsi="Times New Roman" w:cs="Times New Roman"/>
          <w:sz w:val="24"/>
          <w:lang w:val="ru-RU"/>
        </w:rPr>
        <w:t xml:space="preserve">, </w:t>
      </w:r>
      <w:r w:rsidRPr="003B50D1">
        <w:rPr>
          <w:rFonts w:ascii="Times New Roman" w:eastAsia="Calibri" w:hAnsi="Times New Roman" w:cs="Times New Roman"/>
          <w:sz w:val="24"/>
          <w:lang w:val="ru-RU"/>
        </w:rPr>
        <w:t>12</w:t>
      </w:r>
      <w:r>
        <w:rPr>
          <w:rFonts w:ascii="Times New Roman" w:eastAsia="Calibri" w:hAnsi="Times New Roman" w:cs="Times New Roman"/>
          <w:sz w:val="24"/>
          <w:lang w:val="ru-RU"/>
        </w:rPr>
        <w:t>2, 186</w:t>
      </w:r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Земельного кодексу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земле</w:t>
      </w:r>
      <w:r>
        <w:rPr>
          <w:rFonts w:ascii="Times New Roman" w:eastAsia="Calibri" w:hAnsi="Times New Roman" w:cs="Times New Roman"/>
          <w:sz w:val="24"/>
          <w:lang w:val="ru-RU"/>
        </w:rPr>
        <w:t>устрій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 Кравченко Н.О.,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D80AD8" w:rsidRPr="00BF4128" w:rsidRDefault="00D80AD8" w:rsidP="00D80AD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D80AD8" w:rsidRPr="003B50D1" w:rsidRDefault="00D80AD8" w:rsidP="00D80AD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</w:t>
      </w:r>
      <w:r w:rsidRPr="003B50D1">
        <w:rPr>
          <w:rFonts w:ascii="Times New Roman" w:eastAsia="Calibri" w:hAnsi="Times New Roman" w:cs="Times New Roman"/>
          <w:sz w:val="24"/>
        </w:rPr>
        <w:t xml:space="preserve">1. Надати </w:t>
      </w:r>
      <w:r>
        <w:rPr>
          <w:rFonts w:ascii="Times New Roman" w:eastAsia="Calibri" w:hAnsi="Times New Roman" w:cs="Times New Roman"/>
          <w:sz w:val="24"/>
        </w:rPr>
        <w:t>Кравченко Наталії Олександрівні</w:t>
      </w:r>
      <w:r w:rsidRPr="003B50D1">
        <w:rPr>
          <w:rFonts w:ascii="Times New Roman" w:eastAsia="Calibri" w:hAnsi="Times New Roman" w:cs="Times New Roman"/>
          <w:sz w:val="24"/>
        </w:rPr>
        <w:t>, я</w:t>
      </w:r>
      <w:r>
        <w:rPr>
          <w:rFonts w:ascii="Times New Roman" w:eastAsia="Calibri" w:hAnsi="Times New Roman" w:cs="Times New Roman"/>
          <w:sz w:val="24"/>
        </w:rPr>
        <w:t xml:space="preserve">ка зареєстрована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BE5BCA">
        <w:rPr>
          <w:rFonts w:ascii="Times New Roman" w:eastAsia="Calibri" w:hAnsi="Times New Roman" w:cs="Times New Roman"/>
          <w:sz w:val="24"/>
        </w:rPr>
        <w:t>________________</w:t>
      </w:r>
      <w:bookmarkStart w:id="0" w:name="_GoBack"/>
      <w:bookmarkEnd w:id="0"/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Calibri" w:hAnsi="Times New Roman" w:cs="Times New Roman"/>
          <w:sz w:val="24"/>
        </w:rPr>
        <w:t xml:space="preserve">  дозвіл на розробку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</w:t>
      </w:r>
      <w:r>
        <w:rPr>
          <w:rFonts w:ascii="Times New Roman" w:eastAsia="Calibri" w:hAnsi="Times New Roman" w:cs="Times New Roman"/>
          <w:sz w:val="24"/>
        </w:rPr>
        <w:t>асність, орієнтовною площею 0,1200</w:t>
      </w:r>
      <w:r w:rsidRPr="003B50D1">
        <w:rPr>
          <w:rFonts w:ascii="Times New Roman" w:eastAsia="Calibri" w:hAnsi="Times New Roman" w:cs="Times New Roman"/>
          <w:sz w:val="24"/>
        </w:rPr>
        <w:t xml:space="preserve"> га, для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ведення особистого селянського господарства</w:t>
      </w:r>
      <w:r w:rsidRPr="003B50D1">
        <w:rPr>
          <w:rFonts w:ascii="Times New Roman" w:eastAsia="Calibri" w:hAnsi="Times New Roman" w:cs="Times New Roman"/>
          <w:sz w:val="24"/>
        </w:rPr>
        <w:t xml:space="preserve">,  яка розташована в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с.</w:t>
      </w:r>
      <w:r>
        <w:rPr>
          <w:rFonts w:ascii="Times New Roman" w:eastAsia="Calibri" w:hAnsi="Times New Roman" w:cs="Times New Roman"/>
          <w:sz w:val="24"/>
        </w:rPr>
        <w:t>Лисиче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>.</w:t>
      </w:r>
    </w:p>
    <w:p w:rsidR="00D80AD8" w:rsidRPr="003B50D1" w:rsidRDefault="00D80AD8" w:rsidP="00D80AD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 xml:space="preserve">       2.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Кравченко Н.О., </w:t>
      </w:r>
      <w:r w:rsidRPr="003B50D1">
        <w:rPr>
          <w:rFonts w:ascii="Times New Roman" w:eastAsia="Calibri" w:hAnsi="Times New Roman" w:cs="Times New Roman"/>
          <w:sz w:val="24"/>
        </w:rPr>
        <w:t xml:space="preserve">розробити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D80AD8" w:rsidRPr="003B50D1" w:rsidRDefault="00D80AD8" w:rsidP="00D80AD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D80AD8" w:rsidRPr="003B50D1" w:rsidRDefault="00D80AD8" w:rsidP="00D80AD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80AD8" w:rsidRPr="003B50D1" w:rsidRDefault="00D80AD8" w:rsidP="00D80AD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D80AD8" w:rsidRPr="003B50D1" w:rsidRDefault="00D80AD8" w:rsidP="00D80AD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D80AD8" w:rsidRDefault="00D80AD8" w:rsidP="00D80AD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40C4E" w:rsidRPr="00D80AD8" w:rsidRDefault="00D80AD8" w:rsidP="00D80AD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Валерій   МИХАЛЮК</w:t>
      </w:r>
    </w:p>
    <w:sectPr w:rsidR="00140C4E" w:rsidRPr="00D80AD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AD8"/>
    <w:rsid w:val="00140C4E"/>
    <w:rsid w:val="00BE5BCA"/>
    <w:rsid w:val="00D80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AD8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D80A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D80AD8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AD8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D80A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D80AD8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235</Words>
  <Characters>1342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2022-02-08T06:56:00Z</dcterms:created>
  <dcterms:modified xsi:type="dcterms:W3CDTF">2022-02-08T11:32:00Z</dcterms:modified>
</cp:coreProperties>
</file>