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513" w:rsidRPr="00CD53EA" w:rsidRDefault="00DD7513" w:rsidP="00DD7513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7513" w:rsidRDefault="00DD7513" w:rsidP="00DD75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7513" w:rsidRDefault="00DD7513" w:rsidP="00DD75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7513" w:rsidRDefault="00DD7513" w:rsidP="00DD751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D7513" w:rsidRDefault="00DD7513" w:rsidP="00DD75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7513" w:rsidRDefault="00DD7513" w:rsidP="00DD751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№15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) меж 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3D1C93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3D1C93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>)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>Ковальчука В.І.</w:t>
      </w:r>
    </w:p>
    <w:p w:rsidR="00DD7513" w:rsidRPr="003D1C93" w:rsidRDefault="00DD7513" w:rsidP="00DD75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D7513" w:rsidRPr="003D1C93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      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 Ковальчука В.І.,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DD7513" w:rsidRPr="003D1C93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>ВИРІШИЛА:</w:t>
      </w:r>
    </w:p>
    <w:p w:rsidR="00DD7513" w:rsidRPr="003D1C93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1.Надати Ковальчуку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Івановичу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: </w:t>
      </w:r>
      <w:r w:rsidR="004A1570">
        <w:rPr>
          <w:rFonts w:ascii="Times New Roman" w:hAnsi="Times New Roman" w:cs="Times New Roman"/>
          <w:sz w:val="24"/>
          <w:szCs w:val="24"/>
          <w:lang w:val="en-US"/>
        </w:rPr>
        <w:t>_______________</w:t>
      </w:r>
      <w:bookmarkStart w:id="0" w:name="_GoBack"/>
      <w:bookmarkEnd w:id="0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0,2500 га,  для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, по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П.Семенюка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>, 13.</w:t>
      </w:r>
    </w:p>
    <w:p w:rsidR="00DD7513" w:rsidRPr="00C44A1E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</w:t>
      </w:r>
      <w:r w:rsidRPr="00C44A1E">
        <w:rPr>
          <w:rFonts w:ascii="Times New Roman" w:hAnsi="Times New Roman" w:cs="Times New Roman"/>
          <w:sz w:val="24"/>
          <w:szCs w:val="24"/>
        </w:rPr>
        <w:t>2.</w:t>
      </w:r>
      <w:r w:rsidRPr="003D1C93">
        <w:rPr>
          <w:rFonts w:ascii="Times New Roman" w:hAnsi="Times New Roman" w:cs="Times New Roman"/>
          <w:sz w:val="24"/>
          <w:szCs w:val="24"/>
        </w:rPr>
        <w:t>Ковальчуку В.І.,</w:t>
      </w:r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C44A1E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C44A1E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) та подати на 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4A1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44A1E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DD7513" w:rsidRPr="003D1C93" w:rsidRDefault="00DD7513" w:rsidP="00DD75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DD7513" w:rsidRDefault="00DD7513" w:rsidP="00DD75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7513" w:rsidRPr="003D1C93" w:rsidRDefault="00DD7513" w:rsidP="00DD751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D7513" w:rsidRPr="003D1C93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6930" w:rsidRPr="00DD7513" w:rsidRDefault="00DD7513" w:rsidP="00DD751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sectPr w:rsidR="006C6930" w:rsidRPr="00DD75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513"/>
    <w:rsid w:val="00171A2E"/>
    <w:rsid w:val="00304C90"/>
    <w:rsid w:val="004A1570"/>
    <w:rsid w:val="00505B6D"/>
    <w:rsid w:val="006C6930"/>
    <w:rsid w:val="006D3977"/>
    <w:rsid w:val="007D6C18"/>
    <w:rsid w:val="00D1641A"/>
    <w:rsid w:val="00DD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751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7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751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D751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D751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D751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254</Words>
  <Characters>1453</Characters>
  <Application>Microsoft Office Word</Application>
  <DocSecurity>0</DocSecurity>
  <Lines>12</Lines>
  <Paragraphs>3</Paragraphs>
  <ScaleCrop>false</ScaleCrop>
  <Company>Microsoft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2020-09-29T17:23:00Z</dcterms:created>
  <dcterms:modified xsi:type="dcterms:W3CDTF">2020-09-30T03:59:00Z</dcterms:modified>
</cp:coreProperties>
</file>