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0B" w:rsidRPr="00062C82" w:rsidRDefault="0006070B" w:rsidP="0006070B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06070B" w:rsidRPr="00062C82" w:rsidRDefault="0006070B" w:rsidP="0006070B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06070B" w:rsidRPr="00062C82" w:rsidRDefault="00906089" w:rsidP="0006070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906089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djp8E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o8EYvm/CE5Dz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3Y6f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4z28UA&#10;AADdAAAADwAAAGRycy9kb3ducmV2LnhtbERPy2oCMRTdF/oP4QpuRDO2MNWpUYowfbgo+AC3l8nt&#10;ZOzkZkiiTv36ZlHo8nDei1VvW3EhHxrHCqaTDARx5XTDtYLDvhzPQISIrLF1TAp+KMBqeX+3wEK7&#10;K2/psou1SCEcClRgYuwKKUNlyGKYuI44cV/OW4wJ+lpqj9cUblv5kGW5tNhwajDY0dpQ9b07WwWn&#10;8tMc10+3Vz+ab+k2Kjdv7Ueu1HDQvzyDiNTHf/Gf+10reMynaW56k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PjP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r0P8QA&#10;AADdAAAADwAAAGRycy9kb3ducmV2LnhtbESP32rCMBTG7we+QziCN2OmriBbNS0ic0hvRN0DHJpj&#10;U2xOShNtfftFGOzy4/vz41sXo23FnXrfOFawmCcgiCunG64V/Jx3bx8gfEDW2DomBQ/yUOSTlzVm&#10;2g18pPsp1CKOsM9QgQmhy6T0lSGLfu464uhdXG8xRNnXUvc4xHHbyvckWUqLDUeCwY62hqrr6WYj&#10;5JDiobwM5933iAN+lYZfN0elZtNxswIRaAz/4b/2XitIl4tP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q9D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dCv8MA&#10;AADdAAAADwAAAGRycy9kb3ducmV2LnhtbERPTUvDQBC9C/0Pywje7MaoUdJuS6kKIniwFoq3ITtN&#10;QrOzy+7YxH/vHgSPj/e9XE9uUGeKqfds4GZegCJuvO25NbD/fLl+BJUE2eLgmQz8UIL1anaxxNr6&#10;kT/ovJNW5RBONRroREKtdWo6cpjmPhBn7uijQ8kwttpGHHO4G3RZFJV22HNu6DDQtqPmtPt2Bt7H&#10;5/D2UN0fw1e8K3V6snLYijFXl9NmAUpokn/xn/vVGrityrw/v8lP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dCv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yhMEA&#10;AADdAAAADwAAAGRycy9kb3ducmV2LnhtbESPzarCMBCF94LvEEZwI5qqIFKNInIVcSP+PMDQjE2x&#10;mZQm19a3N4Lg8nB+Ps5y3dpSPKn2hWMF41ECgjhzuuBcwe26G85B+ICssXRMCl7kYb3qdpaYatfw&#10;mZ6XkIs4wj5FBSaEKpXSZ4Ys+pGriKN3d7XFEGWdS11jE8dtKSdJMpMWC44EgxVtDWWPy7+NkNMU&#10;T8d7c93tW2zw72h4sDkr1e+1mwWIQG34hb/tg1YwnU3G8HkTn4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wMoT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l5U8YA&#10;AADdAAAADwAAAGRycy9kb3ducmV2LnhtbESPQUvDQBSE70L/w/IK3uzGqFFit0Wqggg9tBXE2yP7&#10;mgSzb5fdZxP/vSsIHoeZ+YZZric3qBPF1Hs2cLkoQBE33vbcGng7PF/cgUqCbHHwTAa+KcF6NTtb&#10;Ym39yDs67aVVGcKpRgOdSKi1Tk1HDtPCB+LsHX10KFnGVtuIY4a7QZdFUWmHPeeFDgNtOmo+91/O&#10;wHZ8Cq+31c0xfMTrUqdHK+8bMeZ8Pj3cgxKa5D/8136xBq6qsoTfN/kJ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9l5U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V8ts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E+n+V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V8t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+h8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p22+ht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RL6H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BWcYA&#10;AADdAAAADwAAAGRycy9kb3ducmV2LnhtbESPQWsCMRSE74X+h/AKvUjNqihlaxQVQgsKohZ6fWye&#10;u0s3L0sS3e2/N4LQ4zAz3zDzZW8bcSUfascKRsMMBHHhTM2lgu+TfnsHESKywcYxKfijAMvF89Mc&#10;c+M6PtD1GEuRIBxyVFDF2OZShqIii2HoWuLknZ23GJP0pTQeuwS3jRxn2UxarDktVNjSpqLi93ix&#10;Ctb7rpz4QbHu3fb8+TPV2uidVur1pV99gIjUx//wo/1lFExm4ync36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BBW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GRFsIA&#10;AADcAAAADwAAAGRycy9kb3ducmV2LnhtbESP0YrCMBRE3wX/IVxh3zS1rCJdo4hLYZF9UfcDLs21&#10;qTY3JYm1+/cbYcHHYWbOMOvtYFvRkw+NYwXzWQaCuHK64VrBz7mcrkCEiKyxdUwKfinAdjMerbHQ&#10;7sFH6k+xFgnCoUAFJsaukDJUhiyGmeuIk3dx3mJM0tdSe3wkuG1lnmVLabHhtGCwo72h6na6WwXl&#10;If/ub3ftS7cb3i0tzHX1aZR6mwy7DxCRhvgK/7e/tIJ8sYTnmXQE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ZEW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ZBTsMA&#10;AADcAAAADwAAAGRycy9kb3ducmV2LnhtbESP0WrCQBRE34X+w3ILvukmamxJXUMRIvrY6AdcsrdJ&#10;MHs3za4m+Xu3UOjjMDNnmF02mlY8qHeNZQXxMgJBXFrdcKXgeskX7yCcR9bYWiYFEznI9i+zHaba&#10;DvxFj8JXIkDYpaig9r5LpXRlTQbd0nbEwfu2vUEfZF9J3eMQ4KaVqyjaSoMNh4UaOzrUVN6Ku1Gw&#10;mYbjT5Hcolwbis/r7sy+TJSav46fHyA8jf4//Nc+aQWr5A1+z4QjIP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ZBT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ImScEA&#10;AADcAAAADwAAAGRycy9kb3ducmV2LnhtbERPyWrDMBC9F/IPYgK9NXINDYkbOYSGlNJT4zg9D9Z4&#10;odbIWPL299Wh0OPj7YfjbFoxUu8aywqeNxEI4sLqhisF+e3ytAPhPLLG1jIpWMjBMV09HDDRduIr&#10;jZmvRAhhl6CC2vsukdIVNRl0G9sRB660vUEfYF9J3eMUwk0r4yjaSoMNh4YaO3qrqfjJBqNg2H7H&#10;OZef+is7L+/78+Xk5L1S6nE9n15BeJr9v/jP/aEVxC9hbT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SJkn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fkwMcA&#10;AADcAAAADwAAAGRycy9kb3ducmV2LnhtbESPT2vCQBTE74V+h+UJvdWNVoOmrlKFgvVg8N+ht9fs&#10;a5I2+zZmtxq/fVcQPA4z8xtmMmtNJU7UuNKygl43AkGcWV1yrmC/e38egXAeWWNlmRRcyMFs+vgw&#10;wUTbM2/otPW5CBB2CSoovK8TKV1WkEHXtTVx8L5tY9AH2eRSN3gOcFPJfhTF0mDJYaHAmhYFZb/b&#10;P6PgkI7icTr/GPys1l/4YvTxU5exUk+d9u0VhKfW38O39lIr6A/HcD0Tjo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X5MD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COm8AA&#10;AADcAAAADwAAAGRycy9kb3ducmV2LnhtbERPy4rCMBTdC/5DuMLsNLUORapRfKAjs/IFbi/NtS02&#10;N6WJWufrzWLA5eG8p/PWVOJBjSstKxgOIhDEmdUl5wrOp01/DMJ5ZI2VZVLwIgfzWbczxVTbJx/o&#10;cfS5CCHsUlRQeF+nUrqsIINuYGviwF1tY9AH2ORSN/gM4aaScRQl0mDJoaHAmlYFZbfj3Sj4Sy64&#10;dz/xcj3Snl7f46393W+V+uq1iwkIT63/iP/dO60gTsL8cCYcATl7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4COm8AAAADc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tW7sQA&#10;AADcAAAADwAAAGRycy9kb3ducmV2LnhtbESPwWrDMBBE74X8g9hCbo1sk4bUjWJCSSC3Nk4+YLG2&#10;som1cizVdvr1VaHQ4zAzb5hNMdlWDNT7xrGCdJGAIK6cbtgouJwPT2sQPiBrbB2Tgjt5KLazhw3m&#10;2o18oqEMRkQI+xwV1CF0uZS+qsmiX7iOOHqfrrcYouyN1D2OEW5bmSXJSlpsOC7U2NFbTdW1/LIK&#10;bi571lO5x/fr/uWjMWZ5+z4tlZo/TrtXEIGm8B/+ax+1gmyVwu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rVu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RazsQA&#10;AADcAAAADwAAAGRycy9kb3ducmV2LnhtbESPzW7CMBCE75X6DtZW4gZOg0ghxCCoVIkr0APHxd78&#10;tPE6jV1Iefq6ElKPo5n5RlOsB9uKC/W+cazgeZKAINbONFwpeD++jecgfEA22DomBT/kYb16fCgw&#10;N+7Ke7ocQiUihH2OCuoQulxKr2uy6CeuI45e6XqLIcq+kqbHa4TbVqZJkkmLDceFGjt6rUl/Hr6t&#10;gl1zplmmy4Wdb/X+dPsK05cPo9ToadgsQQQawn/43t4ZBWmWwt+ZeAT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EWs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hDcsEA&#10;AADcAAAADwAAAGRycy9kb3ducmV2LnhtbERPXWvCMBR9F/Yfwh3sTdNVEFeNZR0MHHPCnOjrpbk2&#10;xeamNFmt/94MhD2eb84yH2wjeup87VjB8yQBQVw6XXOlYP/zPp6D8AFZY+OYFFzJQ756GC0x0+7C&#10;39TvQiViCfsMFZgQ2kxKXxqy6CeuJY7ayXUWQ4RdJXWHl1huG5kmyUxarDkuGGzpzVB53v1aBT1u&#10;r8nRFF8vH/WmTLfF4VNHXj09Dq8LEIGG8G++p9daQTqbwt+ZeAT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4Q3L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VuCMMA&#10;AADcAAAADwAAAGRycy9kb3ducmV2LnhtbESPQUvDQBSE70L/w/IKvdmNoRSJ3ZYiVDxq9NDjM/ua&#10;TZt9L+yuTfTXu4LgcZiZb5jNbvK9ulKInbCBu2UBirgR23Fr4P3tcHsPKiZki70wGfiiCLvt7GaD&#10;lZWRX+lap1ZlCMcKDbiUhkrr2DjyGJcyEGfvJMFjyjK02gYcM9z3uiyKtfbYcV5wONCjo+ZSf3oD&#10;41PzcS5PR+u+wyCH+kXOZS/GLObT/gFUoin9h//az9ZAuV7B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VuCM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aGssYA&#10;AADcAAAADwAAAGRycy9kb3ducmV2LnhtbESP3WoCMRSE74W+QziF3mnWhVpZjWK1QikV8af3p5vj&#10;7mpysmxS3b69EQQvh5n5hhlPW2vEmRpfOVbQ7yUgiHOnKy4U7HfL7hCED8gajWNS8E8eppOnzhgz&#10;7S68ofM2FCJC2GeooAyhzqT0eUkWfc/VxNE7uMZiiLIppG7wEuHWyDRJBtJixXGhxJrmJeWn7Z9V&#10;sFwvzDFdbWY/Msw/3n7N8Ot98a3Uy3M7G4EI1IZH+N7+1ArSwSvczsQj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aGs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RrbsUA&#10;AADcAAAADwAAAGRycy9kb3ducmV2LnhtbESP3YrCMBSE7wXfIRzBG9F0lS1SjSLCosIu+AfeHptj&#10;W2xOShNr9+03C4KXw8x8w8yXrSlFQ7UrLCv4GEUgiFOrC84UnE9fwykI55E1lpZJwS85WC66nTkm&#10;2j75QM3RZyJA2CWoIPe+SqR0aU4G3chWxMG72dqgD7LOpK7xGeCmlOMoiqXBgsNCjhWtc0rvx4dR&#10;0Oy/r9m2cdXuPh24z8l1s/nRF6X6vXY1A+Gp9e/wq73VCsZxDP9nw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ZGtu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5PhccA&#10;AADcAAAADwAAAGRycy9kb3ducmV2LnhtbESPzWsCMRTE74X+D+EJ3mrWxfqxGqUWhF4K9eOgt+fm&#10;ubu4edkmUbf96xuh4HGYmd8ws0VranEl5yvLCvq9BARxbnXFhYLddvUyBuEDssbaMin4IQ+L+fPT&#10;DDNtb7ym6yYUIkLYZ6igDKHJpPR5SQZ9zzbE0TtZZzBE6QqpHd4i3NQyTZKhNFhxXCixofeS8vPm&#10;YhQsJ+Pl99eAP3/XxwMd9sfza+oSpbqd9m0KIlAbHuH/9odWkA5HcD8Tj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+T4XHAAAA3AAAAA8AAAAAAAAAAAAAAAAAmAIAAGRy&#10;cy9kb3ducmV2LnhtbFBLBQYAAAAABAAEAPUAAACMAwAAAAA=&#10;" fillcolor="black" stroked="f"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N678MA&#10;AADcAAAADwAAAGRycy9kb3ducmV2LnhtbERPy2rCQBTdF/yH4Qru6sSAQaKjaFtBqF34WLi8Zq7J&#10;kMydkJlq2q/vLAouD+e9WPW2EXfqvHGsYDJOQBAXThsuFZxP29cZCB+QNTaOScEPeVgtBy8LzLV7&#10;8IHux1CKGMI+RwVVCG0upS8qsujHriWO3M11FkOEXSl1h48YbhuZJkkmLRqODRW29FZRUR+/rYLL&#10;Z2ZmB0Ppdf+7+dD7ab35eq+VGg379RxEoD48xf/unVaQZnFtPBOP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N678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L1msQA&#10;AADcAAAADwAAAGRycy9kb3ducmV2LnhtbESPQWsCMRSE70L/Q3gFbzVbD2K3RpGK6MWD2tLrY/O6&#10;2e7mZU2irv56Iwgeh5n5hpnMOtuIE/lQOVbwPshAEBdOV1wq+N4v38YgQkTW2DgmBRcKMJu+9CaY&#10;a3fmLZ12sRQJwiFHBSbGNpcyFIYshoFriZP357zFmKQvpfZ4TnDbyGGWjaTFitOCwZa+DBX17mgV&#10;+Pnvor7y8afOrptLWP13hzEapfqv3fwTRKQuPsOP9lorGI4+4H4mHQE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C9Zr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yVwsEA&#10;AADcAAAADwAAAGRycy9kb3ducmV2LnhtbERPzWrCQBC+F3yHZQQvRTfNodboKiIIglLQ+gBjdkyC&#10;u7MhO9XYp+8eCj1+fP+LVe+dulMXm8AG3iYZKOIy2IYrA+ev7fgDVBRkiy4wGXhShNVy8LLAwoYH&#10;H+l+kkqlEI4FGqhF2kLrWNbkMU5CS5y4a+g8SoJdpW2HjxTunc6z7F17bDg11NjSpqbydvr2Blx+&#10;cbP9NB7kedaH7MfL8fXTGjMa9us5KKFe/sV/7p01kE/T/HQmHQ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slcLBAAAA3AAAAA8AAAAAAAAAAAAAAAAAmAIAAGRycy9kb3du&#10;cmV2LnhtbFBLBQYAAAAABAAEAPUAAACG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2RUsUA&#10;AADcAAAADwAAAGRycy9kb3ducmV2LnhtbESPQWsCMRSE7wX/Q3iF3mrWPdSyNYpVhL146Fbx+ty8&#10;bhaTl2WT6tZf3wiCx2FmvmFmi8FZcaY+tJ4VTMYZCOLa65YbBbvvzes7iBCRNVrPpOCPAizmo6cZ&#10;Ftpf+IvOVWxEgnAoUIGJsSukDLUhh2HsO+Lk/fjeYUyyb6Tu8ZLgzso8y96kw5bTgsGOVobqU/Xr&#10;FKyrzua70nyGw357PNryuqHDWqmX52H5ASLSEB/he7vUCvLpBG5n0hG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ZFS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FxYcIA&#10;AADcAAAADwAAAGRycy9kb3ducmV2LnhtbESPQYvCMBSE78L+h/AW9qaJPehSjSKiIOxJVw/eHsmz&#10;rTYvpYm2/nsjLOxxmJlvmPmyd7V4UBsqzxrGIwWC2HhbcaHh+LsdfoMIEdli7Zk0PCnAcvExmGNu&#10;fcd7ehxiIRKEQ44ayhibXMpgSnIYRr4hTt7Ftw5jkm0hbYtdgrtaZkpNpMOK00KJDa1LMrfD3Wm4&#10;buWPNwrN6XjqdnZ63kyoVlp/ffarGYhIffwP/7V3VkM2zeB9Jh0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XFh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fA7MUA&#10;AADcAAAADwAAAGRycy9kb3ducmV2LnhtbESPQWvCQBSE7wX/w/IEb3VjhFZSN0EFQVo8VIt4fM0+&#10;k5Ds27C7avrv3UKhx2FmvmGWxWA6cSPnG8sKZtMEBHFpdcOVgq/j9nkBwgdkjZ1lUvBDHop89LTE&#10;TNs7f9LtECoRIewzVFCH0GdS+rImg35qe+LoXawzGKJ0ldQO7xFuOpkmyYs02HBcqLGnTU1le7ga&#10;BefrB1/28/eVW4eTHY6+Tb8XrVKT8bB6AxFoCP/hv/ZOK0hf5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Z8Ds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HL8cA&#10;AADcAAAADwAAAGRycy9kb3ducmV2LnhtbESPQWvCQBSE74L/YXmF3symQVtNXUWFQi8FtT3o7Zl9&#10;TYLZt3F3q7G/3hUKPQ4z8w0znXemEWdyvras4ClJQRAXVtdcKvj6fBuMQfiArLGxTAqu5GE+6/em&#10;mGt74Q2dt6EUEcI+RwVVCG0upS8qMugT2xJH79s6gyFKV0rt8BLhppFZmj5LgzXHhQpbWlVUHLc/&#10;RsFyMl6e1kP++N0c9rTfHY6jzKVKPT50i1cQgbrwH/5rv2sF2csQ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1Ry/HAAAA3AAAAA8AAAAAAAAAAAAAAAAAmAIAAGRy&#10;cy9kb3ducmV2LnhtbFBLBQYAAAAABAAEAPUAAACMAwAAAAA=&#10;" fillcolor="black" stroked="f"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HvlcQA&#10;AADcAAAADwAAAGRycy9kb3ducmV2LnhtbESPQUsDMRSE74L/ITzBm81asZW1aVkKonja1orX183r&#10;ZunmZUliuv77plDwOMzMN8xiNdpeJPKhc6zgcVKAIG6c7rhVsPt6e3gBESKyxt4xKfijAKvl7c0C&#10;S+1OvKG0ja3IEA4lKjAxDqWUoTFkMUzcQJy9g/MWY5a+ldrjKcNtL6dFMZMWO84LBgdaG2qO21+r&#10;IO3XdfWUfpLZfPqq9a5+/97XSt3fjdUriEhj/A9f2x9awXT+DJ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R75X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H2YMUA&#10;AADcAAAADwAAAGRycy9kb3ducmV2LnhtbESPQWvCQBSE7wX/w/IEb3Wjh6ipq4jY0vZSjYX2+Mg+&#10;s8Hs25BdY+yv7wqFHoeZ+YZZrntbi45aXzlWMBknIIgLpysuFXwenx/nIHxA1lg7JgU38rBeDR6W&#10;mGl35QN1eShFhLDPUIEJocmk9IUhi37sGuLonVxrMUTZllK3eI1wW8tpkqTSYsVxwWBDW0PFOb9Y&#10;BX6y3X29259F9/1i+CN/M+m+NEqNhv3mCUSgPvyH/9qvWsF0lsL9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fZg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06070B" w:rsidRPr="00062C82" w:rsidRDefault="0006070B" w:rsidP="0006070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</w:rPr>
      </w:pPr>
    </w:p>
    <w:p w:rsidR="0006070B" w:rsidRPr="00062C82" w:rsidRDefault="0006070B" w:rsidP="0006070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06070B" w:rsidRPr="00062C82" w:rsidRDefault="0006070B" w:rsidP="0006070B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06070B" w:rsidRPr="00062C82" w:rsidRDefault="0006070B" w:rsidP="0006070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06070B" w:rsidRPr="00062C82" w:rsidRDefault="0006070B" w:rsidP="0006070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906089" w:rsidRPr="00906089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P2w70A&#10;AADcAAAADwAAAGRycy9kb3ducmV2LnhtbERPvQrCMBDeBd8hnOCmqRVUqlFEVBwEsep+NGdbbC6l&#10;iVrf3gyC48f3v1i1phIvalxpWcFoGIEgzqwuOVdwvewGMxDOI2usLJOCDzlYLbudBSbavvlMr9Tn&#10;IoSwS1BB4X2dSOmyggy6oa2JA3e3jUEfYJNL3eA7hJtKxlE0kQZLDg0F1rQpKHukT6PAjveH4y2P&#10;z+MtTz2vT7P7rT0q1e+16zkIT63/i3/ug1YQT8PacCYcAb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2P2w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/NR8cA&#10;AADcAAAADwAAAGRycy9kb3ducmV2LnhtbESPT2sCMRTE74V+h/AKXkSz9aB1a5QirLU9CP4Br4/N&#10;62bbzcuSpLr66U1B6HGYmd8ws0VnG3EiH2rHCp6HGQji0umaKwWHfTF4AREissbGMSm4UIDF/PFh&#10;hrl2Z97SaRcrkSAcclRgYmxzKUNpyGIYupY4eV/OW4xJ+kpqj+cEt40cZdlYWqw5LRhsaWmo/Nn9&#10;WgXfxcYcl5PryvenW7r2i8/35mOsVO+pe3sFEamL/+F7e60VjCZT+DuTjo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/zUf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rB9b8A&#10;AADcAAAADwAAAGRycy9kb3ducmV2LnhtbERPzYrCMBC+L/gOYRa8LJqqsEg1iojK4kX8eYChGZuy&#10;zaQ00da33zkIe/z4/pfr3tfqSW2sAhuYjDNQxEWwFZcGbtf9aA4qJmSLdWAy8KII69XgY4m5DR2f&#10;6XlJpZIQjjkacCk1udaxcOQxjkNDLNw9tB6TwLbUtsVOwn2tp1n2rT1WLA0OG9o6Kn4vDy8lpxme&#10;jvfuuj/02OHu6PhrczZm+NlvFqAS9elf/Hb/WAPTucyXM3IE9Oo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asH1vwAAANwAAAAPAAAAAAAAAAAAAAAAAJgCAABkcnMvZG93bnJl&#10;di54bWxQSwUGAAAAAAQABAD1AAAAhA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89scUA&#10;AADcAAAADwAAAGRycy9kb3ducmV2LnhtbESPQUsDMRSE70L/Q3gFbzbbRWtZm5bSKojgwSqU3h6b&#10;193FzUtInt313xtB8DjMzDfMajO6Xl0ops6zgfmsAEVce9txY+Dj/elmCSoJssXeMxn4pgSb9eRq&#10;hZX1A7/R5SCNyhBOFRpoRUKldapbcphmPhBn7+yjQ8kyNtpGHDLc9bosioV22HFeaDHQrqX68/Dl&#10;DLwOj+HlfnF3Dqd4W+q0t3LciTHX03H7AEpolP/wX/vZGiiXc/g9k4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z2x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T6GcMA&#10;AADcAAAADwAAAGRycy9kb3ducmV2LnhtbESP32qDMBTG7wt7h3AGuylrnINRnGkpYx3Fm1LdAxzM&#10;0cjMiZhM7ds3hcEuP74/P758v9heTDT6zrGCl00Cgrh2uuNWwXd1fN6C8AFZY++YFFzJw373sMox&#10;027mC01laEUcYZ+hAhPCkEnpa0MW/cYNxNFr3GgxRDm2Uo84x3HbyzRJ3qTFjiPB4EAfhuqf8tdG&#10;yPkVz0UzV8evBWf8LAyvDxelnh6XwzuIQEv4D/+1T1pBuk3hfiYeAb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/T6Gc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EGXcUA&#10;AADcAAAADwAAAGRycy9kb3ducmV2LnhtbESPQUsDMRSE74L/ITzBm826ai1r0yK1ggg9tBaKt8fm&#10;dXdx8xKS1+76740geBxm5htmvhxdr84UU+fZwO2kAEVce9txY2D/8XozA5UE2WLvmQx8U4Ll4vJi&#10;jpX1A2/pvJNGZQinCg20IqHSOtUtOUwTH4izd/TRoWQZG20jDhnuel0WxVQ77DgvtBho1VL9tTs5&#10;A5thHd4fpw/H8BnvS51erBxWYsz11fj8BEpolP/wX/vNGihnd/B7Jh8Bv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oQZd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roR8YA&#10;AADcAAAADwAAAGRycy9kb3ducmV2LnhtbESP3WoCMRSE7wu+QziF3hTNtsWqW6NUIVhoofgD3h42&#10;x93FzcmSRHf79qZQ6OUwM98w82VvG3ElH2rHCp5GGQjiwpmaSwWHvR5OQYSIbLBxTAp+KMByMbib&#10;Y25cx1u67mIpEoRDjgqqGNtcylBUZDGMXEucvJPzFmOSvpTGY5fgtpHPWfYqLdacFipsaV1Rcd5d&#10;rILVd1e++Mdi1bvP0+Y41troL63Uw33//gYiUh//w3/tD6NgNp7A75l0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roR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YsMEA&#10;AADcAAAADwAAAGRycy9kb3ducmV2LnhtbERP3WrCMBS+H/gO4QjezVRZh+uMpTgKMnYztwc4NGdN&#10;Z3NSktjWtzcXg11+fP/7cra9GMmHzrGCzToDQdw43XGr4PurftyBCBFZY++YFNwoQHlYPOyx0G7i&#10;TxrPsRUphEOBCkyMQyFlaAxZDGs3ECfux3mLMUHfSu1xSuG2l9sse5YWO04NBgc6Gmou56tVUL9v&#10;P8bLVfvaVfOTpdz87t6MUqvlXL2CiDTHf/Gf+6QVvORpbT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JmLD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nZrsUA&#10;AADcAAAADwAAAGRycy9kb3ducmV2LnhtbESPQWsCMRSE74L/IbyCF6nZWix1axQtBAsWSlXo9bF5&#10;7i7dvCxJdLf/vhEEj8PMfMMsVr1txIV8qB0reJpkIIgLZ2ouFRwP+vEVRIjIBhvHpOCPAqyWw8EC&#10;c+M6/qbLPpYiQTjkqKCKsc2lDEVFFsPEtcTJOzlvMSbpS2k8dgluGznNshdpsea0UGFL7xUVv/uz&#10;VbD56spnPy42vdudtj8zrY3+1EqNHvr1G4hIfbyHb+0Po2A+m8P1TDo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qdmu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XYT8QA&#10;AADdAAAADwAAAGRycy9kb3ducmV2LnhtbESP0WoCMRRE34X+Q7gF3zSrqOjWKKIsFOlL1Q+4bG43&#10;q5ubJYnr+veNUOjjMDNnmPW2t43oyIfasYLJOANBXDpdc6Xgci5GSxAhImtsHJOCJwXYbt4Ga8y1&#10;e/A3dadYiQThkKMCE2ObSxlKQxbD2LXEyftx3mJM0ldSe3wkuG3kNMsW0mLNacFgS3tD5e10twqK&#10;4/Sru921L9yun1mam+vyYJQavve7DxCR+vgf/mt/agXz2WoBrzfpCc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12E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xn8sQA&#10;AADdAAAADwAAAGRycy9kb3ducmV2LnhtbESP0WrCQBRE3wX/YbmFvulGm1RNs4oIluaxaT/gkr0m&#10;Idm7Mbua+PfdQqGPw8ycYbLDZDpxp8E1lhWslhEI4tLqhisF31/nxRaE88gaO8uk4EEODvv5LMNU&#10;25E/6V74SgQIuxQV1N73qZSurMmgW9qeOHgXOxj0QQ6V1AOOAW46uY6iV2mw4bBQY0+nmsq2uBkF&#10;8WN8vxZJG521oVX+0ufsy0Sp56fp+AbC0+T/w3/tD60giXcb+H0Tn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8Z/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qnMAA&#10;AADdAAAADwAAAGRycy9kb3ducmV2LnhtbERPy6rCMBDdC/5DGMGdpopXtBpFFEVcaX2sh2Zsi82k&#10;NFHr398sBJeH854vG1OKF9WusKxg0I9AEKdWF5wpuJy3vQkI55E1lpZJwYccLBft1hxjbd98olfi&#10;MxFC2MWoIPe+iqV0aU4GXd9WxIG729qgD7DOpK7xHcJNKYdRNJYGCw4NOVa0zil9JE+j4Dm+DS98&#10;P+hjsvnsppvtyslrplS306xmIDw1/if+uvdawd9oGuaGN+EJ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3Hqn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4wAMgA&#10;AADdAAAADwAAAGRycy9kb3ducmV2LnhtbESPT2vCQBTE74LfYXmF3nRTtcGkrlKFQu1B8d+ht9fs&#10;axKbfZtmV02/fVcQPA4z8xtmMmtNJc7UuNKygqd+BII4s7rkXMF+99Ybg3AeWWNlmRT8kYPZtNuZ&#10;YKrthTd03vpcBAi7FBUU3teplC4ryKDr25o4eN+2MeiDbHKpG7wEuKnkIIpiabDksFBgTYuCsp/t&#10;ySg4rMdxsp4vR8eP1RcOjf791GWs1OND+/oCwlPr7+Fb+10reB4lC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njA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fBdMEA&#10;AADdAAAADwAAAGRycy9kb3ducmV2LnhtbERPy4rCMBTdC/5DuII7TX0itanoDKPDrHyB20tzbYvN&#10;TWkyWv16sxiY5eG8k1VrKnGnxpWWFYyGEQjizOqScwXn09dgAcJ5ZI2VZVLwJAertNtJMNb2wQe6&#10;H30uQgi7GBUU3texlC4ryKAb2po4cFfbGPQBNrnUDT5CuKnkOIrm0mDJoaHAmj4Kym7HX6PgNb/g&#10;3u3Gm8+J9vScLrb2Z79Vqt9r10sQnlr/L/5zf2sFs1kU9oc34QnI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3wXT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M3V8MA&#10;AADdAAAADwAAAGRycy9kb3ducmV2LnhtbESP0YrCMBRE3xf8h3AF39ZUsYtWo4go+LZr9QMuzTUt&#10;Nje1iVr9erOwsI/DzJxhFqvO1uJOra8cKxgNExDEhdMVGwWn4+5zCsIHZI21Y1LwJA+rZe9jgZl2&#10;Dz7QPQ9GRAj7DBWUITSZlL4oyaIfuoY4emfXWgxRtkbqFh8Rbms5TpIvabHiuFBiQ5uSikt+swqu&#10;bpzqLt/i92U7+6mMmVxfh4lSg363noMI1IX/8F97rxWkaTKC3zfxCcjl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M3V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AjSMUA&#10;AADdAAAADwAAAGRycy9kb3ducmV2LnhtbESPzW7CMBCE75V4B2uRegMHUPgJGARIlbhCe+C42EsS&#10;iNchNpD26etKSD2OZuYbzWLV2ko8qPGlYwWDfgKCWDtTcq7g6/OjNwXhA7LByjEp+CYPq2XnbYGZ&#10;cU/e0+MQchEh7DNUUIRQZ1J6XZBF33c1cfTOrrEYomxyaRp8Rrit5DBJxtJiyXGhwJq2Benr4W4V&#10;7MoTpWN9ntnpRu+PP7cwmlyMUu/ddj0HEagN/+FXe2cUpGkyhL838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UCN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V1J8IA&#10;AADdAAAADwAAAGRycy9kb3ducmV2LnhtbERPW2vCMBR+F/YfwhH2pokOx6xGmYPBxlTwgr4emmNT&#10;1pyUJqv13y/CYI/fnW++7FwlWmpC6VnDaKhAEOfelFxoOB7eBy8gQkQ2WHkmDTcKsFw89OaYGX/l&#10;HbX7WIhUwiFDDTbGOpMy5JYchqGviZN28Y3DmGBTSNPgNZW7So6VepYOS04LFmt6s5R/73+chha3&#10;N3W2q830s1zn4+3q9GUSrx/73esMRKQu/pv/0h9Gw2SinuD+Jj0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FXU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iYsUA&#10;AADdAAAADwAAAGRycy9kb3ducmV2LnhtbESPQUvDQBSE70L/w/IK3uymkRaJ3RYpVDxq7MHjM/ua&#10;Tc2+F3bXJvrrXUHwOMzMN8xmN/leXSjETtjAclGAIm7EdtwaOL4ebu5AxYRssRcmA18UYbedXW2w&#10;sjLyC13q1KoM4VihAZfSUGkdG0ce40IG4uydJHhMWYZW24Bjhvtel0Wx1h47zgsOB9o7aj7qT29g&#10;fGzez+XpzbrvMMihfpZz2Ysx1/Pp4R5Uoin9h//aT9bAanW7h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aJ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JBXscA&#10;AADdAAAADwAAAGRycy9kb3ducmV2LnhtbESPW2sCMRSE3wv+h3CEvtWsFqtsjWK9QClK8dL34+a4&#10;uzY5WTaprv/eCEIfh5n5hhlNGmvEmWpfOlbQ7SQgiDOnS84V7HfLlyEIH5A1Gsek4EoeJuPW0whT&#10;7S68ofM25CJC2KeooAihSqX0WUEWfcdVxNE7utpiiLLOpa7xEuHWyF6SvEmLJceFAiuaFZT9bv+s&#10;guX33Jx66830R4bZYnAww6+P+Uqp53YzfQcRqAn/4Uf7Uyvo918H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SQV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YlcIA&#10;AADdAAAADwAAAGRycy9kb3ducmV2LnhtbERPy4rCMBTdD/gP4QpuBk1VKlKNIoKo4IAvcHttrm2x&#10;uSlNrJ2/nyyEWR7Oe75sTSkaql1hWcFwEIEgTq0uOFNwvWz6UxDOI2ssLZOCX3KwXHS+5pho++YT&#10;NWefiRDCLkEFufdVIqVLczLoBrYiDtzD1gZ9gHUmdY3vEG5KOYqiiTRYcGjIsaJ1Tunz/DIKmuPh&#10;nu0aV+2f028Xj+/b7Y++KdXrtqsZCE+t/xd/3DutII7HYW54E5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hiV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fBx8gA&#10;AADdAAAADwAAAGRycy9kb3ducmV2LnhtbESPT2sCMRTE7wW/Q3iCt5pVu6KrUbRQ6KVQ/xz09tw8&#10;dxc3L9sk1a2f3hQKPQ4z8xtmvmxNLa7kfGVZwaCfgCDOra64ULDfvT1PQPiArLG2TAp+yMNy0Xma&#10;Y6btjTd03YZCRAj7DBWUITSZlD4vyaDv24Y4emfrDIYoXSG1w1uEm1oOk2QsDVYcF0ps6LWk/LL9&#10;NgrW08n66/OFP+6b05GOh9MlHbpEqV63Xc1ABGrDf/iv/a4VpOloCr9v4hO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x8HHyAAAAN0AAAAPAAAAAAAAAAAAAAAAAJgCAABk&#10;cnMvZG93bnJldi54bWxQSwUGAAAAAAQABAD1AAAAjQMAAAAA&#10;" fillcolor="black" stroked="f"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LYKcQA&#10;AADdAAAADwAAAGRycy9kb3ducmV2LnhtbERPz2vCMBS+D/wfwhO8zVSxItUo000YqAd1hx2fzVsb&#10;2ryUJmrnX78cBh4/vt+LVWdrcaPWG8cKRsMEBHHutOFCwdd5+zoD4QOyxtoxKfglD6tl72WBmXZ3&#10;PtLtFAoRQ9hnqKAMocmk9HlJFv3QNcSR+3GtxRBhW0jd4j2G21qOk2QqLRqODSU2tCkpr05Xq+B7&#10;NzWzo6HxZf9Yf+h9Wq0P75VSg373NgcRqAtP8b/7UytI00ncH9/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S2Cn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DB8YA&#10;AADdAAAADwAAAGRycy9kb3ducmV2LnhtbESPT2sCMRTE74V+h/AKvWlWqUW2RhGl1IsH/9HrY/O6&#10;2e7mZU2irn56UxB6HGbmN8xk1tlGnMmHyrGCQT8DQVw4XXGpYL/77I1BhIissXFMCq4UYDZ9fppg&#10;rt2FN3TexlIkCIccFZgY21zKUBiyGPquJU7ej/MWY5K+lNrjJcFtI4dZ9i4tVpwWDLa0MFTU25NV&#10;4Offy/rGp0Od3dbX8PXbHcdolHp96eYfICJ18T/8aK+0gtHobQB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tDB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14wsYA&#10;AADdAAAADwAAAGRycy9kb3ducmV2LnhtbESP3WrCQBSE7wt9h+UUelPqxlCtTV1FhEJBEfx5gGP2&#10;NAndPRuyR419+q5Q6OUwM98w03nvnTpTF5vABoaDDBRxGWzDlYHD/uN5AioKskUXmAxcKcJ8dn83&#10;xcKGC2/pvJNKJQjHAg3UIm2hdSxr8hgHoSVO3lfoPEqSXaVth5cE907nWTbWHhtOCzW2tKyp/N6d&#10;vAGXH93b6jWu5XrQ6+zHy/ZpY415fOgX76CEevkP/7U/rYHR6CWH25v0BP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14w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3SHcYA&#10;AADdAAAADwAAAGRycy9kb3ducmV2LnhtbESPQWsCMRSE70L/Q3iF3jSr1SKrUdqKsJceulW8PjfP&#10;zWLysmxSXfvrm0LB4zAz3zDLde+suFAXGs8KxqMMBHHldcO1gt3XdjgHESKyRuuZFNwowHr1MFhi&#10;rv2VP+lSxlokCIccFZgY21zKUBlyGEa+JU7eyXcOY5JdLXWH1wR3Vk6y7EU6bDgtGGzp3VB1Lr+d&#10;gk3Z2smuMG/hsP84Hm3xs6XDRqmnx/51ASJSH+/h/3ahFcxm02f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3SH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F2MUA&#10;AADdAAAADwAAAGRycy9kb3ducmV2LnhtbESPQWvCQBSE74X+h+UVvNXditoSs5EiCkJPtfHQ22P3&#10;mUSzb0N2NfHfdwuFHoeZ+YbJ16NrxY360HjW8DJVIIiNtw1XGsqv3fMbiBCRLbaeScOdAqyLx4cc&#10;M+sH/qTbIVYiQThkqKGOscukDKYmh2HqO+LknXzvMCbZV9L2OCS4a+VMqaV02HBaqLGjTU3mcrg6&#10;Deed/PBGoTmWx2FvX7+3S2qV1pOn8X0FItIY/8N/7b3VsFjM5/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QwX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YCbcYA&#10;AADdAAAADwAAAGRycy9kb3ducmV2LnhtbESPT2vCQBTE7wW/w/IEb3WjNiLRVbRQEKUH/1B6fGaf&#10;SUj2bdhdNf32bqHQ4zAzv2EWq8404k7OV5YVjIYJCOLc6ooLBefTx+sMhA/IGhvLpOCHPKyWvZcF&#10;Zto++ED3YyhEhLDPUEEZQptJ6fOSDPqhbYmjd7XOYIjSFVI7fES4aeQ4SabSYMVxocSW3kvK6+PN&#10;KPi+7fn6Odmt3SZ82e7k6/FlVis16HfrOYhAXfgP/7W3WkGavqXw+yY+Abl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YCb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4myMcA&#10;AADdAAAADwAAAGRycy9kb3ducmV2LnhtbESPT2sCMRTE74LfIbxCb5qtuKKrUbRQ6EXw30Fvz81z&#10;d3Hzsk1SXfvpTaHQ4zAzv2Fmi9bU4kbOV5YVvPUTEMS51RUXCg77j94YhA/IGmvLpOBBHhbzbmeG&#10;mbZ33tJtFwoRIewzVFCG0GRS+rwkg75vG+LoXawzGKJ0hdQO7xFuajlIkpE0WHFcKLGh95Ly6+7b&#10;KFhNxquvzZDXP9vziU7H8zUduESp15d2OQURqA3/4b/2p1aQps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eJsjHAAAA3QAAAA8AAAAAAAAAAAAAAAAAmAIAAGRy&#10;cy9kb3ducmV2LnhtbFBLBQYAAAAABAAEAPUAAACMAwAAAAA=&#10;" fillcolor="black" stroked="f"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55UsUA&#10;AADdAAAADwAAAGRycy9kb3ducmV2LnhtbESPQUsDMRSE70L/Q3iCN5u12ipr07IURPG0bS29vm6e&#10;m8XNy5LEdP33RhB6HGbmG2a5Hm0vEvnQOVZwNy1AEDdOd9wq+Ni/3D6BCBFZY++YFPxQgPVqcrXE&#10;UrszbyntYisyhEOJCkyMQyllaAxZDFM3EGfv03mLMUvfSu3xnOG2l7OiWEiLHecFgwNtDDVfu2+r&#10;IJ02dXWfjsls333Vele/Hk61UjfXY/UMItIYL+H/9ptWMJ8/PML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nl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YN0sMA&#10;AADdAAAADwAAAGRycy9kb3ducmV2LnhtbERPz2vCMBS+D/Y/hDfwNlNFRTujiKjMXdQquOOjeWvK&#10;mpfSxNr51y+HwY4f3+/5srOVaKnxpWMFg34Cgjh3uuRCweW8fZ2C8AFZY+WYFPyQh+Xi+WmOqXZ3&#10;PlGbhULEEPYpKjAh1KmUPjdk0fddTRy5L9dYDBE2hdQN3mO4reQwSSbSYsmxwWBNa0P5d3azCvxg&#10;vbl+2Mes/dwZPmR7MzkWRqneS7d6AxGoC//iP/e7VjAej+Lc+CY+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YN0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6070B" w:rsidRDefault="0006070B" w:rsidP="00060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6070B" w:rsidRPr="00062C82" w:rsidRDefault="0006070B" w:rsidP="0006070B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06070B" w:rsidRPr="00062C82" w:rsidRDefault="0006070B" w:rsidP="0006070B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</w:rPr>
      </w:pPr>
    </w:p>
    <w:p w:rsidR="0006070B" w:rsidRPr="00062C82" w:rsidRDefault="0006070B" w:rsidP="0006070B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</w:rPr>
      </w:pP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>Гуменюк С.М.</w:t>
      </w:r>
    </w:p>
    <w:p w:rsidR="0006070B" w:rsidRPr="00062C82" w:rsidRDefault="0006070B" w:rsidP="0006070B">
      <w:pPr>
        <w:tabs>
          <w:tab w:val="left" w:pos="4424"/>
        </w:tabs>
        <w:rPr>
          <w:rFonts w:ascii="Times New Roman" w:hAnsi="Times New Roman" w:cs="Times New Roman"/>
        </w:rPr>
      </w:pPr>
    </w:p>
    <w:p w:rsidR="0006070B" w:rsidRDefault="0006070B" w:rsidP="0006070B">
      <w:pPr>
        <w:tabs>
          <w:tab w:val="left" w:pos="4424"/>
        </w:tabs>
        <w:rPr>
          <w:rFonts w:ascii="Times New Roman" w:hAnsi="Times New Roman" w:cs="Times New Roman"/>
        </w:rPr>
      </w:pPr>
    </w:p>
    <w:p w:rsidR="0006070B" w:rsidRDefault="0006070B" w:rsidP="0006070B">
      <w:pPr>
        <w:tabs>
          <w:tab w:val="left" w:pos="4424"/>
        </w:tabs>
        <w:rPr>
          <w:rFonts w:ascii="Times New Roman" w:hAnsi="Times New Roman" w:cs="Times New Roman"/>
        </w:rPr>
      </w:pPr>
    </w:p>
    <w:p w:rsidR="0006070B" w:rsidRPr="006C55B2" w:rsidRDefault="0006070B" w:rsidP="0006070B">
      <w:pPr>
        <w:jc w:val="both"/>
        <w:rPr>
          <w:rFonts w:ascii="Times New Roman" w:hAnsi="Times New Roman" w:cs="Times New Roman"/>
        </w:rPr>
      </w:pPr>
      <w:r w:rsidRPr="006C55B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hAnsi="Times New Roman" w:cs="Times New Roman"/>
        </w:rPr>
        <w:t>озглянувши заяву   Гуменюк С.М.</w:t>
      </w:r>
      <w:r w:rsidRPr="006C55B2">
        <w:rPr>
          <w:rFonts w:ascii="Times New Roman" w:hAnsi="Times New Roman" w:cs="Times New Roman"/>
        </w:rPr>
        <w:t>, сільська  рада ВИРІШИЛА:</w:t>
      </w:r>
    </w:p>
    <w:p w:rsidR="0006070B" w:rsidRPr="006C55B2" w:rsidRDefault="0006070B" w:rsidP="0006070B">
      <w:pPr>
        <w:jc w:val="both"/>
        <w:rPr>
          <w:rFonts w:ascii="Times New Roman" w:hAnsi="Times New Roman" w:cs="Times New Roman"/>
        </w:rPr>
      </w:pPr>
    </w:p>
    <w:p w:rsidR="0006070B" w:rsidRPr="005F05B8" w:rsidRDefault="0006070B" w:rsidP="0006070B">
      <w:pPr>
        <w:jc w:val="both"/>
        <w:rPr>
          <w:rFonts w:ascii="Times New Roman" w:hAnsi="Times New Roman" w:cs="Times New Roman"/>
          <w:color w:val="auto"/>
        </w:rPr>
      </w:pPr>
      <w:r w:rsidRPr="006C55B2">
        <w:rPr>
          <w:rFonts w:ascii="Times New Roman" w:hAnsi="Times New Roman" w:cs="Times New Roman"/>
        </w:rPr>
        <w:t xml:space="preserve">      1. Затверди</w:t>
      </w:r>
      <w:r>
        <w:rPr>
          <w:rFonts w:ascii="Times New Roman" w:hAnsi="Times New Roman" w:cs="Times New Roman"/>
        </w:rPr>
        <w:t>ти  Гуменюк  Софії  Миколаївні,  яка  зареєстрована</w:t>
      </w:r>
      <w:r w:rsidRPr="006C55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адресою: </w:t>
      </w:r>
      <w:r w:rsidR="006A74B7" w:rsidRPr="006A74B7">
        <w:rPr>
          <w:rFonts w:ascii="Times New Roman" w:hAnsi="Times New Roman" w:cs="Times New Roman"/>
        </w:rPr>
        <w:t>____________</w:t>
      </w:r>
      <w:r w:rsidRPr="006C55B2">
        <w:rPr>
          <w:rFonts w:ascii="Times New Roman" w:hAnsi="Times New Roman" w:cs="Times New Roman"/>
        </w:rPr>
        <w:t xml:space="preserve">,  ідентифікаційний номер </w:t>
      </w:r>
      <w:r w:rsidR="006A74B7" w:rsidRPr="006A74B7">
        <w:rPr>
          <w:rFonts w:ascii="Times New Roman" w:hAnsi="Times New Roman" w:cs="Times New Roman"/>
          <w:color w:val="auto"/>
        </w:rPr>
        <w:t>___________</w:t>
      </w:r>
      <w:r w:rsidRPr="006C55B2">
        <w:rPr>
          <w:rFonts w:ascii="Times New Roman" w:hAnsi="Times New Roman" w:cs="Times New Roman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</w:t>
      </w:r>
      <w:r>
        <w:rPr>
          <w:rFonts w:ascii="Times New Roman" w:hAnsi="Times New Roman" w:cs="Times New Roman"/>
        </w:rPr>
        <w:t xml:space="preserve"> 0,3395</w:t>
      </w:r>
      <w:r w:rsidRPr="006C55B2">
        <w:rPr>
          <w:rFonts w:ascii="Times New Roman" w:hAnsi="Times New Roman" w:cs="Times New Roman"/>
        </w:rPr>
        <w:t xml:space="preserve">га, (кадастровий номер: </w:t>
      </w:r>
      <w:r>
        <w:rPr>
          <w:rFonts w:ascii="Times New Roman" w:hAnsi="Times New Roman" w:cs="Times New Roman"/>
          <w:color w:val="auto"/>
        </w:rPr>
        <w:t>6823984000:03:012:0149</w:t>
      </w:r>
      <w:r w:rsidRPr="005F05B8">
        <w:rPr>
          <w:rFonts w:ascii="Times New Roman" w:hAnsi="Times New Roman" w:cs="Times New Roman"/>
          <w:color w:val="auto"/>
        </w:rPr>
        <w:t xml:space="preserve">), для ведення товарного сільськогосподарського виробництва, яка розташована Хмельницька область, </w:t>
      </w:r>
      <w:proofErr w:type="spellStart"/>
      <w:r w:rsidRPr="005F05B8">
        <w:rPr>
          <w:rFonts w:ascii="Times New Roman" w:hAnsi="Times New Roman" w:cs="Times New Roman"/>
          <w:color w:val="auto"/>
        </w:rPr>
        <w:t>Славутський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 район,  </w:t>
      </w:r>
      <w:proofErr w:type="spellStart"/>
      <w:r w:rsidRPr="005F05B8">
        <w:rPr>
          <w:rFonts w:ascii="Times New Roman" w:hAnsi="Times New Roman" w:cs="Times New Roman"/>
          <w:color w:val="auto"/>
        </w:rPr>
        <w:t>Крупецька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сільська рада. </w:t>
      </w:r>
    </w:p>
    <w:p w:rsidR="0006070B" w:rsidRPr="005F05B8" w:rsidRDefault="0006070B" w:rsidP="0006070B">
      <w:pPr>
        <w:jc w:val="both"/>
        <w:rPr>
          <w:rFonts w:ascii="Times New Roman" w:hAnsi="Times New Roman" w:cs="Times New Roman"/>
          <w:color w:val="auto"/>
        </w:rPr>
      </w:pPr>
      <w:r w:rsidRPr="005F05B8">
        <w:rPr>
          <w:rFonts w:ascii="Times New Roman" w:hAnsi="Times New Roman" w:cs="Times New Roman"/>
          <w:color w:val="auto"/>
        </w:rPr>
        <w:t xml:space="preserve">      2. Гуменюк С.М., посвідчити своє право  в  установленому  законом  порядку.</w:t>
      </w:r>
    </w:p>
    <w:p w:rsidR="0006070B" w:rsidRPr="006C55B2" w:rsidRDefault="0006070B" w:rsidP="0006070B">
      <w:pPr>
        <w:jc w:val="both"/>
        <w:rPr>
          <w:rFonts w:ascii="Times New Roman" w:hAnsi="Times New Roman" w:cs="Times New Roman"/>
        </w:rPr>
      </w:pPr>
      <w:r w:rsidRPr="005F05B8">
        <w:rPr>
          <w:rFonts w:ascii="Times New Roman" w:hAnsi="Times New Roman" w:cs="Times New Roman"/>
          <w:color w:val="auto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</w:t>
      </w:r>
      <w:r w:rsidRPr="006C55B2">
        <w:rPr>
          <w:rFonts w:ascii="Times New Roman" w:hAnsi="Times New Roman" w:cs="Times New Roman"/>
        </w:rPr>
        <w:t>планування території, будівництва, архітектури, охорони пам’яток, історичного середовища та благоустрою (Денисюк Т.В.).</w:t>
      </w:r>
    </w:p>
    <w:p w:rsidR="0006070B" w:rsidRPr="006C55B2" w:rsidRDefault="0006070B" w:rsidP="0006070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06070B" w:rsidRPr="0006070B" w:rsidRDefault="0006070B" w:rsidP="0006070B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06070B" w:rsidRPr="00062C82" w:rsidRDefault="0006070B" w:rsidP="0006070B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0D1610" w:rsidRPr="0006070B" w:rsidRDefault="0006070B" w:rsidP="0006070B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0D1610" w:rsidRPr="0006070B" w:rsidSect="000D16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6070B"/>
    <w:rsid w:val="0006070B"/>
    <w:rsid w:val="00094B0B"/>
    <w:rsid w:val="000D1610"/>
    <w:rsid w:val="00171A2E"/>
    <w:rsid w:val="00304C90"/>
    <w:rsid w:val="00505B6D"/>
    <w:rsid w:val="006A74B7"/>
    <w:rsid w:val="006D3977"/>
    <w:rsid w:val="007D6C18"/>
    <w:rsid w:val="00906089"/>
    <w:rsid w:val="00B8734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70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2020-02-13T11:23:00Z</dcterms:created>
  <dcterms:modified xsi:type="dcterms:W3CDTF">2020-02-13T12:07:00Z</dcterms:modified>
</cp:coreProperties>
</file>