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3632" w:rsidRDefault="00353632" w:rsidP="0035363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3632" w:rsidRDefault="00353632" w:rsidP="00353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3632" w:rsidRDefault="00353632" w:rsidP="00353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53632" w:rsidRDefault="00353632" w:rsidP="0035363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53632" w:rsidRDefault="00353632" w:rsidP="003536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53632" w:rsidRDefault="00353632" w:rsidP="003536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53632" w:rsidRPr="00E93C10" w:rsidRDefault="00353632" w:rsidP="003536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№87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53632" w:rsidRPr="003C3FA9" w:rsidRDefault="00353632" w:rsidP="0035363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53632" w:rsidRPr="003C3FA9" w:rsidRDefault="00353632" w:rsidP="0035363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53632" w:rsidRPr="003C3FA9" w:rsidRDefault="00353632" w:rsidP="0035363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53632" w:rsidRPr="003C3FA9" w:rsidRDefault="00353632" w:rsidP="0035363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353632" w:rsidRPr="003C3FA9" w:rsidRDefault="00353632" w:rsidP="0035363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53632" w:rsidRPr="003C3FA9" w:rsidRDefault="00353632" w:rsidP="0035363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Вознюка М.М.</w:t>
      </w:r>
    </w:p>
    <w:p w:rsidR="00353632" w:rsidRPr="003C3FA9" w:rsidRDefault="00353632" w:rsidP="0035363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3632" w:rsidRPr="003C3FA9" w:rsidRDefault="00353632" w:rsidP="0035363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22, 116,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Вознюка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353632" w:rsidRPr="003C3FA9" w:rsidRDefault="00353632" w:rsidP="0035363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53632" w:rsidRPr="003C3FA9" w:rsidRDefault="00353632" w:rsidP="0035363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Вознюку Миколі Михайловичу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lang w:eastAsia="en-US"/>
        </w:rPr>
        <w:t xml:space="preserve">: </w:t>
      </w:r>
      <w:r w:rsidR="001E4041" w:rsidRPr="001E4041">
        <w:rPr>
          <w:rFonts w:ascii="Times New Roman" w:eastAsia="Times New Roman" w:hAnsi="Times New Roman" w:cs="Times New Roman"/>
          <w:sz w:val="24"/>
          <w:lang w:eastAsia="en-US"/>
        </w:rPr>
        <w:t>_____________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ентифікаційний номер  </w:t>
      </w:r>
      <w:r w:rsidR="001E4041" w:rsidRPr="001E404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0,2241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6823982100:01:002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028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ля ведення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 селянського  господарства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с.Головлі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53632" w:rsidRPr="003C3FA9" w:rsidRDefault="00353632" w:rsidP="0035363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Вознюку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353632" w:rsidRPr="003C3FA9" w:rsidRDefault="00353632" w:rsidP="0035363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53632" w:rsidRPr="003C3FA9" w:rsidRDefault="00353632" w:rsidP="0035363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53632" w:rsidRDefault="00353632" w:rsidP="0035363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53632" w:rsidRPr="00353632" w:rsidRDefault="00353632" w:rsidP="0035363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566359" w:rsidRPr="00353632" w:rsidRDefault="00353632" w:rsidP="0035363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66359" w:rsidRPr="003536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3632"/>
    <w:rsid w:val="001E4041"/>
    <w:rsid w:val="00353632"/>
    <w:rsid w:val="005663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3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5363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5363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5363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3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5363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5363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5363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2021-07-07T06:55:00Z</dcterms:created>
  <dcterms:modified xsi:type="dcterms:W3CDTF">2021-07-07T08:33:00Z</dcterms:modified>
</cp:coreProperties>
</file>