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A8" w:rsidRDefault="003644A8" w:rsidP="003644A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44A8" w:rsidRDefault="003644A8" w:rsidP="003644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44A8" w:rsidRDefault="003644A8" w:rsidP="003644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644A8" w:rsidRDefault="003644A8" w:rsidP="003644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644A8" w:rsidRDefault="003644A8" w:rsidP="003644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44A8" w:rsidRDefault="003644A8" w:rsidP="003644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№32</w:t>
      </w:r>
    </w:p>
    <w:p w:rsidR="003644A8" w:rsidRDefault="003644A8" w:rsidP="003644A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644A8" w:rsidRPr="00FB2913" w:rsidRDefault="003644A8" w:rsidP="003644A8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644A8" w:rsidRPr="00FB2913" w:rsidRDefault="003644A8" w:rsidP="003644A8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644A8" w:rsidRPr="00FB2913" w:rsidRDefault="003644A8" w:rsidP="003644A8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3644A8" w:rsidRPr="00FB2913" w:rsidRDefault="003644A8" w:rsidP="003644A8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3644A8" w:rsidRPr="00FB2913" w:rsidRDefault="003644A8" w:rsidP="003644A8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Лебідь Н.Г.</w:t>
      </w:r>
    </w:p>
    <w:p w:rsidR="003644A8" w:rsidRPr="00FB2913" w:rsidRDefault="003644A8" w:rsidP="003644A8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Лебідь Н.Г.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Лебідь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Надії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Григорівні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81C35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2,6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2 в умовних кадастрових гектарах,  для ведення товарного сільськогосподарського виробництва,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сертифікат на право на земельну частку (пай) серія ХМ №0102420,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на території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рада)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>Лебідь Н.Г.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644A8" w:rsidRPr="00FB2913" w:rsidRDefault="003644A8" w:rsidP="003644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644A8" w:rsidRPr="00FB2913" w:rsidRDefault="003644A8" w:rsidP="003644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44A8" w:rsidRPr="00FB2913" w:rsidRDefault="003644A8" w:rsidP="0036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44A8" w:rsidRDefault="003644A8" w:rsidP="003644A8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p w:rsidR="009F7F1C" w:rsidRDefault="009F7F1C"/>
    <w:sectPr w:rsidR="009F7F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4A8"/>
    <w:rsid w:val="003644A8"/>
    <w:rsid w:val="00981C35"/>
    <w:rsid w:val="009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A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644A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644A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644A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A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644A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644A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644A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8</TotalTime>
  <Pages>1</Pages>
  <Words>271</Words>
  <Characters>1548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2021-07-07T06:18:00Z</dcterms:created>
  <dcterms:modified xsi:type="dcterms:W3CDTF">2021-07-07T08:14:00Z</dcterms:modified>
</cp:coreProperties>
</file>