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FD" w:rsidRDefault="006B40FD" w:rsidP="006B40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0FD" w:rsidRDefault="006B40FD" w:rsidP="006B40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40FD" w:rsidRDefault="006B40FD" w:rsidP="006B40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40FD" w:rsidRDefault="006B40FD" w:rsidP="006B40F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40FD" w:rsidRDefault="006B40FD" w:rsidP="006B40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40FD" w:rsidRDefault="006B40FD" w:rsidP="006B40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№44</w:t>
      </w:r>
    </w:p>
    <w:p w:rsidR="006B40FD" w:rsidRDefault="006B40FD" w:rsidP="006B40F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6823982100:02:003:0023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6B40FD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Хмельницька область, Славутський  </w:t>
      </w:r>
    </w:p>
    <w:p w:rsidR="006B40FD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(Шепетівський)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Головлівська </w:t>
      </w:r>
    </w:p>
    <w:p w:rsidR="006B40FD" w:rsidRPr="00837C3F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Сільська рада (Крупецька сільська рада)</w:t>
      </w: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0FD" w:rsidRPr="001C55EE" w:rsidRDefault="006B40FD" w:rsidP="006B40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6B40FD" w:rsidRPr="001C55EE" w:rsidRDefault="006B40FD" w:rsidP="006B40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B40FD" w:rsidRPr="001C55EE" w:rsidRDefault="006B40FD" w:rsidP="006B40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площею 1,7816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6823982100:02:003:0023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  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 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(Шепетівський) район, Головлівська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ільська рада (Крупецька сільська рада)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0FD" w:rsidRPr="001C55EE" w:rsidRDefault="006B40FD" w:rsidP="006B40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40FD" w:rsidRDefault="006B40FD" w:rsidP="006B40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0FD" w:rsidRPr="006B40FD" w:rsidRDefault="006B40FD" w:rsidP="006B40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C4237" w:rsidRPr="006B40FD" w:rsidRDefault="006B40FD" w:rsidP="006B40F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  <w:bookmarkStart w:id="0" w:name="_GoBack"/>
      <w:bookmarkEnd w:id="0"/>
    </w:p>
    <w:sectPr w:rsidR="005C4237" w:rsidRPr="006B40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FD"/>
    <w:rsid w:val="00171A2E"/>
    <w:rsid w:val="00304C90"/>
    <w:rsid w:val="00505B6D"/>
    <w:rsid w:val="005C4237"/>
    <w:rsid w:val="006B40F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40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40F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40F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40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40F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40F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1153</Words>
  <Characters>658</Characters>
  <Application>Microsoft Office Word</Application>
  <DocSecurity>0</DocSecurity>
  <Lines>5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2021-03-31T05:39:00Z</dcterms:created>
  <dcterms:modified xsi:type="dcterms:W3CDTF">2021-03-31T05:40:00Z</dcterms:modified>
</cp:coreProperties>
</file>