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91" w:rsidRDefault="00D55591" w:rsidP="00D555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55591" w:rsidRDefault="00D55591" w:rsidP="00D55591"/>
    <w:p w:rsidR="00D55591" w:rsidRDefault="00D55591" w:rsidP="00D55591"/>
    <w:p w:rsidR="00D55591" w:rsidRDefault="00D55591" w:rsidP="00D555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55591" w:rsidRDefault="00D55591" w:rsidP="00D555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55591" w:rsidRDefault="00D55591" w:rsidP="00D555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55591" w:rsidRDefault="00D55591" w:rsidP="00D555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55591" w:rsidRDefault="00D55591" w:rsidP="00D555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5591" w:rsidRDefault="00D55591" w:rsidP="00D555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55591" w:rsidRDefault="00D55591" w:rsidP="00D555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5591" w:rsidRDefault="00D55591" w:rsidP="00D555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55591" w:rsidRDefault="00D55591" w:rsidP="00D555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55591" w:rsidRPr="0083481C" w:rsidRDefault="00D55591" w:rsidP="00D5559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№100</w:t>
      </w:r>
    </w:p>
    <w:p w:rsidR="00D55591" w:rsidRPr="005E02D7" w:rsidRDefault="00D55591" w:rsidP="00D5559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Мовчанець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В.П.</w:t>
      </w:r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Мовчанець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В.П.,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Мовчанцю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Петровичу,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98295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Лисиче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Мовчанець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В.П.,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55591" w:rsidRPr="005E02D7" w:rsidRDefault="00D55591" w:rsidP="00D5559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55591" w:rsidRPr="005E02D7" w:rsidRDefault="00D55591" w:rsidP="00D5559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55591" w:rsidRPr="005E02D7" w:rsidRDefault="00D55591" w:rsidP="00D55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F4EE4" w:rsidRPr="00D55591" w:rsidRDefault="00D55591" w:rsidP="00D5559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AF4EE4" w:rsidRPr="00D5559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91"/>
    <w:rsid w:val="00171A2E"/>
    <w:rsid w:val="00304C90"/>
    <w:rsid w:val="00505B6D"/>
    <w:rsid w:val="006D3977"/>
    <w:rsid w:val="007D6C18"/>
    <w:rsid w:val="00982959"/>
    <w:rsid w:val="00AF4EE4"/>
    <w:rsid w:val="00D1641A"/>
    <w:rsid w:val="00D5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229</Words>
  <Characters>1309</Characters>
  <Application>Microsoft Office Word</Application>
  <DocSecurity>0</DocSecurity>
  <Lines>10</Lines>
  <Paragraphs>3</Paragraphs>
  <ScaleCrop>false</ScaleCrop>
  <Company>Microsoft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2020-07-02T11:58:00Z</dcterms:created>
  <dcterms:modified xsi:type="dcterms:W3CDTF">2020-07-02T13:24:00Z</dcterms:modified>
</cp:coreProperties>
</file>