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D1D" w:rsidRDefault="00803D1D" w:rsidP="00803D1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D1D" w:rsidRDefault="00803D1D" w:rsidP="00803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3D1D" w:rsidRDefault="00803D1D" w:rsidP="00803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3D1D" w:rsidRDefault="00803D1D" w:rsidP="00803D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D1D" w:rsidRDefault="00803D1D" w:rsidP="00803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03D1D" w:rsidRDefault="00803D1D" w:rsidP="00803D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3D1D" w:rsidRPr="00A56207" w:rsidRDefault="00803D1D" w:rsidP="00803D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№39</w:t>
      </w:r>
    </w:p>
    <w:p w:rsidR="00803D1D" w:rsidRPr="00C92EA5" w:rsidRDefault="00803D1D" w:rsidP="00803D1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03D1D" w:rsidRPr="00C92EA5" w:rsidRDefault="00803D1D" w:rsidP="00803D1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03D1D" w:rsidRPr="00C92EA5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03D1D" w:rsidRPr="00C92EA5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03D1D" w:rsidRPr="0040408C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803D1D" w:rsidRPr="00C92EA5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3D1D" w:rsidRPr="00C92EA5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Бершеди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Н.В.,  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803D1D" w:rsidRPr="00FD4054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803D1D" w:rsidRDefault="00803D1D" w:rsidP="00803D1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Володимирівні,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756DA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власність,</w:t>
      </w:r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0,2500 </w:t>
      </w:r>
      <w:r w:rsidRPr="00C92EA5">
        <w:rPr>
          <w:rFonts w:ascii="Times New Roman" w:eastAsia="Calibri" w:hAnsi="Times New Roman" w:cs="Times New Roman"/>
          <w:sz w:val="24"/>
        </w:rPr>
        <w:t xml:space="preserve">га,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с. Крупець.</w:t>
      </w:r>
    </w:p>
    <w:p w:rsidR="00803D1D" w:rsidRPr="00C92EA5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803D1D" w:rsidRPr="00C92EA5" w:rsidRDefault="00803D1D" w:rsidP="00803D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03D1D" w:rsidRPr="00C92EA5" w:rsidRDefault="00803D1D" w:rsidP="00803D1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3D1D" w:rsidRPr="00C92EA5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3D1D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3D1D" w:rsidRPr="00C92EA5" w:rsidRDefault="00803D1D" w:rsidP="00803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3D1D" w:rsidRDefault="00803D1D" w:rsidP="00803D1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6125B" w:rsidRDefault="0036125B"/>
    <w:sectPr w:rsidR="0036125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D1D"/>
    <w:rsid w:val="000756DA"/>
    <w:rsid w:val="00171A2E"/>
    <w:rsid w:val="00304C90"/>
    <w:rsid w:val="0036125B"/>
    <w:rsid w:val="00505B6D"/>
    <w:rsid w:val="006D3977"/>
    <w:rsid w:val="007D6C18"/>
    <w:rsid w:val="00803D1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DFA1"/>
  <w15:docId w15:val="{418AAB30-B9BE-446F-A8F7-5BC4A413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D1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803D1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3D1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03D1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2021-04-28T11:40:00Z</dcterms:created>
  <dcterms:modified xsi:type="dcterms:W3CDTF">2021-04-28T13:00:00Z</dcterms:modified>
</cp:coreProperties>
</file>