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8E" w:rsidRDefault="00B1548E" w:rsidP="00B15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1548E" w:rsidRDefault="00B1548E" w:rsidP="00B1548E"/>
    <w:p w:rsidR="00B1548E" w:rsidRDefault="00B1548E" w:rsidP="00B1548E"/>
    <w:p w:rsidR="00B1548E" w:rsidRDefault="00B1548E" w:rsidP="00B154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1548E" w:rsidRDefault="00B1548E" w:rsidP="00B154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1548E" w:rsidRDefault="00B1548E" w:rsidP="00B154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1548E" w:rsidRDefault="00B1548E" w:rsidP="00B154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1548E" w:rsidRDefault="00B1548E" w:rsidP="00B154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48E" w:rsidRDefault="00B1548E" w:rsidP="00B1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B1548E" w:rsidRDefault="00B1548E" w:rsidP="00B15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548E" w:rsidRDefault="00B1548E" w:rsidP="00B154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1548E" w:rsidRDefault="00B1548E" w:rsidP="00B1548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№14</w:t>
      </w:r>
    </w:p>
    <w:p w:rsidR="00B1548E" w:rsidRPr="00E01644" w:rsidRDefault="00B1548E" w:rsidP="00B154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6823984000:03:013:0064, яка розташована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B1548E" w:rsidRPr="00E01644" w:rsidRDefault="00B1548E" w:rsidP="00B1548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48E" w:rsidRPr="00E01644" w:rsidRDefault="00B1548E" w:rsidP="00B154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>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B1548E" w:rsidRPr="00E01644" w:rsidRDefault="00B1548E" w:rsidP="00B154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1548E" w:rsidRPr="00E01644" w:rsidRDefault="00B1548E" w:rsidP="00B1548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E01644">
        <w:rPr>
          <w:rFonts w:ascii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та об’єднання земельної ділянки площею 2,2863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га, кадастровий  номер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6823984000:03:013:0064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E0164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548E" w:rsidRPr="00E01644" w:rsidRDefault="00B1548E" w:rsidP="00B154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1548E" w:rsidRPr="00E01644" w:rsidRDefault="00B1548E" w:rsidP="00B154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6F094A" w:rsidRPr="00B1548E" w:rsidRDefault="00B1548E" w:rsidP="00B1548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В.М.  Мазур </w:t>
      </w:r>
    </w:p>
    <w:sectPr w:rsidR="006F094A" w:rsidRPr="00B154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8E"/>
    <w:rsid w:val="00171A2E"/>
    <w:rsid w:val="00304C90"/>
    <w:rsid w:val="00505B6D"/>
    <w:rsid w:val="006D3977"/>
    <w:rsid w:val="006F094A"/>
    <w:rsid w:val="007D6C18"/>
    <w:rsid w:val="00B1548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2020-07-29T13:40:00Z</dcterms:created>
  <dcterms:modified xsi:type="dcterms:W3CDTF">2020-07-29T13:41:00Z</dcterms:modified>
</cp:coreProperties>
</file>