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EBB" w:rsidRDefault="001F24D3" w:rsidP="00301E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301EBB" w:rsidRDefault="00301EBB" w:rsidP="00301EBB"/>
    <w:p w:rsidR="00301EBB" w:rsidRDefault="00301EBB" w:rsidP="00301EBB"/>
    <w:p w:rsidR="00301EBB" w:rsidRDefault="00301EBB" w:rsidP="00301E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01EBB" w:rsidRDefault="00301EBB" w:rsidP="00301E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01EBB" w:rsidRDefault="00301EBB" w:rsidP="00301E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01EBB" w:rsidRDefault="00301EBB" w:rsidP="00301E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01EBB" w:rsidRDefault="00301EBB" w:rsidP="00301EB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1EBB" w:rsidRDefault="00301EBB" w:rsidP="00301EB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01EBB" w:rsidRDefault="00301EBB" w:rsidP="00301EB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01EBB" w:rsidRDefault="00301EBB" w:rsidP="00301EB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01EBB" w:rsidRPr="000E2935" w:rsidRDefault="00301EBB" w:rsidP="00301EBB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19</w:t>
      </w:r>
    </w:p>
    <w:p w:rsidR="00301EBB" w:rsidRPr="004A1A91" w:rsidRDefault="00301EBB" w:rsidP="00301EBB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01EBB" w:rsidRPr="004A1A91" w:rsidRDefault="00301EBB" w:rsidP="00301EBB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01EBB" w:rsidRPr="004A1A91" w:rsidRDefault="00301EBB" w:rsidP="00301EBB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A1A91">
        <w:rPr>
          <w:rFonts w:ascii="Times New Roman" w:hAnsi="Times New Roman" w:cs="Times New Roman"/>
          <w:b/>
          <w:sz w:val="24"/>
          <w:szCs w:val="24"/>
        </w:rPr>
        <w:t xml:space="preserve">Про розгляд заяви Поліщука О.С.   </w:t>
      </w:r>
    </w:p>
    <w:p w:rsidR="00301EBB" w:rsidRPr="004A1A91" w:rsidRDefault="00301EBB" w:rsidP="00301EB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01EBB" w:rsidRPr="004A1A91" w:rsidRDefault="00301EBB" w:rsidP="00301EB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01EBB" w:rsidRPr="004A1A91" w:rsidRDefault="00301EBB" w:rsidP="00301EB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A91">
        <w:rPr>
          <w:rFonts w:ascii="Times New Roman" w:hAnsi="Times New Roman" w:cs="Times New Roman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</w:rPr>
        <w:t>ст.141</w:t>
      </w:r>
      <w:r w:rsidRPr="004A1A91">
        <w:rPr>
          <w:rFonts w:ascii="Times New Roman" w:hAnsi="Times New Roman" w:cs="Times New Roman"/>
          <w:sz w:val="24"/>
          <w:szCs w:val="24"/>
        </w:rPr>
        <w:t xml:space="preserve"> Земельного кодексу України, Закону України «Про землеустрій», розглянувши заяву  Поліщука О.С., сільська   рада     </w:t>
      </w:r>
    </w:p>
    <w:p w:rsidR="00301EBB" w:rsidRPr="004A1A91" w:rsidRDefault="00301EBB" w:rsidP="00301EB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A91">
        <w:rPr>
          <w:rFonts w:ascii="Times New Roman" w:hAnsi="Times New Roman" w:cs="Times New Roman"/>
          <w:sz w:val="24"/>
          <w:szCs w:val="24"/>
        </w:rPr>
        <w:t>ВИРІШИЛА:</w:t>
      </w:r>
    </w:p>
    <w:p w:rsidR="00301EBB" w:rsidRPr="004A1A91" w:rsidRDefault="00301EBB" w:rsidP="00301EB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A91">
        <w:rPr>
          <w:rFonts w:ascii="Times New Roman" w:hAnsi="Times New Roman" w:cs="Times New Roman"/>
          <w:sz w:val="24"/>
          <w:szCs w:val="24"/>
        </w:rPr>
        <w:t xml:space="preserve">      1. У зв’язку з добровільною відмовою, Поліщука Олександра Сергійовича, який зареєстрований за адресою: </w:t>
      </w:r>
      <w:r w:rsidR="001F24D3" w:rsidRPr="001F24D3">
        <w:rPr>
          <w:rFonts w:ascii="Times New Roman" w:hAnsi="Times New Roman" w:cs="Times New Roman"/>
          <w:sz w:val="24"/>
          <w:szCs w:val="24"/>
          <w:lang w:val="ru-RU"/>
        </w:rPr>
        <w:t>_________________________</w:t>
      </w:r>
      <w:bookmarkStart w:id="0" w:name="_GoBack"/>
      <w:bookmarkEnd w:id="0"/>
      <w:r w:rsidRPr="004A1A91">
        <w:rPr>
          <w:rFonts w:ascii="Times New Roman" w:hAnsi="Times New Roman" w:cs="Times New Roman"/>
          <w:sz w:val="24"/>
          <w:szCs w:val="24"/>
        </w:rPr>
        <w:t>, припинити право користування на земельну ділянку орієнтовною площею  0,08 га, яка розташована в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A91">
        <w:rPr>
          <w:rFonts w:ascii="Times New Roman" w:hAnsi="Times New Roman" w:cs="Times New Roman"/>
          <w:sz w:val="24"/>
          <w:szCs w:val="24"/>
        </w:rPr>
        <w:t>Крупець.</w:t>
      </w:r>
    </w:p>
    <w:p w:rsidR="00301EBB" w:rsidRPr="004A1A91" w:rsidRDefault="00301EBB" w:rsidP="00301EB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1A91">
        <w:rPr>
          <w:rFonts w:ascii="Times New Roman" w:hAnsi="Times New Roman" w:cs="Times New Roman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301EBB" w:rsidRPr="004A1A91" w:rsidRDefault="00301EBB" w:rsidP="00301EB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1EBB" w:rsidRPr="004A1A91" w:rsidRDefault="00301EBB" w:rsidP="00301EB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1EBB" w:rsidRPr="004A1A91" w:rsidRDefault="00301EBB" w:rsidP="00301EB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1EBB" w:rsidRPr="004A1A91" w:rsidRDefault="00301EBB" w:rsidP="00301EB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1EBB" w:rsidRPr="004A1A91" w:rsidRDefault="00301EBB" w:rsidP="00301EB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1EBB" w:rsidRPr="004A1A91" w:rsidRDefault="00301EBB" w:rsidP="00301EB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1EBB" w:rsidRPr="004A1A91" w:rsidRDefault="00301EBB" w:rsidP="00301EB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01EBB" w:rsidRPr="004A1A91" w:rsidRDefault="00301EBB" w:rsidP="00301EB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сільської ради                                                                            В.М.Мазур</w:t>
      </w:r>
    </w:p>
    <w:p w:rsidR="0047490F" w:rsidRDefault="0047490F"/>
    <w:sectPr w:rsidR="0047490F" w:rsidSect="004749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301EBB"/>
    <w:rsid w:val="00171A2E"/>
    <w:rsid w:val="001F24D3"/>
    <w:rsid w:val="00301EBB"/>
    <w:rsid w:val="00304C90"/>
    <w:rsid w:val="0047490F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EBB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175</Words>
  <Characters>998</Characters>
  <Application>Microsoft Office Word</Application>
  <DocSecurity>0</DocSecurity>
  <Lines>8</Lines>
  <Paragraphs>2</Paragraphs>
  <ScaleCrop>false</ScaleCrop>
  <Company>Microsoft</Company>
  <LinksUpToDate>false</LinksUpToDate>
  <CharactersWithSpaces>1171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2020-03-16T12:37:00Z</dcterms:created>
  <dcterms:modified xsi:type="dcterms:W3CDTF">2020-03-17T06:26:00Z</dcterms:modified>
</cp:coreProperties>
</file>