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BF7" w:rsidRPr="00B623A8" w:rsidRDefault="00B37DCD" w:rsidP="00D57BF7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kfEVqn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2rtb4A&#10;AADdAAAADwAAAGRycy9kb3ducmV2LnhtbERPvQrCMBDeBd8hnOCmqRZUqlFEVBwEsep+NGdbbC6l&#10;iVrf3gyC48f3v1i1phIvalxpWcFoGIEgzqwuOVdwvewGMxDOI2usLJOCDzlYLbudBSbavvlMr9Tn&#10;IoSwS1BB4X2dSOmyggy6oa2JA3e3jUEfYJNL3eA7hJtKjqNoIg2WHBoKrGlTUPZIn0aBjfeH4y0f&#10;n+MtTz2vT7P7rT0q1e+16zkIT63/i3/ug1YQT+IwN7wJT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2dq7W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fKIMgA&#10;AADdAAAADwAAAGRycy9kb3ducmV2LnhtbESPQWsCMRSE74X+h/AKXqRmW2GtW6OIsNp6ELSFXh+b&#10;183WzcuSRN3665tCocdhZr5hZovetuJMPjSOFTyMMhDEldMN1wre38r7JxAhImtsHZOCbwqwmN/e&#10;zLDQ7sJ7Oh9iLRKEQ4EKTIxdIWWoDFkMI9cRJ+/TeYsxSV9L7fGS4LaVj1mWS4sNpwWDHa0MVcfD&#10;ySr4KnfmYzW5rv1wuqfrsNxu2tdcqcFdv3wGEamP/+G/9otWMM7HU/h9k56AnP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x8og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Nyv8EA&#10;AADdAAAADwAAAGRycy9kb3ducmV2LnhtbERPzWrCQBC+F3yHZQpeSt1URUrqKiIq4kXUPsCQHbOh&#10;2dmQ3Zr49s5B8Pjx/c+Xva/VjdpYBTbwNcpAERfBVlwa+L1sP79BxYRssQ5MBu4UYbkYvM0xt6Hj&#10;E93OqVQSwjFHAy6lJtc6Fo48xlFoiIW7htZjEtiW2rbYSbiv9TjLZtpjxdLgsKG1o+Lv/O+l5DjB&#10;4+HaXba7HjvcHBx/rE7GDN/71Q+oRH16iZ/uvTUwmU1lv7yRJ6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jcr/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QChMYA&#10;AADdAAAADwAAAGRycy9kb3ducmV2LnhtbESPQUsDMRSE70L/Q3iCN5ttrausTUupCkXowSqIt8fm&#10;dXdx8xKSZ3f996YgeBxm5htmuR5dr04UU+fZwGxagCKuve24MfD+9nx9DyoJssXeMxn4oQTr1eRi&#10;iZX1A7/S6SCNyhBOFRpoRUKldapbcpimPhBn7+ijQ8kyNtpGHDLc9XpeFKV22HFeaDHQtqX66/Dt&#10;DOyHp/ByV94ew2dczHV6tPKxFWOuLsfNAyihUf7Df+2dNXBTLmZwfpOfgF7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tQCh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1JU8QA&#10;AADdAAAADwAAAGRycy9kb3ducmV2LnhtbESP32rCMBTG7we+QziCN0PT6ZBRjaWIyuhNUfcAh+bY&#10;FJuT0mS2vv0yGOzy4/vz49tmo23Fg3rfOFbwtkhAEFdON1wr+Loe5x8gfEDW2DomBU/ykO0mL1tM&#10;tRv4TI9LqEUcYZ+iAhNCl0rpK0MW/cJ1xNG7ud5iiLKvpe5xiOO2lcskWUuLDUeCwY72hqr75dtG&#10;SLnCsrgN1+NpxAEPheHX/KzUbDrmGxCBxvAf/mt/agWr9fsS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9SV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o5aMYA&#10;AADdAAAADwAAAGRycy9kb3ducmV2LnhtbESPQUsDMRSE70L/Q3gFbzZrW1dZmxapCiL00FYQb4/N&#10;6+7i5iUkz+76740geBxm5htmtRldr84UU+fZwPWsAEVce9txY+Dt+Hx1ByoJssXeMxn4pgSb9eRi&#10;hZX1A+/pfJBGZQinCg20IqHSOtUtOUwzH4izd/LRoWQZG20jDhnuej0vilI77DgvtBho21L9efhy&#10;BnbDU3i9LW9O4SMu5zo9WnnfijGX0/HhHpTQKP/hv/aLNbAolw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o5a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MBYsYA&#10;AADdAAAADwAAAGRycy9kb3ducmV2LnhtbESP3WoCMRSE74W+QziF3pSa9ZeyNYoKoYKC1BZ6e9gc&#10;d5duTpYkdbdvb4SCl8PMfMMsVr1txIV8qB0rGA0zEMSFMzWXCr4+9csriBCRDTaOScEfBVgtHwYL&#10;zI3r+IMup1iKBOGQo4IqxjaXMhQVWQxD1xIn7+y8xZikL6Xx2CW4beQ4y+bSYs1pocKWthUVP6df&#10;q2Bz7MqJfy42vduf379nWht90Eo9PfbrNxCR+ngP/7d3RsFkPp3C7U16An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MBY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f+vMQA&#10;AADdAAAADwAAAGRycy9kb3ducmV2LnhtbESP0WoCMRRE3wv+Q7gF32q2VkW2RhHLgogvVT/gsrlu&#10;tm5uliSu698bQejjMDNnmMWqt43oyIfasYLPUQaCuHS65krB6Vh8zEGEiKyxcUwK7hRgtRy8LTDX&#10;7sa/1B1iJRKEQ44KTIxtLmUoDVkMI9cSJ+/svMWYpK+k9nhLcNvIcZbNpMWa04LBljaGysvhahUU&#10;u/G+u1y1L9y6n1iamr/5j1Fq+N6vv0FE6uN/+NXeagVfs8kUnm/S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X/rz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06jsYA&#10;AADdAAAADwAAAGRycy9kb3ducmV2LnhtbESPUWvCMBSF3wf+h3AHe5GZOmcZnVFUCA42GLrBXi/N&#10;tS1rbkoSbf33ZiDs8XDO+Q5nsRpsK87kQ+NYwXSSgSAunWm4UvD9pR9fQISIbLB1TAouFGC1HN0t&#10;sDCu5z2dD7ESCcKhQAV1jF0hZShrshgmriNO3tF5izFJX0njsU9w28qnLMulxYbTQo0dbWsqfw8n&#10;q2Dz2VczPy43g3s/7n7mWhv9oZV6uB/WryAiDfE/fGu/GQWz/DmH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706js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nFUMQA&#10;AADdAAAADwAAAGRycy9kb3ducmV2LnhtbESP3WoCMRSE7wu+QzhC72pWa1VWo4hloZTe+PMAh81x&#10;s7o5WZK4bt++KQheDjPzDbPa9LYRHflQO1YwHmUgiEuna64UnI7F2wJEiMgaG8ek4JcCbNaDlxXm&#10;2t15T90hViJBOOSowMTY5lKG0pDFMHItcfLOzluMSfpKao/3BLeNnGTZTFqsOS0YbGlnqLweblZB&#10;8T356a437Qu37aeWPsxl8WmUeh322yWISH18hh/tL63gfTadw/+b9AT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JxV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NLBL0A&#10;AADdAAAADwAAAGRycy9kb3ducmV2LnhtbERPSwrCMBDdC94hjOBOU39FqlFEUHRp9QBDM7bFZlKb&#10;aOvtzUJw+Xj/9bYzlXhT40rLCibjCARxZnXJuYLb9TBagnAeWWNlmRR8yMF20++tMdG25Qu9U5+L&#10;EMIuQQWF93UipcsKMujGtiYO3N02Bn2ATS51g20IN5WcRlEsDZYcGgqsaV9Q9khfRsH80x6f6eIR&#10;HbShyXlWn9lnC6WGg263AuGp83/xz33SCmbxPMwNb8ITkJ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35NLBL0AAADdAAAADwAAAAAAAAAAAAAAAACYAgAAZHJzL2Rvd25yZXYu&#10;eG1sUEsFBgAAAAAEAAQA9QAAAII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33g8YA&#10;AADdAAAADwAAAGRycy9kb3ducmV2LnhtbESPT2vCQBTE7wW/w/KE3pqNfwg1dRVRUqSnNk17fmSf&#10;STD7NmTXGL99VxB6HGbmN8x6O5pWDNS7xrKCWRSDIC6tbrhSUHxnL68gnEfW2FomBTdysN1MntaY&#10;anvlLxpyX4kAYZeigtr7LpXSlTUZdJHtiIN3sr1BH2RfSd3jNcBNK+dxnEiDDYeFGjva11Se84tR&#10;cEl+5wWfPvRnfri9rw7ZzsmfSqnn6bh7A+Fp9P/hR/uoFSyS5Qrub8ITkJ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33g8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23xMUA&#10;AADdAAAADwAAAGRycy9kb3ducmV2LnhtbERPu27CMBTdkfoP1q3EBk6hjSDgRAUJqe1QxGtgu8SX&#10;JG18HWIX0r+vh0qMR+c9zzpTiyu1rrKs4GkYgSDOra64ULDfrQYTEM4ja6wtk4JfcpClD705Jtre&#10;eEPXrS9ECGGXoILS+yaR0uUlGXRD2xAH7mxbgz7AtpC6xVsIN7UcRVEsDVYcGkpsaFlS/r39MQoO&#10;60k8XS/en78+Pk84Nvpy1FWsVP+xe52B8NT5u/jf/aYVjOOXsD+8CU9Ap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Dbf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nQrMYA&#10;AADdAAAADwAAAGRycy9kb3ducmV2LnhtbESPT2vCQBTE7wW/w/IEb3XzpwaJrsFWqqUnawu9PrLP&#10;JJh9G7Jbjf30bkHocZiZ3zDLYjCtOFPvGssK4mkEgri0uuFKwdfn6+MchPPIGlvLpOBKDorV6GGJ&#10;ubYX/qDzwVciQNjlqKD2vsuldGVNBt3UdsTBO9reoA+yr6Tu8RLgppVJFGXSYMNhocaOXmoqT4cf&#10;o+A3+8a92yXPm1R7uj7Nt/Z9v1VqMh7WCxCeBv8fvrfftII0m8Xw9yY8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znQr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MdY8QA&#10;AADdAAAADwAAAGRycy9kb3ducmV2LnhtbESP0WrCQBRE3wX/YbmCb7oxVdHoKqUo+Naa+gGX7HUT&#10;zN6N2a1Gv94tFPo4zMwZZr3tbC1u1PrKsYLJOAFBXDhdsVFw+t6PFiB8QNZYOyYFD/Kw3fR7a8y0&#10;u/ORbnkwIkLYZ6igDKHJpPRFSRb92DXE0Tu71mKIsjVSt3iPcFvLNEnm0mLFcaHEhj5KKi75j1Vw&#10;delMd/kOPy+75VdlzPT6PE6VGg669xWIQF34D/+1D1rB23yWwu+b+ATk5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MzHW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4ykMYA&#10;AADdAAAADwAAAGRycy9kb3ducmV2LnhtbESPS2/CMBCE75X6H6ytxK04bUQKIQa1SEhceRx6XOzN&#10;g8brNDaQ9tdjpEo9jmbmG02xHGwrLtT7xrGCl3ECglg703Cl4LBfP09B+IBssHVMCn7Iw3Lx+FBg&#10;btyVt3TZhUpECPscFdQhdLmUXtdk0Y9dRxy90vUWQ5R9JU2P1wi3rXxNkkxabDgu1NjRqib9tTtb&#10;BZvmSJNMlzM7/dDbz9/vkL6djFKjp+F9DiLQEP7Df+2NUZBmkxTub+IT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V4yk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5ZEMMA&#10;AADdAAAADwAAAGRycy9kb3ducmV2LnhtbERPXWvCMBR9F/Yfwh3sTdM5ldkZRYWBoivMyfZ6ae6a&#10;suamNFmt/94Igo/nmzNbdLYSLTW+dKzgeZCAIM6dLrlQcPx677+C8AFZY+WYFJzJw2L+0Jthqt2J&#10;P6k9hELEEvYpKjAh1KmUPjdk0Q9cTRy1X9dYDBE2hdQNnmK5reQwSSbSYslxwWBNa0P53+HfKmgx&#10;Oyc/ZvUx3Zb7fJitvnc68urpsVu+gQjUhbv5lt5oBS+T8Qiub+ITkP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5ZE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lC68UA&#10;AADdAAAADwAAAGRycy9kb3ducmV2LnhtbESPQUvDQBSE70L/w/IK3uymkRaJ3RYpVDxq7MHjM/ua&#10;Tc2+F3bXJvrrXUHwOMzMN8xmN/leXSjETtjAclGAIm7EdtwaOL4ebu5AxYRssRcmA18UYbedXW2w&#10;sjLyC13q1KoM4VihAZfSUGkdG0ce40IG4uydJHhMWYZW24Bjhvtel0Wx1h47zgsOB9o7aj7qT29g&#10;fGzez+XpzbrvMMihfpZz2Ysx1/Pp4R5Uoin9h//aT9bA7Xq1gt83+Qno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yULr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CaO8cA&#10;AADdAAAADwAAAGRycy9kb3ducmV2LnhtbESP3WoCMRSE7wt9h3AK3tWsFlfZGsX6AyItRav3p5vj&#10;7rbJybJJdX37RhC8HGbmG2Y8ba0RJ2p85VhBr5uAIM6drrhQsP9aPY9A+ICs0TgmBRfyMJ08Powx&#10;0+7MWzrtQiEihH2GCsoQ6kxKn5dk0XddTRy9o2sshiibQuoGzxFujewnSSotVhwXSqxpXlL+u/uz&#10;ClafC/PT/9jODjLMl8NvM9q8Ld6V6jy1s1cQgdpwD9/aa63gJR2kcH0Tn4C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wmj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vyGccA&#10;AADdAAAADwAAAGRycy9kb3ducmV2LnhtbESPQWvCQBSE7wX/w/KEXkrdVNFKzCpSEFNoQW3B60v2&#10;mQSzb0N2m6T/3hUKPQ4z8w2TbAZTi45aV1lW8DKJQBDnVldcKPj+2j0vQTiPrLG2TAp+ycFmPXpI&#10;MNa25yN1J1+IAGEXo4LS+yaW0uUlGXQT2xAH72Jbgz7ItpC6xT7ATS2nUbSQBisOCyU29FZSfj39&#10;GAXd4SMr0s4179flk5vPsv3+U5+VehwP2xUIT4P/D/+1U61gtpi/wv1NeAJyf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b8h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aosMA&#10;AADdAAAADwAAAGRycy9kb3ducmV2LnhtbERPy2oCMRTdF/yHcIXuasYnOhpFhUI3BbUudHedXGcG&#10;JzdjkurYrzcLocvDec8WjanEjZwvLSvodhIQxJnVJecK9j+fH2MQPiBrrCyTggd5WMxbbzNMtb3z&#10;lm67kIsYwj5FBUUIdSqlzwoy6Du2Jo7c2TqDIUKXS+3wHsNNJXtJMpIGS44NBda0Lii77H6NgtVk&#10;vLpuBvz9tz0d6Xg4XYY9lyj13m6WUxCBmvAvfrm/tIL+aBjnxjfxCcj5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UaosMAAADdAAAADwAAAAAAAAAAAAAAAACYAgAAZHJzL2Rv&#10;d25yZXYueG1sUEsFBgAAAAAEAAQA9QAAAIgDAAAAAA==&#10;" fillcolor="black" stroked="f"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B8N8cA&#10;AADdAAAADwAAAGRycy9kb3ducmV2LnhtbESPQWvCQBSE7wX/w/KE3uqmFoNNXUVtC4J60PbQ42v2&#10;NVmSfRuyW43+elcQPA4z8w0zmXW2FgdqvXGs4HmQgCDOnTZcKPj++nwag/ABWWPtmBScyMNs2nuY&#10;YKbdkXd02IdCRAj7DBWUITSZlD4vyaIfuIY4en+utRiibAupWzxGuK3lMElSadFwXCixoWVJebX/&#10;twp+1qkZ7wwNfzfnxYfejKrF9r1S6rHfzd9ABOrCPXxrr7SCl3T0Ctc38QnI6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/AfDf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MhosIA&#10;AADdAAAADwAAAGRycy9kb3ducmV2LnhtbERPz2vCMBS+C/4P4Qm7aeoGRapRRBl62WFuw+ujeTa1&#10;zUtNolb/+uUw2PHj+71Y9bYVN/KhdqxgOslAEJdO11wp+P56H89AhIissXVMCh4UYLUcDhZYaHfn&#10;T7odYiVSCIcCFZgYu0LKUBqyGCauI07cyXmLMUFfSe3xnsJtK1+zLJcWa04NBjvaGCqbw9Uq8Ovj&#10;tnny9afJnh+PsDv3lxkapV5G/XoOIlIf/8V/7r1W8JbnaX96k5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8cyGi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shi8YA&#10;AADdAAAADwAAAGRycy9kb3ducmV2LnhtbESP3WrCQBSE7wt9h+UIvSm60ULU6CqlUChUCv48wDF7&#10;TIK7Z0P2VGOfvlsoeDnMzDfMct17py7UxSawgfEoA0VcBttwZeCwfx/OQEVBtugCk4EbRVivHh+W&#10;WNhw5S1ddlKpBOFYoIFapC20jmVNHuMotMTJO4XOoyTZVdp2eE1w7/Qky3LtseG0UGNLbzWV5923&#10;N+AmRzf/nMaN3A56k/142T5/WWOeBv3rApRQL/fwf/vDGnjJ8zH8vUlP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mshi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WwuMYA&#10;AADdAAAADwAAAGRycy9kb3ducmV2LnhtbESPQWvCQBSE70L/w/IK3nTTCKGkrtJWhFx6MFW8PrOv&#10;2dDdtyG71bS/visIHoeZ+YZZrkdnxZmG0HlW8DTPQBA3XnfcKth/bmfPIEJE1mg9k4JfCrBePUyW&#10;WGp/4R2d69iKBOFQogITY19KGRpDDsPc98TJ+/KDw5jk0Eo94CXBnZV5lhXSYcdpwWBP74aa7/rH&#10;KdjUvc33lXkLx8PH6WSrvy0dN0pNH8fXFxCRxngP39qVVrAoihyub9ITkK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DWwu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5aksUA&#10;AADdAAAADwAAAGRycy9kb3ducmV2LnhtbESPwWrDMBBE74X+g9hCbo3UBpzgRDGl1BDoqYlzyG2R&#10;NrYTa2UsNXb+vioUehxm5g2zKSbXiRsNofWs4WWuQBAbb1uuNVSH8nkFIkRki51n0nCnAMX28WGD&#10;ufUjf9FtH2uRIBxy1NDE2OdSBtOQwzD3PXHyzn5wGJMcamkHHBPcdfJVqUw6bDktNNjTe0Pmuv92&#10;Gi6l/PRGoTlWx3Fnl6ePjDql9expeluDiDTF//Bfe2c1LLJsAb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7lqS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5gyMYA&#10;AADdAAAADwAAAGRycy9kb3ducmV2LnhtbESPT4vCMBTE78J+h/AW9qapfyjSNYoKguziYVVkj8/m&#10;2ZY2LyWJ2v32RljwOMzMb5jZojONuJHzlWUFw0ECgji3uuJCwfGw6U9B+ICssbFMCv7Iw2L+1pth&#10;pu2df+i2D4WIEPYZKihDaDMpfV6SQT+wLXH0LtYZDFG6QmqH9wg3jRwlSSoNVhwXSmxpXVJe769G&#10;we/1my+78dfSrcLJdgdfj87TWqmP9275CSJQF17h//ZWKxin6QSeb+ITkP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5g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h/gccA&#10;AADdAAAADwAAAGRycy9kb3ducmV2LnhtbESPT2sCMRTE7wW/Q3hCbzXrv0VXo6hQ6EWotod6e26e&#10;u4ublzVJdfXTN4VCj8PM/IaZL1tTiys5X1lW0O8lIIhzqysuFHx+vL5MQPiArLG2TAru5GG56DzN&#10;MdP2xju67kMhIoR9hgrKEJpMSp+XZND3bEMcvZN1BkOUrpDa4S3CTS0HSZJKgxXHhRIb2pSUn/ff&#10;RsF6Ollf3ke8feyOBzp8Hc/jgUuUeu62qxmIQG34D/+137SCYZqO4fdNfAJy8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DIf4HHAAAA3QAAAA8AAAAAAAAAAAAAAAAAmAIAAGRy&#10;cy9kb3ducmV2LnhtbFBLBQYAAAAABAAEAPUAAACMAwAAAAA=&#10;" fillcolor="black" stroked="f"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Yb98UA&#10;AADdAAAADwAAAGRycy9kb3ducmV2LnhtbESPwWrDMBBE74X8g9hAb42cBkxxowQTCCk9OWlKrxtr&#10;a5lYKyOpivv3VaHQ4zAzb5j1drKDSORD71jBclGAIG6d7rlTcH7bPzyBCBFZ4+CYFHxTgO1mdrfG&#10;SrsbHymdYicyhEOFCkyMYyVlaA1ZDAs3Emfv03mLMUvfSe3xluF2kI9FUUqLPecFgyPtDLXX05dV&#10;kC67pl6lj2SOr77uvGsO75dGqfv5VD+DiDTF//Bf+0UrWJVlCb9v8hOQm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Zhv3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1ensYA&#10;AADdAAAADwAAAGRycy9kb3ducmV2LnhtbESPQWvCQBSE70L/w/IK3nRjhdimrlJEi3ppmxba4yP7&#10;mg3Nvg3ZbYz+elcQPA4z8w0zX/a2Fh21vnKsYDJOQBAXTldcKvj63IweQfiArLF2TAqO5GG5uBvM&#10;MdPuwB/U5aEUEcI+QwUmhCaT0heGLPqxa4ij9+taiyHKtpS6xUOE21o+JEkqLVYcFww2tDJU/OX/&#10;VoGfrNbfe3t66n5eDb/lO5O+l0ap4X3/8gwiUB9u4Wt7qxVM03QGlzfxCc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a1en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57BF7" w:rsidRDefault="00D57BF7" w:rsidP="00D57BF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57BF7" w:rsidRDefault="00D57BF7" w:rsidP="00D57B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7BF7" w:rsidRDefault="00D57BF7" w:rsidP="00D57B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7BF7" w:rsidRDefault="00D57BF7" w:rsidP="00D57B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7BF7" w:rsidRDefault="00D57BF7" w:rsidP="00D57B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7BF7" w:rsidRDefault="00D57BF7" w:rsidP="00D57B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57BF7" w:rsidRDefault="00D57BF7" w:rsidP="00D57BF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57BF7" w:rsidRDefault="00D57BF7" w:rsidP="00D57B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57BF7" w:rsidRDefault="00D57BF7" w:rsidP="00D57B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57BF7" w:rsidRDefault="00D57BF7" w:rsidP="00D57B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7BF7" w:rsidRDefault="00D57BF7" w:rsidP="00D57B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57BF7" w:rsidRDefault="00D57BF7" w:rsidP="00D57B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57BF7" w:rsidRDefault="00D57BF7" w:rsidP="00D57BF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57BF7" w:rsidRDefault="00D57BF7" w:rsidP="00D57BF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57BF7" w:rsidRPr="006E3F23" w:rsidRDefault="00D57BF7" w:rsidP="00D57BF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№78</w:t>
      </w:r>
    </w:p>
    <w:p w:rsidR="00D57BF7" w:rsidRPr="00917C04" w:rsidRDefault="00D57BF7" w:rsidP="00D57BF7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</w:rPr>
      </w:pPr>
    </w:p>
    <w:p w:rsidR="00D57BF7" w:rsidRPr="008E2C07" w:rsidRDefault="00D57BF7" w:rsidP="00D57BF7">
      <w:pPr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D57BF7" w:rsidRPr="008E2C07" w:rsidRDefault="00D57BF7" w:rsidP="00D57BF7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8E2C07">
        <w:rPr>
          <w:rFonts w:ascii="Times New Roman" w:hAnsi="Times New Roman"/>
          <w:b/>
          <w:sz w:val="24"/>
        </w:rPr>
        <w:t>ехн</w:t>
      </w:r>
      <w:proofErr w:type="gramEnd"/>
      <w:r w:rsidRPr="008E2C07">
        <w:rPr>
          <w:rFonts w:ascii="Times New Roman" w:hAnsi="Times New Roman"/>
          <w:b/>
          <w:sz w:val="24"/>
        </w:rPr>
        <w:t>ічної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D57BF7" w:rsidRPr="008E2C07" w:rsidRDefault="00D57BF7" w:rsidP="00D57BF7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) меж </w:t>
      </w:r>
    </w:p>
    <w:p w:rsidR="00D57BF7" w:rsidRPr="008E2C07" w:rsidRDefault="00D57BF7" w:rsidP="00D57BF7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</w:rPr>
        <w:t>м</w:t>
      </w:r>
      <w:proofErr w:type="gramEnd"/>
      <w:r w:rsidRPr="008E2C07">
        <w:rPr>
          <w:rFonts w:ascii="Times New Roman" w:hAnsi="Times New Roman"/>
          <w:b/>
          <w:sz w:val="24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</w:rPr>
        <w:t>)</w:t>
      </w:r>
    </w:p>
    <w:p w:rsidR="00D57BF7" w:rsidRDefault="00D57BF7" w:rsidP="00D57BF7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Хандрусь</w:t>
      </w:r>
      <w:proofErr w:type="spellEnd"/>
      <w:r>
        <w:rPr>
          <w:rFonts w:ascii="Times New Roman" w:hAnsi="Times New Roman"/>
          <w:b/>
          <w:sz w:val="24"/>
        </w:rPr>
        <w:t xml:space="preserve"> О.І.</w:t>
      </w:r>
    </w:p>
    <w:p w:rsidR="00D57BF7" w:rsidRPr="008E2C07" w:rsidRDefault="00D57BF7" w:rsidP="00D57BF7">
      <w:pPr>
        <w:spacing w:after="0"/>
        <w:rPr>
          <w:rFonts w:ascii="Times New Roman" w:hAnsi="Times New Roman"/>
          <w:b/>
          <w:sz w:val="24"/>
        </w:rPr>
      </w:pPr>
    </w:p>
    <w:p w:rsidR="00D57BF7" w:rsidRPr="008E2C07" w:rsidRDefault="00D57BF7" w:rsidP="00D57BF7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 w:rsidRPr="008E2C07">
        <w:rPr>
          <w:rFonts w:ascii="Times New Roman" w:hAnsi="Times New Roman"/>
          <w:sz w:val="24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Україні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sz w:val="24"/>
        </w:rPr>
        <w:t xml:space="preserve">ст.12,121,122 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 </w:t>
      </w:r>
      <w:proofErr w:type="spellStart"/>
      <w:r w:rsidRPr="008E2C07"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Хандрусь</w:t>
      </w:r>
      <w:proofErr w:type="spellEnd"/>
      <w:r>
        <w:rPr>
          <w:rFonts w:ascii="Times New Roman" w:hAnsi="Times New Roman"/>
          <w:sz w:val="24"/>
        </w:rPr>
        <w:t xml:space="preserve"> О.І.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</w:t>
      </w:r>
    </w:p>
    <w:p w:rsidR="00D57BF7" w:rsidRPr="008E2C07" w:rsidRDefault="00D57BF7" w:rsidP="00D57BF7">
      <w:pPr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D57BF7" w:rsidRPr="00A80768" w:rsidRDefault="00D57BF7" w:rsidP="00D57BF7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E2C07">
        <w:rPr>
          <w:rFonts w:ascii="Times New Roman" w:hAnsi="Times New Roman"/>
          <w:sz w:val="24"/>
        </w:rPr>
        <w:t xml:space="preserve">        1.Надати </w:t>
      </w:r>
      <w:proofErr w:type="spellStart"/>
      <w:r>
        <w:rPr>
          <w:rFonts w:ascii="Times New Roman" w:hAnsi="Times New Roman"/>
          <w:sz w:val="24"/>
        </w:rPr>
        <w:t>Хандрусь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Олександру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Івановичу</w:t>
      </w:r>
      <w:proofErr w:type="spellEnd"/>
      <w:r w:rsidRPr="00CE2369">
        <w:rPr>
          <w:rFonts w:ascii="Times New Roman" w:hAnsi="Times New Roman"/>
          <w:sz w:val="24"/>
        </w:rPr>
        <w:t xml:space="preserve">, </w:t>
      </w:r>
      <w:proofErr w:type="spellStart"/>
      <w:r w:rsidRPr="00CE2369">
        <w:rPr>
          <w:rFonts w:ascii="Times New Roman" w:hAnsi="Times New Roman"/>
          <w:sz w:val="24"/>
        </w:rPr>
        <w:t>як</w:t>
      </w:r>
      <w:r>
        <w:rPr>
          <w:rFonts w:ascii="Times New Roman" w:hAnsi="Times New Roman"/>
          <w:sz w:val="24"/>
        </w:rPr>
        <w:t>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B37DCD">
        <w:rPr>
          <w:rFonts w:ascii="Times New Roman" w:hAnsi="Times New Roman"/>
          <w:sz w:val="24"/>
        </w:rPr>
        <w:t>___________________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дозвіл</w:t>
      </w:r>
      <w:proofErr w:type="spellEnd"/>
      <w:r w:rsidRPr="00CE2369">
        <w:rPr>
          <w:rFonts w:ascii="Times New Roman" w:hAnsi="Times New Roman"/>
          <w:sz w:val="24"/>
        </w:rPr>
        <w:t xml:space="preserve"> на </w:t>
      </w:r>
      <w:proofErr w:type="spellStart"/>
      <w:r w:rsidRPr="00CE2369">
        <w:rPr>
          <w:rFonts w:ascii="Times New Roman" w:hAnsi="Times New Roman"/>
          <w:sz w:val="24"/>
        </w:rPr>
        <w:t>розробку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E2369">
        <w:rPr>
          <w:rFonts w:ascii="Times New Roman" w:hAnsi="Times New Roman"/>
          <w:sz w:val="24"/>
        </w:rPr>
        <w:t>техн</w:t>
      </w:r>
      <w:proofErr w:type="gramEnd"/>
      <w:r w:rsidRPr="00CE2369">
        <w:rPr>
          <w:rFonts w:ascii="Times New Roman" w:hAnsi="Times New Roman"/>
          <w:sz w:val="24"/>
        </w:rPr>
        <w:t>ічної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документації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із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землеустрою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щодо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встановлення</w:t>
      </w:r>
      <w:proofErr w:type="spellEnd"/>
      <w:r w:rsidRPr="00CE2369">
        <w:rPr>
          <w:rFonts w:ascii="Times New Roman" w:hAnsi="Times New Roman"/>
          <w:sz w:val="24"/>
        </w:rPr>
        <w:t xml:space="preserve"> (</w:t>
      </w:r>
      <w:proofErr w:type="spellStart"/>
      <w:r w:rsidRPr="00CE2369">
        <w:rPr>
          <w:rFonts w:ascii="Times New Roman" w:hAnsi="Times New Roman"/>
          <w:sz w:val="24"/>
        </w:rPr>
        <w:t>відновлення</w:t>
      </w:r>
      <w:proofErr w:type="spellEnd"/>
      <w:r w:rsidRPr="00CE2369">
        <w:rPr>
          <w:rFonts w:ascii="Times New Roman" w:hAnsi="Times New Roman"/>
          <w:sz w:val="24"/>
        </w:rPr>
        <w:t xml:space="preserve">) меж </w:t>
      </w:r>
      <w:proofErr w:type="spellStart"/>
      <w:r w:rsidRPr="00CE2369">
        <w:rPr>
          <w:rFonts w:ascii="Times New Roman" w:hAnsi="Times New Roman"/>
          <w:sz w:val="24"/>
        </w:rPr>
        <w:t>земельної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ділянки</w:t>
      </w:r>
      <w:proofErr w:type="spellEnd"/>
      <w:r w:rsidRPr="00CE2369">
        <w:rPr>
          <w:rFonts w:ascii="Times New Roman" w:hAnsi="Times New Roman"/>
          <w:sz w:val="24"/>
        </w:rPr>
        <w:t xml:space="preserve"> в </w:t>
      </w:r>
      <w:proofErr w:type="spellStart"/>
      <w:r w:rsidRPr="00CE2369">
        <w:rPr>
          <w:rFonts w:ascii="Times New Roman" w:hAnsi="Times New Roman"/>
          <w:sz w:val="24"/>
        </w:rPr>
        <w:t>натурі</w:t>
      </w:r>
      <w:proofErr w:type="spellEnd"/>
      <w:r w:rsidRPr="00CE2369">
        <w:rPr>
          <w:rFonts w:ascii="Times New Roman" w:hAnsi="Times New Roman"/>
          <w:sz w:val="24"/>
        </w:rPr>
        <w:t xml:space="preserve"> (на </w:t>
      </w:r>
      <w:proofErr w:type="spellStart"/>
      <w:r w:rsidRPr="00CE2369">
        <w:rPr>
          <w:rFonts w:ascii="Times New Roman" w:hAnsi="Times New Roman"/>
          <w:sz w:val="24"/>
        </w:rPr>
        <w:t>мі</w:t>
      </w:r>
      <w:r>
        <w:rPr>
          <w:rFonts w:ascii="Times New Roman" w:hAnsi="Times New Roman"/>
          <w:sz w:val="24"/>
        </w:rPr>
        <w:t>сцевості</w:t>
      </w:r>
      <w:proofErr w:type="spellEnd"/>
      <w:r>
        <w:rPr>
          <w:rFonts w:ascii="Times New Roman" w:hAnsi="Times New Roman"/>
          <w:sz w:val="24"/>
        </w:rPr>
        <w:t xml:space="preserve">)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площею</w:t>
      </w:r>
      <w:proofErr w:type="spellEnd"/>
      <w:r>
        <w:rPr>
          <w:rFonts w:ascii="Times New Roman" w:hAnsi="Times New Roman"/>
          <w:sz w:val="24"/>
        </w:rPr>
        <w:t xml:space="preserve"> 0,1733</w:t>
      </w:r>
      <w:r w:rsidRPr="004151C9">
        <w:rPr>
          <w:rFonts w:ascii="Times New Roman" w:hAnsi="Times New Roman"/>
          <w:sz w:val="24"/>
        </w:rPr>
        <w:t xml:space="preserve"> га,  для </w:t>
      </w:r>
      <w:proofErr w:type="spellStart"/>
      <w:r w:rsidRPr="004151C9">
        <w:rPr>
          <w:rFonts w:ascii="Times New Roman" w:hAnsi="Times New Roman"/>
          <w:sz w:val="24"/>
        </w:rPr>
        <w:t>будівництва</w:t>
      </w:r>
      <w:proofErr w:type="spellEnd"/>
      <w:r w:rsidRPr="004151C9">
        <w:rPr>
          <w:rFonts w:ascii="Times New Roman" w:hAnsi="Times New Roman"/>
          <w:sz w:val="24"/>
        </w:rPr>
        <w:t xml:space="preserve"> та </w:t>
      </w:r>
      <w:proofErr w:type="spellStart"/>
      <w:r w:rsidRPr="004151C9">
        <w:rPr>
          <w:rFonts w:ascii="Times New Roman" w:hAnsi="Times New Roman"/>
          <w:sz w:val="24"/>
        </w:rPr>
        <w:t>обслуговування</w:t>
      </w:r>
      <w:proofErr w:type="spellEnd"/>
      <w:r w:rsidRPr="004151C9">
        <w:rPr>
          <w:rFonts w:ascii="Times New Roman" w:hAnsi="Times New Roman"/>
          <w:sz w:val="24"/>
        </w:rPr>
        <w:t xml:space="preserve">  </w:t>
      </w:r>
      <w:proofErr w:type="spellStart"/>
      <w:r w:rsidRPr="004151C9">
        <w:rPr>
          <w:rFonts w:ascii="Times New Roman" w:hAnsi="Times New Roman"/>
          <w:sz w:val="24"/>
        </w:rPr>
        <w:t>житлового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будинку</w:t>
      </w:r>
      <w:proofErr w:type="spellEnd"/>
      <w:r w:rsidRPr="004151C9">
        <w:rPr>
          <w:rFonts w:ascii="Times New Roman" w:hAnsi="Times New Roman"/>
          <w:sz w:val="24"/>
        </w:rPr>
        <w:t xml:space="preserve">, </w:t>
      </w:r>
      <w:proofErr w:type="spellStart"/>
      <w:r w:rsidRPr="004151C9">
        <w:rPr>
          <w:rFonts w:ascii="Times New Roman" w:hAnsi="Times New Roman"/>
          <w:sz w:val="24"/>
        </w:rPr>
        <w:t>господарських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будівель</w:t>
      </w:r>
      <w:proofErr w:type="spellEnd"/>
      <w:r w:rsidRPr="004151C9">
        <w:rPr>
          <w:rFonts w:ascii="Times New Roman" w:hAnsi="Times New Roman"/>
          <w:sz w:val="24"/>
        </w:rPr>
        <w:t xml:space="preserve"> і </w:t>
      </w:r>
      <w:proofErr w:type="spellStart"/>
      <w:r w:rsidRPr="004151C9">
        <w:rPr>
          <w:rFonts w:ascii="Times New Roman" w:hAnsi="Times New Roman"/>
          <w:sz w:val="24"/>
        </w:rPr>
        <w:t>споруд</w:t>
      </w:r>
      <w:proofErr w:type="spellEnd"/>
      <w:r w:rsidRPr="004151C9">
        <w:rPr>
          <w:rFonts w:ascii="Times New Roman" w:hAnsi="Times New Roman"/>
          <w:sz w:val="24"/>
        </w:rPr>
        <w:t xml:space="preserve"> (</w:t>
      </w:r>
      <w:proofErr w:type="spellStart"/>
      <w:r w:rsidRPr="004151C9">
        <w:rPr>
          <w:rFonts w:ascii="Times New Roman" w:hAnsi="Times New Roman"/>
          <w:sz w:val="24"/>
        </w:rPr>
        <w:t>присадибна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ділянка</w:t>
      </w:r>
      <w:proofErr w:type="spellEnd"/>
      <w:r w:rsidRPr="004151C9">
        <w:rPr>
          <w:rFonts w:ascii="Times New Roman" w:hAnsi="Times New Roman"/>
          <w:sz w:val="24"/>
        </w:rPr>
        <w:t xml:space="preserve">), </w:t>
      </w:r>
      <w:proofErr w:type="spellStart"/>
      <w:r w:rsidRPr="004151C9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Крупець</w:t>
      </w:r>
      <w:proofErr w:type="spellEnd"/>
      <w:r w:rsidRPr="004151C9">
        <w:rPr>
          <w:rFonts w:ascii="Times New Roman" w:hAnsi="Times New Roman"/>
          <w:sz w:val="24"/>
        </w:rPr>
        <w:t xml:space="preserve">, по </w:t>
      </w:r>
      <w:proofErr w:type="spellStart"/>
      <w:r>
        <w:rPr>
          <w:rFonts w:ascii="Times New Roman" w:hAnsi="Times New Roman"/>
          <w:sz w:val="24"/>
        </w:rPr>
        <w:t>вул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Ватутіна</w:t>
      </w:r>
      <w:proofErr w:type="spellEnd"/>
      <w:r w:rsidRPr="004151C9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29 (</w:t>
      </w:r>
      <w:proofErr w:type="spellStart"/>
      <w:r>
        <w:rPr>
          <w:rFonts w:ascii="Times New Roman" w:hAnsi="Times New Roman"/>
          <w:sz w:val="24"/>
        </w:rPr>
        <w:t>кадастровий</w:t>
      </w:r>
      <w:proofErr w:type="spellEnd"/>
      <w:r>
        <w:rPr>
          <w:rFonts w:ascii="Times New Roman" w:hAnsi="Times New Roman"/>
          <w:sz w:val="24"/>
        </w:rPr>
        <w:t xml:space="preserve"> номер 6823984000:01:002:0027).</w:t>
      </w:r>
    </w:p>
    <w:p w:rsidR="00D57BF7" w:rsidRPr="001A3C69" w:rsidRDefault="00D57BF7" w:rsidP="00D57BF7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1A3C69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Хандрусь О.І.</w:t>
      </w:r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розробити</w:t>
      </w:r>
      <w:proofErr w:type="spellEnd"/>
      <w:r w:rsidRPr="001A3C69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1A3C69">
        <w:rPr>
          <w:rFonts w:ascii="Times New Roman" w:hAnsi="Times New Roman"/>
          <w:sz w:val="24"/>
        </w:rPr>
        <w:t>техн</w:t>
      </w:r>
      <w:proofErr w:type="gramEnd"/>
      <w:r w:rsidRPr="001A3C69">
        <w:rPr>
          <w:rFonts w:ascii="Times New Roman" w:hAnsi="Times New Roman"/>
          <w:sz w:val="24"/>
        </w:rPr>
        <w:t>ічну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документацію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із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землеустрою</w:t>
      </w:r>
      <w:proofErr w:type="spellEnd"/>
      <w:r w:rsidRPr="001A3C69">
        <w:rPr>
          <w:rFonts w:ascii="Times New Roman" w:hAnsi="Times New Roman"/>
          <w:sz w:val="24"/>
        </w:rPr>
        <w:t xml:space="preserve">  </w:t>
      </w:r>
      <w:proofErr w:type="spellStart"/>
      <w:r w:rsidRPr="001A3C69">
        <w:rPr>
          <w:rFonts w:ascii="Times New Roman" w:hAnsi="Times New Roman"/>
          <w:sz w:val="24"/>
        </w:rPr>
        <w:t>щодо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встановлення</w:t>
      </w:r>
      <w:proofErr w:type="spellEnd"/>
      <w:r w:rsidRPr="001A3C69">
        <w:rPr>
          <w:rFonts w:ascii="Times New Roman" w:hAnsi="Times New Roman"/>
          <w:sz w:val="24"/>
        </w:rPr>
        <w:t xml:space="preserve"> (</w:t>
      </w:r>
      <w:proofErr w:type="spellStart"/>
      <w:r w:rsidRPr="001A3C69">
        <w:rPr>
          <w:rFonts w:ascii="Times New Roman" w:hAnsi="Times New Roman"/>
          <w:sz w:val="24"/>
        </w:rPr>
        <w:t>відновлення</w:t>
      </w:r>
      <w:proofErr w:type="spellEnd"/>
      <w:r w:rsidRPr="001A3C69">
        <w:rPr>
          <w:rFonts w:ascii="Times New Roman" w:hAnsi="Times New Roman"/>
          <w:sz w:val="24"/>
        </w:rPr>
        <w:t xml:space="preserve">) меж </w:t>
      </w:r>
      <w:proofErr w:type="spellStart"/>
      <w:r w:rsidRPr="001A3C69">
        <w:rPr>
          <w:rFonts w:ascii="Times New Roman" w:hAnsi="Times New Roman"/>
          <w:sz w:val="24"/>
        </w:rPr>
        <w:t>земельної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ділянки</w:t>
      </w:r>
      <w:proofErr w:type="spellEnd"/>
      <w:r w:rsidRPr="001A3C69">
        <w:rPr>
          <w:rFonts w:ascii="Times New Roman" w:hAnsi="Times New Roman"/>
          <w:sz w:val="24"/>
        </w:rPr>
        <w:t xml:space="preserve"> в </w:t>
      </w:r>
      <w:proofErr w:type="spellStart"/>
      <w:r w:rsidRPr="001A3C69">
        <w:rPr>
          <w:rFonts w:ascii="Times New Roman" w:hAnsi="Times New Roman"/>
          <w:sz w:val="24"/>
        </w:rPr>
        <w:t>натурі</w:t>
      </w:r>
      <w:proofErr w:type="spellEnd"/>
      <w:r w:rsidRPr="001A3C69">
        <w:rPr>
          <w:rFonts w:ascii="Times New Roman" w:hAnsi="Times New Roman"/>
          <w:sz w:val="24"/>
        </w:rPr>
        <w:t xml:space="preserve"> (на </w:t>
      </w:r>
      <w:proofErr w:type="spellStart"/>
      <w:r w:rsidRPr="001A3C69">
        <w:rPr>
          <w:rFonts w:ascii="Times New Roman" w:hAnsi="Times New Roman"/>
          <w:sz w:val="24"/>
        </w:rPr>
        <w:t>місцевості</w:t>
      </w:r>
      <w:proofErr w:type="spellEnd"/>
      <w:r w:rsidRPr="001A3C69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1A3C69">
        <w:rPr>
          <w:rFonts w:ascii="Times New Roman" w:hAnsi="Times New Roman"/>
          <w:sz w:val="24"/>
        </w:rPr>
        <w:t>розгляд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сесії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сільської</w:t>
      </w:r>
      <w:proofErr w:type="spellEnd"/>
      <w:r w:rsidRPr="001A3C69">
        <w:rPr>
          <w:rFonts w:ascii="Times New Roman" w:hAnsi="Times New Roman"/>
          <w:sz w:val="24"/>
        </w:rPr>
        <w:t xml:space="preserve"> ради.</w:t>
      </w:r>
    </w:p>
    <w:p w:rsidR="00D57BF7" w:rsidRPr="008E2C07" w:rsidRDefault="00D57BF7" w:rsidP="00D57BF7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D57BF7" w:rsidRPr="004151C9" w:rsidRDefault="00D57BF7" w:rsidP="00D57BF7">
      <w:pPr>
        <w:spacing w:after="0"/>
        <w:jc w:val="both"/>
        <w:rPr>
          <w:rFonts w:ascii="Times New Roman" w:hAnsi="Times New Roman"/>
          <w:sz w:val="24"/>
        </w:rPr>
      </w:pPr>
    </w:p>
    <w:p w:rsidR="00D57BF7" w:rsidRPr="00917C04" w:rsidRDefault="00D57BF7" w:rsidP="00D57BF7">
      <w:pPr>
        <w:spacing w:after="0"/>
        <w:jc w:val="both"/>
        <w:rPr>
          <w:rFonts w:ascii="Times New Roman" w:hAnsi="Times New Roman"/>
          <w:sz w:val="24"/>
        </w:rPr>
      </w:pPr>
    </w:p>
    <w:p w:rsidR="00D57BF7" w:rsidRPr="00052E82" w:rsidRDefault="00D57BF7" w:rsidP="00D57BF7">
      <w:pPr>
        <w:spacing w:after="0"/>
        <w:jc w:val="both"/>
        <w:rPr>
          <w:rFonts w:ascii="Times New Roman" w:hAnsi="Times New Roman"/>
          <w:sz w:val="24"/>
        </w:rPr>
      </w:pPr>
    </w:p>
    <w:p w:rsidR="00B75521" w:rsidRPr="00D57BF7" w:rsidRDefault="00D57BF7" w:rsidP="00D57BF7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B75521" w:rsidRPr="00D57BF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D57BF7"/>
    <w:rsid w:val="00171A2E"/>
    <w:rsid w:val="00304C90"/>
    <w:rsid w:val="00505B6D"/>
    <w:rsid w:val="006D3977"/>
    <w:rsid w:val="007D6C18"/>
    <w:rsid w:val="00B37DCD"/>
    <w:rsid w:val="00B75521"/>
    <w:rsid w:val="00D1641A"/>
    <w:rsid w:val="00D5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BF7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57BF7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57BF7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57BF7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257</Words>
  <Characters>1470</Characters>
  <Application>Microsoft Office Word</Application>
  <DocSecurity>0</DocSecurity>
  <Lines>12</Lines>
  <Paragraphs>3</Paragraphs>
  <ScaleCrop>false</ScaleCrop>
  <Company>Microsoft</Company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2020-12-01T06:35:00Z</dcterms:created>
  <dcterms:modified xsi:type="dcterms:W3CDTF">2020-12-01T07:36:00Z</dcterms:modified>
</cp:coreProperties>
</file>