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7F" w:rsidRPr="003B50D1" w:rsidRDefault="009C0D7F" w:rsidP="009C0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C0D7F" w:rsidRPr="003B50D1" w:rsidRDefault="009C0D7F" w:rsidP="009C0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C0D7F" w:rsidRPr="003B50D1" w:rsidRDefault="009C0D7F" w:rsidP="009C0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E0A9DF" wp14:editId="3EE1B65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073" name="Группа 2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0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D7F" w:rsidRDefault="009C0D7F" w:rsidP="009C0D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7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5IPM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xBOSDzN5AABBWQQADgAAAAAAAAAAAAAAAAAuAgAAZHJzL2Uyb0RvYy54bWxQSwECLQAUAAYACAAA&#10;ACEAKUOd894AAAAHAQAADwAAAAAAAAAAAAAAAACNewAAZHJzL2Rvd25yZXYueG1sUEsFBgAAAAAE&#10;AAQA8wAAAJh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qsUsUA&#10;AADeAAAADwAAAGRycy9kb3ducmV2LnhtbESPT4vCMBTE78J+h/AW9qaprWipRhFxFw+C+Kf3R/Ns&#10;i81LabLa/fYbQfA4zMxvmMWqN424U+dqywrGowgEcWF1zaWCy/l7mIJwHlljY5kU/JGD1fJjsMBM&#10;2wcf6X7ypQgQdhkqqLxvMyldUZFBN7ItcfCutjPog+xKqTt8BLhpZBxFU2mw5rBQYUubiorb6dco&#10;sMnPbp+X8THZ8szz+pBe836v1Ndnv56D8NT7d/jV3mkFcRLNJvC8E6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+qxS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7asoA&#10;AADeAAAADwAAAGRycy9kb3ducmV2LnhtbESPW0sDMRSE3wv+h3AEX0qbtdKLa9MihVXrQ6EX6Oth&#10;c9ysbk6WJLZrf70RCj4OM/MNM192thEn8qF2rOB+mIEgLp2uuVJw2BeDGYgQkTU2jknBDwVYLm56&#10;c8y1O/OWTrtYiQThkKMCE2ObSxlKQxbD0LXEyftw3mJM0ldSezwnuG3kKMsm0mLNacFgSytD5dfu&#10;2yr4LDbmuJpeXnz/cUuXfvH+2qwnSt3dds9PICJ18T98bb9pBaOHbDqGvzvpCsjF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Fyu2r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OBHMUA&#10;AADeAAAADwAAAGRycy9kb3ducmV2LnhtbESP32rCMBTG74W9QzgDb2RNVdBRjSKyjuGNaH2AQ3Ns&#10;is1JabK2vv0yGOzy4/vz49vuR9uInjpfO1YwT1IQxKXTNVcKbkX+9g7CB2SNjWNS8CQP+93LZIuZ&#10;dgNfqL+GSsQR9hkqMCG0mZS+NGTRJ64ljt7ddRZDlF0ldYdDHLeNXKTpSlqsORIMtnQ0VD6u3zZC&#10;zks8n+5DkX+OOODHyfDscFFq+joeNiACjeE//Nf+0goWy3S9gt878Qr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4E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sxvcYA&#10;AADeAAAADwAAAGRycy9kb3ducmV2LnhtbESPQUvDQBSE70L/w/IK3uzGqI3EbktpFUTwYBXE2yP7&#10;mgSzb5fdZxP/vSsIHoeZ+YZZbSY3qBPF1Hs2cLkoQBE33vbcGnh7fbi4BZUE2eLgmQx8U4LNena2&#10;wtr6kV/odJBWZQinGg10IqHWOjUdOUwLH4izd/TRoWQZW20jjhnuBl0WxVI77DkvdBho11Hzefhy&#10;Bp7H+/BULW+O4SNelzrtrbzvxJjz+bS9AyU0yX/4r/1oDZRXRVXB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sxv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w9cIA&#10;AADeAAAADwAAAGRycy9kb3ducmV2LnhtbERPzWrCQBC+F3yHZQQvRTcqVEldRaQW8SL+PMCQHbOh&#10;2dmQ3Zr49p2D0OPH97/a9L5WD2pjFdjAdJKBIi6Crbg0cLvux0tQMSFbrAOTgSdF2KwHbyvMbej4&#10;TI9LKpWEcMzRgEupybWOhSOPcRIaYuHuofWYBLalti12Eu5rPcuyD+2xYmlw2NDOUfFz+fVScprj&#10;6XjvrvvvHjv8Ojp+356NGQ377SeoRH36F7/cB2tgNs8WslfuyBX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LD1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AVMcA&#10;AADeAAAADwAAAGRycy9kb3ducmV2LnhtbESPQUsDMRSE70L/Q3iCN5t11VbXpkWqghQ8WIXS22Pz&#10;urt08xKSZ3f990YQPA4z8w2zWI2uVyeKqfNs4GpagCKuve24MfD58XJ5ByoJssXeMxn4pgSr5eRs&#10;gZX1A7/TaSuNyhBOFRpoRUKldapbcpimPhBn7+CjQ8kyNtpGHDLc9bosipl22HFeaDHQuqX6uP1y&#10;Bt6G57CZz24PYR9vSp2erOzWYszF+fj4AEpolP/wX/vVGiivi/k9/N7JV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oAF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LEB8UA&#10;AADeAAAADwAAAGRycy9kb3ducmV2LnhtbESPXWvCMBSG7wf+h3AEb8ZMVSbSGUWFoLCB6ARvD82x&#10;LWtOShJt/ffLxWCXL+8Xz3Ld20Y8yIfasYLJOANBXDhTc6ng8q3fFiBCRDbYOCYFTwqwXg1elpgb&#10;1/GJHudYijTCIUcFVYxtLmUoKrIYxq4lTt7NeYsxSV9K47FL47aR0yybS4s1p4cKW9pVVPyc71bB&#10;9tiVM/9abHv3edtf37U2+ksrNRr2mw8Qkfr4H/5rH4yC6SxbJICEk1B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sQ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4rY8UA&#10;AADeAAAADwAAAGRycy9kb3ducmV2LnhtbESPUWvCMBSF3wf7D+EKe5updRulM4pMCjJ8me4HXJq7&#10;ptrclCTW7t8bQfDxcM75DmexGm0nBvKhdaxgNs1AENdOt9wo+D1UrwWIEJE1do5JwT8FWC2fnxZY&#10;anfhHxr2sREJwqFEBSbGvpQy1IYshqnriZP357zFmKRvpPZ4SXDbyTzLPqTFltOCwZ6+DNWn/dkq&#10;qL7z3XA6a1+59fhm6d0ci41R6mUyrj9BRBrjI3xvb7WCfJ4VM7jdSV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it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/68cA&#10;AADe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CfZYsc7nfS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c/+v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AQj8UA&#10;AADeAAAADwAAAGRycy9kb3ducmV2LnhtbESPUWvCMBSF3wf7D+EOfJupdRulM4psFGT4Mt0PuDR3&#10;TbW5KUms9d8bQfDxcM75DmexGm0nBvKhdaxgNs1AENdOt9wo+NtXrwWIEJE1do5JwYUCrJbPTwss&#10;tTvzLw272IgE4VCiAhNjX0oZakMWw9T1xMn7d95iTNI3Uns8J7jtZJ5lH9Jiy2nBYE9fhurj7mQV&#10;VD/5djietK/cenyz9G4OxbdRavIyrj9BRBrjI3xvb7SCfJ4Vc7jdSV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BC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cWE8QA&#10;AADeAAAADwAAAGRycy9kb3ducmV2LnhtbESP0WrCQBRE3wv9h+UWfKu7migSXUUKSvPY6Adcstck&#10;mL0bs1uT/H23UOjjMDNnmN1htK14Uu8bxxoWcwWCuHSm4UrD9XJ634DwAdlg65g0TOThsH992WFm&#10;3MBf9CxCJSKEfYYa6hC6TEpf1mTRz11HHL2b6y2GKPtKmh6HCLetXCq1lhYbjgs1dvRRU3kvvq2G&#10;dBrOj2J1VydjaZEnXc6hXGk9exuPWxCBxvAf/mt/Gg3LRG1S+L0Tr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HFh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lJ8YA&#10;AADeAAAADwAAAGRycy9kb3ducmV2LnhtbESPQWvCQBSE70L/w/IK3symkYpNXUUqKaWnmkbPj+wz&#10;Cc2+DdlNjP++Wyh4HGbmG2azm0wrRupdY1nBUxSDIC6tbrhSUHxnizUI55E1tpZJwY0c7LYPsw2m&#10;2l75SGPuKxEg7FJUUHvfpVK6siaDLrIdcfAutjfog+wrqXu8BrhpZRLHK2mw4bBQY0dvNZU/+WAU&#10;DKtzUvDlU3/lh9v7yyHbO3mqlJo/TvtXEJ4mfw//tz+0gmQZr5/h7064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mlJ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SLTcgA&#10;AADeAAAADwAAAGRycy9kb3ducmV2LnhtbESPQWvCQBSE74X+h+UVems2VQkxdRUtFNSDorWH3l6z&#10;r0k0+zbNrhr/vSsIPQ4z8w0zmnSmFidqXWVZwWsUgyDOra64ULD7/HhJQTiPrLG2TAou5GAyfnwY&#10;YabtmTd02vpCBAi7DBWU3jeZlC4vyaCLbEMcvF/bGvRBtoXULZ4D3NSyF8eJNFhxWCixofeS8sP2&#10;aBR8rdNkuJ4tBvvl6gf7Rv996ypR6vmpm76B8NT5//C9PdcKev04TeB2J1wBOb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dItN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G5QscA&#10;AADeAAAADwAAAGRycy9kb3ducmV2LnhtbESPQWvCQBSE70L/w/IKvenGWGxI3YRWqRVPGgWvj+xr&#10;Esy+Ddmtxv76bkHocZiZb5hFPphWXKh3jWUF00kEgri0uuFKwfHwMU5AOI+ssbVMCm7kIM8eRgtM&#10;tb3yni6Fr0SAsEtRQe19l0rpypoMuontiIP3ZXuDPsi+krrHa4CbVsZRNJcGGw4LNXa0rKk8F99G&#10;wc/8hDv3Gb+vZtrT7TlZ2+1urdTT4/D2CsLT4P/D9/ZGK4hnUfICf3fCFZ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BuU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dEnsIA&#10;AADeAAAADwAAAGRycy9kb3ducmV2LnhtbERPzYrCMBC+L/gOYQRva2p1F61GkUXBm2vXBxiaMS02&#10;k9pktfr05iB4/Pj+F6vO1uJKra8cKxgNExDEhdMVGwXHv+3nFIQPyBprx6TgTh5Wy97HAjPtbnyg&#10;ax6MiCHsM1RQhtBkUvqiJIt+6BriyJ1cazFE2BqpW7zFcFvLNEm+pcWKY0OJDf2UVJzzf6vg4tIv&#10;3eUb3J83s9/KmMnlcZgoNeh36zmIQF14i1/unVaQjpNp3BvvxCs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0S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H7sYA&#10;AADeAAAADwAAAGRycy9kb3ducmV2LnhtbESPzW7CMBCE70i8g7VIvRWnoEJIYxCthMSVn0OPW3tJ&#10;0sbrELsh9OkxUiWOo5n5RpOveluLjlpfOVbwMk5AEGtnKi4UHA+b5xSED8gGa8ek4EoeVsvhIMfM&#10;uAvvqNuHQkQI+wwVlCE0mZRel2TRj11DHL2Tay2GKNtCmhYvEW5rOUmSmbRYcVwosaGPkvTP/tcq&#10;2FZf9DrTp4VN3/Xu8+8cpvNvo9TTqF+/gQjUh0f4v701CibTJF3A/U6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eH7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VBecYA&#10;AADeAAAADwAAAGRycy9kb3ducmV2LnhtbESPwUoDMRCG74LvEEbwZhNXELttWqwgKGrBWtrrsJlu&#10;lm4myyZut2/vHIQeZ+b/v+GbL8fQqoH61ES2cD8xoIir6BquLWx/Xu+eQKWM7LCNTBbOlGC5uL6a&#10;Y+niib9p2ORaCYRTiRZ8zl2pdao8BUyT2BHL7RD7gFnGvtaux5PAQ6sLYx51wIblg8eOXjxVx81v&#10;sDDg+mz2fvU1fW8+q2K92n042dvbm/F5BirTmC/h//abs1A8mKkIiI6o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VBe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7eMUA&#10;AADeAAAADwAAAGRycy9kb3ducmV2LnhtbESPQUvDQBSE70L/w/IK3uymKYjGbkspVHrU6MHjM/ua&#10;Tc2+F3bXJvrrXUHwOMzMN8x6O/leXSjETtjAclGAIm7EdtwaeH053NyBignZYi9MBr4ownYzu1pj&#10;ZWXkZ7rUqVUZwrFCAy6lodI6No48xoUMxNk7SfCYsgyttgHHDPe9LoviVnvsOC84HGjvqPmoP72B&#10;8bF5P5enN+u+wyCH+knOZS/GXM+n3QOoRFP6D/+1j9ZAuSrul/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Dt4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1GMcA&#10;AADeAAAADwAAAGRycy9kb3ducmV2LnhtbESP3WoCMRSE7wu+QziCdzXrCq2uRvEXSrEUtb0/bo67&#10;q8nJskl1+/ZNodDLYWa+Yabz1hpxo8ZXjhUM+gkI4tzpigsFH8ft4wiED8gajWNS8E0e5rPOwxQz&#10;7e68p9shFCJC2GeooAyhzqT0eUkWfd/VxNE7u8ZiiLIppG7wHuHWyDRJnqTFiuNCiTWtSsqvhy+r&#10;YPu+Npf0bb/4lGG1eT6Z0etyvVOq120XExCB2vAf/mu/aAXpMBmn8HsnX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+tR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NF8cA&#10;AADeAAAADwAAAGRycy9kb3ducmV2LnhtbESPQWvCQBSE74X+h+UVvEjd1KDY6CpFEBUUrAq9PrPP&#10;JJh9G7JrjP/eFYQeh5n5hpnMWlOKhmpXWFbw1YtAEKdWF5wpOB4WnyMQziNrLC2Tgjs5mE3f3yaY&#10;aHvjX2r2PhMBwi5BBbn3VSKlS3My6Hq2Ig7e2dYGfZB1JnWNtwA3pexH0VAaLDgs5FjRPKf0sr8a&#10;Bc1uc8pWjavWl1HXDeLTcrnVf0p1PtqfMQhPrf8Pv9orraAfR98xPO+EK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EzR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0D7F" w:rsidRDefault="009C0D7F" w:rsidP="009C0D7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rfsgA&#10;AADeAAAADwAAAGRycy9kb3ducmV2LnhtbESPQWsCMRSE7wX/Q3iCt5q4atHVKFoo9FKotod6e26e&#10;u4ubl22S6ra/vikIPQ4z8w2zXHe2ERfyoXasYTRUIIgLZ2ouNby/Pd3PQISIbLBxTBq+KcB61btb&#10;Ym7clXd02cdSJAiHHDVUMba5lKGoyGIYupY4eSfnLcYkfSmNx2uC20ZmSj1IizWnhQpbeqyoOO+/&#10;rIbtfLb9fJ3wy8/ueKDDx/E8zbzSetDvNgsQkbr4H761n42GbKzmE/i7k66AX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ASt+yAAAAN4AAAAPAAAAAAAAAAAAAAAAAJgCAABk&#10;cnMvZG93bnJldi54bWxQSwUGAAAAAAQABAD1AAAAjQMAAAAA&#10;" fillcolor="black" stroked="f">
                  <v:textbox>
                    <w:txbxContent>
                      <w:p w:rsidR="009C0D7F" w:rsidRDefault="009C0D7F" w:rsidP="009C0D7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6A5cgA&#10;AADeAAAADwAAAGRycy9kb3ducmV2LnhtbESPQWvCQBSE7wX/w/KE3uqmKYpNXUVtC4J60PbQ42v2&#10;NVmSfRuyW43+elcQPA4z8w0zmXW2FgdqvXGs4HmQgCDOnTZcKPj++nwag/ABWWPtmBScyMNs2nuY&#10;YKbdkXd02IdCRAj7DBWUITSZlD4vyaIfuIY4en+utRiibAupWzxGuK1lmiQjadFwXCixoWVJebX/&#10;twp+1iMz3hlKfzfnxYfeDKvF9r1S6rHfzd9ABOrCPXxrr7SC9CV5HcL1TrwCcn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joDl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5zoMcA&#10;AADeAAAADwAAAGRycy9kb3ducmV2LnhtbESPT2sCMRTE74V+h/AKvWlSBdGtUaSl2EsP/im9Pjav&#10;m+1uXrZJ1NVP3whCj8PM/IaZL3vXiiOFWHvW8DRUIIhLb2quNOx3b4MpiJiQDbaeScOZIiwX93dz&#10;LIw/8YaO21SJDOFYoAabUldIGUtLDuPQd8TZ+/bBYcoyVNIEPGW4a+VIqYl0WHNesNjRi6Wy2R6c&#10;hrD6em0ufPhs1OXjHNc//e8UrdaPD/3qGUSiPv2Hb+13o2E0VrMJXO/k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Oc6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gcMcA&#10;AADeAAAADwAAAGRycy9kb3ducmV2LnhtbESP3UoDMRSE7wXfIZyCN2ITV7DttmkRQRAsQn8e4Lg5&#10;3V2anCybY7v16Y0g9HKYmW+YxWoIXp2oT21kC49jA4q4iq7l2sJ+9/YwBZUE2aGPTBYulGC1vL1Z&#10;YOnimTd02kqtMoRTiRYaka7UOlUNBUzj2BFn7xD7gJJlX2vX4znDg9eFMc86YMt5ocGOXhuqjtvv&#10;YMEXX372MUlruez12vwE2dx/OmvvRsPLHJTQINfwf/vdWSiezGwCf3fyFd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zYH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1WMQA&#10;AADeAAAADwAAAGRycy9kb3ducmV2LnhtbERPTWvCMBi+D/wP4RW8zdQOxuyM4gdCLx5WHV5fm3dN&#10;WfKmNJlWf/1yGOz48HwvVoOz4kp9aD0rmE0zEMS11y03Ck7H/fMbiBCRNVrPpOBOAVbL0dMCC+1v&#10;/EHXKjYihXAoUIGJsSukDLUhh2HqO+LEffneYUywb6Tu8ZbCnZV5lr1Khy2nBoMdbQ3V39WPU7Cr&#10;OpufSrMJ58/D5WLLx57OO6Um42H9DiLSEP/Ff+5SK8hfsnnam+6kK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8tV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i9cUA&#10;AADeAAAADwAAAGRycy9kb3ducmV2LnhtbESPQWsCMRSE7wX/Q3iCt5qoYOtqdhGpIPRUqwdvj+S5&#10;u7p5WTapu/33TaHQ4zAz3zCbYnCNeFAXas8aZlMFgth4W3Op4fS5f34FESKyxcYzafimAEU+etpg&#10;Zn3PH/Q4xlIkCIcMNVQxtpmUwVTkMEx9S5y8q+8cxiS7UtoO+wR3jZwrtZQOa04LFba0q8jcj19O&#10;w20v371RaM6nc3+wL5e3JTVK68l42K5BRBrif/ivfbAa5gu1WsHvnXQF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aL1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iFcUA&#10;AADeAAAADwAAAGRycy9kb3ducmV2LnhtbESPzWrCQBSF9wXfYbgFd3WSCEVSR7FCoShdNIq4vM1c&#10;k5DMnTAzMfHtO4tCl4fzx7feTqYTd3K+sawgXSQgiEurG64UnE8fLysQPiBr7CyTggd52G5mT2vM&#10;tR35m+5FqEQcYZ+jgjqEPpfSlzUZ9AvbE0fvZp3BEKWrpHY4xnHTySxJXqXBhuNDjT3tayrbYjAK&#10;rsORb1/Lw869h4udTr7NflatUvPnafcGItAU/sN/7U+tIFumSQSIOBEF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GIV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0D7F" w:rsidRDefault="009C0D7F" w:rsidP="009C0D7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0S/MkA&#10;AADeAAAADwAAAGRycy9kb3ducmV2LnhtbESPT0sDMRTE74LfITyhN5vsqqVdmxYrCF4E++fQ3l43&#10;z92lm5c1SdvVT28KQo/DzPyGmc5724oT+dA41pANFQji0pmGKw2b9dv9GESIyAZbx6ThhwLMZ7c3&#10;UyyMO/OSTqtYiQThUKCGOsaukDKUNVkMQ9cRJ+/LeYsxSV9J4/Gc4LaVuVIjabHhtFBjR681lYfV&#10;0WpYTMaL789H/vhd7ne02+4PT7lXWg/u+pdnEJH6eA3/t9+NhvwhUxlc7qQrIG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Z0S/MkAAADeAAAADwAAAAAAAAAAAAAAAACYAgAA&#10;ZHJzL2Rvd25yZXYueG1sUEsFBgAAAAAEAAQA9QAAAI4DAAAAAA==&#10;" fillcolor="black" stroked="f">
                  <v:textbox>
                    <w:txbxContent>
                      <w:p w:rsidR="009C0D7F" w:rsidRDefault="009C0D7F" w:rsidP="009C0D7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mHIcYA&#10;AADeAAAADwAAAGRycy9kb3ducmV2LnhtbESPwWrDMBBE74X+g9hCbo0cB0pxowQTCCk5OWlLrxtr&#10;Y5lYKyOpivv3VaHQ4zAzb5jVZrKDSORD71jBYl6AIG6d7rlT8P62e3wGESKyxsExKfimAJv1/d0K&#10;K+1ufKR0ip3IEA4VKjAxjpWUoTVkMczdSJy9i/MWY5a+k9rjLcPtIMuieJIWe84LBkfaGmqvpy+r&#10;IJ23Tb1Mn8kcD77uvGv2H+dGqdnDVL+AiDTF//Bf+1UrKJeLooTfO/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mHI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0D7F" w:rsidRDefault="009C0D7F" w:rsidP="009C0D7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lms8cA&#10;AADeAAAADwAAAGRycy9kb3ducmV2LnhtbESPQWvCQBSE7wX/w/IEb3UTBWmjq4i00nqpjYIeH9ln&#10;Nph9G7LbmPrru4VCj8PMfMMsVr2tRUetrxwrSMcJCOLC6YpLBcfD6+MTCB+QNdaOScE3eVgtBw8L&#10;zLS78Sd1eShFhLDPUIEJocmk9IUhi37sGuLoXVxrMUTZllK3eItwW8tJksykxYrjgsGGNoaKa/5l&#10;Ffh083La2ftzd94a/sjfzWxfGqVGw349BxGoD//hv/abVjCZpskUfu/EK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ZZrP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0D7F" w:rsidRDefault="009C0D7F" w:rsidP="009C0D7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0D7F" w:rsidRPr="003B50D1" w:rsidRDefault="009C0D7F" w:rsidP="009C0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C0D7F" w:rsidRPr="003B50D1" w:rsidRDefault="009C0D7F" w:rsidP="009C0D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C0D7F" w:rsidRPr="003B50D1" w:rsidRDefault="009C0D7F" w:rsidP="009C0D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C0D7F" w:rsidRPr="003B50D1" w:rsidRDefault="009C0D7F" w:rsidP="009C0D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9C0D7F" w:rsidRPr="003B50D1" w:rsidRDefault="009C0D7F" w:rsidP="009C0D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C0D7F" w:rsidRPr="003B50D1" w:rsidRDefault="009C0D7F" w:rsidP="009C0D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9C0D7F" w:rsidRPr="003B50D1" w:rsidRDefault="009C0D7F" w:rsidP="009C0D7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0D7F" w:rsidRPr="003B50D1" w:rsidRDefault="009C0D7F" w:rsidP="009C0D7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9C0D7F" w:rsidRPr="0061236C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М.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C0D7F" w:rsidRPr="003B50D1" w:rsidRDefault="009C0D7F" w:rsidP="009C0D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C0D7F" w:rsidRPr="003B50D1" w:rsidRDefault="009C0D7F" w:rsidP="009C0D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943E8">
        <w:rPr>
          <w:rFonts w:ascii="Times New Roman" w:eastAsia="Calibri" w:hAnsi="Times New Roman" w:cs="Times New Roman"/>
          <w:sz w:val="24"/>
          <w:lang w:val="ru-RU"/>
        </w:rPr>
        <w:t>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1943E8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0,2301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6823984700:01:016:0040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Лисиче.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9C0D7F" w:rsidRPr="009C0D7F" w:rsidRDefault="009C0D7F" w:rsidP="009C0D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благоустрою (Денисюк Т.В.).</w:t>
      </w: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0D7F" w:rsidRPr="003B50D1" w:rsidRDefault="009C0D7F" w:rsidP="009C0D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0D7F" w:rsidRDefault="009C0D7F" w:rsidP="009C0D7F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9C0D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D7F"/>
    <w:rsid w:val="001943E8"/>
    <w:rsid w:val="009C0D7F"/>
    <w:rsid w:val="00B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7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7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2022-02-11T13:53:00Z</dcterms:created>
  <dcterms:modified xsi:type="dcterms:W3CDTF">2022-02-14T07:58:00Z</dcterms:modified>
</cp:coreProperties>
</file>