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CB7" w:rsidRPr="004102D1" w:rsidRDefault="00411CB7" w:rsidP="00411CB7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1CB7" w:rsidRDefault="00411CB7" w:rsidP="00411C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1CB7" w:rsidRDefault="00411CB7" w:rsidP="00411C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11CB7" w:rsidRPr="000A4F3E" w:rsidRDefault="00411CB7" w:rsidP="00411CB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1CB7" w:rsidRPr="000A4F3E" w:rsidRDefault="00411CB7" w:rsidP="00411CB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1CB7" w:rsidRPr="000A4F3E" w:rsidRDefault="00411CB7" w:rsidP="00411CB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1CB7" w:rsidRPr="000A4F3E" w:rsidRDefault="00411CB7" w:rsidP="00411CB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1CB7" w:rsidRPr="000A4F3E" w:rsidRDefault="00411CB7" w:rsidP="00411CB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11CB7" w:rsidRPr="000A4F3E" w:rsidRDefault="00411CB7" w:rsidP="00411CB7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11CB7" w:rsidRPr="000A4F3E" w:rsidRDefault="00411CB7" w:rsidP="00411CB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11CB7" w:rsidRPr="000A4F3E" w:rsidRDefault="00411CB7" w:rsidP="00411CB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11CB7" w:rsidRPr="000A4F3E" w:rsidRDefault="00411CB7" w:rsidP="00411CB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1CB7" w:rsidRPr="000A4F3E" w:rsidRDefault="00411CB7" w:rsidP="00411CB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11CB7" w:rsidRPr="000A4F3E" w:rsidRDefault="00411CB7" w:rsidP="00411CB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1CB7" w:rsidRPr="000A4F3E" w:rsidRDefault="00411CB7" w:rsidP="00411CB7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11CB7" w:rsidRPr="000A4F3E" w:rsidRDefault="00411CB7" w:rsidP="00411CB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11CB7" w:rsidRDefault="00411CB7" w:rsidP="00411CB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411CB7" w:rsidRDefault="00411CB7" w:rsidP="00411CB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11CB7" w:rsidRPr="00CA5B65" w:rsidRDefault="00411CB7" w:rsidP="00411CB7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411CB7" w:rsidRPr="00CA5B65" w:rsidRDefault="00411CB7" w:rsidP="00411CB7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411CB7" w:rsidRPr="00CA5B65" w:rsidRDefault="00411CB7" w:rsidP="00411CB7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411CB7" w:rsidRDefault="00411CB7" w:rsidP="00411CB7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411CB7" w:rsidRPr="00CA5B65" w:rsidRDefault="00411CB7" w:rsidP="00411CB7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Комяжук</w:t>
      </w:r>
      <w:proofErr w:type="spellEnd"/>
      <w:r>
        <w:rPr>
          <w:rFonts w:ascii="Times New Roman" w:hAnsi="Times New Roman"/>
          <w:b/>
          <w:sz w:val="24"/>
        </w:rPr>
        <w:t xml:space="preserve"> Н.В.</w:t>
      </w:r>
    </w:p>
    <w:p w:rsidR="00411CB7" w:rsidRPr="00CA5B65" w:rsidRDefault="00411CB7" w:rsidP="00411CB7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</w:p>
    <w:p w:rsidR="00411CB7" w:rsidRPr="00CA5B65" w:rsidRDefault="00411CB7" w:rsidP="00411CB7">
      <w:pPr>
        <w:spacing w:after="0"/>
        <w:rPr>
          <w:rFonts w:ascii="Times New Roman" w:hAnsi="Times New Roman"/>
          <w:b/>
          <w:sz w:val="24"/>
        </w:rPr>
      </w:pPr>
    </w:p>
    <w:p w:rsidR="00411CB7" w:rsidRPr="00CA5B65" w:rsidRDefault="00411CB7" w:rsidP="00411CB7">
      <w:pPr>
        <w:spacing w:after="0"/>
        <w:rPr>
          <w:rFonts w:ascii="Times New Roman" w:hAnsi="Times New Roman"/>
          <w:b/>
          <w:sz w:val="24"/>
        </w:rPr>
      </w:pPr>
    </w:p>
    <w:p w:rsidR="00411CB7" w:rsidRPr="00CA5B65" w:rsidRDefault="00411CB7" w:rsidP="00411CB7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до</w:t>
      </w:r>
      <w:proofErr w:type="gramEnd"/>
      <w:r w:rsidRPr="00CA5B65">
        <w:rPr>
          <w:rFonts w:ascii="Times New Roman" w:hAnsi="Times New Roman"/>
          <w:sz w:val="24"/>
        </w:rPr>
        <w:t xml:space="preserve"> пункту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м</w:t>
      </w:r>
      <w:proofErr w:type="gramEnd"/>
      <w:r w:rsidRPr="00CA5B65">
        <w:rPr>
          <w:rFonts w:ascii="Times New Roman" w:hAnsi="Times New Roman"/>
          <w:sz w:val="24"/>
        </w:rPr>
        <w:t>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Комяжук</w:t>
      </w:r>
      <w:proofErr w:type="spellEnd"/>
      <w:r>
        <w:rPr>
          <w:rFonts w:ascii="Times New Roman" w:hAnsi="Times New Roman"/>
          <w:sz w:val="24"/>
        </w:rPr>
        <w:t xml:space="preserve"> Н.В.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411CB7" w:rsidRPr="00CA5B65" w:rsidRDefault="00411CB7" w:rsidP="00411CB7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411CB7" w:rsidRPr="00CA5B65" w:rsidRDefault="00411CB7" w:rsidP="00411CB7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Комяжук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Наталії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Володимирівні</w:t>
      </w:r>
      <w:proofErr w:type="spellEnd"/>
      <w:r>
        <w:rPr>
          <w:rFonts w:ascii="Times New Roman" w:hAnsi="Times New Roman"/>
          <w:sz w:val="24"/>
        </w:rPr>
        <w:t>, яка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D5C36">
        <w:rPr>
          <w:rFonts w:ascii="Times New Roman" w:hAnsi="Times New Roman"/>
          <w:sz w:val="24"/>
          <w:lang w:val="en-US"/>
        </w:rPr>
        <w:t>____________________</w:t>
      </w:r>
      <w:bookmarkStart w:id="0" w:name="_GoBack"/>
      <w:bookmarkEnd w:id="0"/>
      <w:r w:rsidRPr="00CA5B65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технічної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орієнтовною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площею</w:t>
      </w:r>
      <w:proofErr w:type="spellEnd"/>
      <w:r w:rsidRPr="00CA5B65">
        <w:rPr>
          <w:rFonts w:ascii="Times New Roman" w:hAnsi="Times New Roman"/>
          <w:sz w:val="24"/>
        </w:rPr>
        <w:t xml:space="preserve"> 0,2500 га, для </w:t>
      </w:r>
      <w:proofErr w:type="spellStart"/>
      <w:r w:rsidRPr="00CA5B65">
        <w:rPr>
          <w:rFonts w:ascii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hAnsi="Times New Roman"/>
          <w:sz w:val="24"/>
        </w:rPr>
        <w:t xml:space="preserve"> та </w:t>
      </w:r>
      <w:proofErr w:type="spellStart"/>
      <w:r w:rsidRPr="00CA5B65">
        <w:rPr>
          <w:rFonts w:ascii="Times New Roman" w:hAnsi="Times New Roman"/>
          <w:sz w:val="24"/>
        </w:rPr>
        <w:t>обслуговування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житлового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будинку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господарських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будівель</w:t>
      </w:r>
      <w:proofErr w:type="spellEnd"/>
      <w:r w:rsidRPr="00CA5B65">
        <w:rPr>
          <w:rFonts w:ascii="Times New Roman" w:hAnsi="Times New Roman"/>
          <w:sz w:val="24"/>
        </w:rPr>
        <w:t xml:space="preserve"> і </w:t>
      </w:r>
      <w:proofErr w:type="spellStart"/>
      <w:r w:rsidRPr="00CA5B65">
        <w:rPr>
          <w:rFonts w:ascii="Times New Roman" w:hAnsi="Times New Roman"/>
          <w:sz w:val="24"/>
        </w:rPr>
        <w:t>споруд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присадибна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ділянка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.К</w:t>
      </w:r>
      <w:proofErr w:type="gramEnd"/>
      <w:r>
        <w:rPr>
          <w:rFonts w:ascii="Times New Roman" w:hAnsi="Times New Roman"/>
          <w:sz w:val="24"/>
        </w:rPr>
        <w:t>рупець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провулку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Б.Хмельницького</w:t>
      </w:r>
      <w:proofErr w:type="spellEnd"/>
      <w:r>
        <w:rPr>
          <w:rFonts w:ascii="Times New Roman" w:hAnsi="Times New Roman"/>
          <w:sz w:val="24"/>
        </w:rPr>
        <w:t>, 1.</w:t>
      </w:r>
    </w:p>
    <w:p w:rsidR="00411CB7" w:rsidRPr="00CA5B65" w:rsidRDefault="00411CB7" w:rsidP="00411CB7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2.Комяжук Н.В.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411CB7" w:rsidRPr="00CA5B65" w:rsidRDefault="00411CB7" w:rsidP="00411CB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11CB7" w:rsidRDefault="00411CB7" w:rsidP="00411CB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94689" w:rsidRPr="00411CB7" w:rsidRDefault="00411CB7" w:rsidP="00411CB7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</w:t>
      </w:r>
      <w:r w:rsidRPr="004102D1">
        <w:rPr>
          <w:rFonts w:ascii="Times New Roman" w:hAnsi="Times New Roman"/>
        </w:rPr>
        <w:t xml:space="preserve"> </w:t>
      </w:r>
      <w:proofErr w:type="spellStart"/>
      <w:r w:rsidRPr="004102D1">
        <w:rPr>
          <w:rFonts w:ascii="Times New Roman" w:hAnsi="Times New Roman"/>
        </w:rPr>
        <w:t>Валерій</w:t>
      </w:r>
      <w:proofErr w:type="spellEnd"/>
      <w:r w:rsidRPr="004102D1">
        <w:rPr>
          <w:rFonts w:ascii="Times New Roman" w:hAnsi="Times New Roman"/>
        </w:rPr>
        <w:t xml:space="preserve">  МИХАЛЮК </w:t>
      </w:r>
    </w:p>
    <w:sectPr w:rsidR="00B94689" w:rsidRPr="00411CB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CB7"/>
    <w:rsid w:val="00171A2E"/>
    <w:rsid w:val="00304C90"/>
    <w:rsid w:val="00411CB7"/>
    <w:rsid w:val="00505B6D"/>
    <w:rsid w:val="006D3977"/>
    <w:rsid w:val="007D6C18"/>
    <w:rsid w:val="00B94689"/>
    <w:rsid w:val="00D1641A"/>
    <w:rsid w:val="00FD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11CB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11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11CB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11CB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11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11CB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243</Words>
  <Characters>1391</Characters>
  <Application>Microsoft Office Word</Application>
  <DocSecurity>0</DocSecurity>
  <Lines>11</Lines>
  <Paragraphs>3</Paragraphs>
  <ScaleCrop>false</ScaleCrop>
  <Company>Microsoft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2020-08-20T14:45:00Z</dcterms:created>
  <dcterms:modified xsi:type="dcterms:W3CDTF">2020-08-21T12:28:00Z</dcterms:modified>
</cp:coreProperties>
</file>