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C6F" w:rsidRPr="00CB71B2" w:rsidRDefault="004A7C6F" w:rsidP="004A7C6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192" name="Группа 12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1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0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qGUncAAGB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AxZOoZSdwAAYFkEAA4AAAAAAAAAAAAAAAAA&#10;LgIAAGRycy9lMm9Eb2MueG1sUEsBAi0AFAAGAAgAAAAhAJ7TZG3dAAAABgEAAA8AAAAAAAAAAAAA&#10;AAAArHkAAGRycy9kb3ducmV2LnhtbFBLBQYAAAAABAAEAPMAAAC2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" fillcolor="black" stroked="f"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" fillcolor="black" stroked="f"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4A7C6F" w:rsidRPr="00CB71B2" w:rsidRDefault="004A7C6F" w:rsidP="004A7C6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C6F" w:rsidRDefault="004A7C6F" w:rsidP="004A7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3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7C6F" w:rsidRDefault="004A7C6F" w:rsidP="004A7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A7C6F" w:rsidRPr="00CB71B2" w:rsidRDefault="004A7C6F" w:rsidP="004A7C6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4A7C6F" w:rsidRPr="00CB71B2" w:rsidRDefault="004A7C6F" w:rsidP="004A7C6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A7C6F" w:rsidRPr="00CB71B2" w:rsidRDefault="004A7C6F" w:rsidP="004A7C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A7C6F" w:rsidRPr="00CB71B2" w:rsidRDefault="004A7C6F" w:rsidP="004A7C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7C6F" w:rsidRPr="00CB71B2" w:rsidRDefault="004A7C6F" w:rsidP="004A7C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A7C6F" w:rsidRPr="00CB71B2" w:rsidRDefault="004A7C6F" w:rsidP="004A7C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A7C6F" w:rsidRPr="00CB71B2" w:rsidRDefault="004A7C6F" w:rsidP="004A7C6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В.О.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В.О., сільська  рада 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Володимиру Олександровичу,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88725C">
        <w:rPr>
          <w:rFonts w:ascii="Times New Roman" w:eastAsia="Calibri" w:hAnsi="Times New Roman" w:cs="Times New Roman"/>
          <w:sz w:val="24"/>
        </w:rPr>
        <w:t>______________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88725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 площею 0,1964 га,  кадастровий номер: 6823984000:01:016:0034,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(Шепетівський)  район,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 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7C6F" w:rsidRPr="00CB71B2" w:rsidRDefault="004A7C6F" w:rsidP="004A7C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7C6F" w:rsidRPr="00CB71B2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2A60F4" w:rsidRPr="004A7C6F" w:rsidRDefault="004A7C6F" w:rsidP="004A7C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2A60F4" w:rsidRPr="004A7C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6F"/>
    <w:rsid w:val="00171A2E"/>
    <w:rsid w:val="002A60F4"/>
    <w:rsid w:val="00304C90"/>
    <w:rsid w:val="004A7C6F"/>
    <w:rsid w:val="00505B6D"/>
    <w:rsid w:val="006D3977"/>
    <w:rsid w:val="007D6C18"/>
    <w:rsid w:val="0088725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C6EC"/>
  <w15:docId w15:val="{A6DCEF8B-53D9-4AE3-B90D-630E3D3C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C6F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2021-04-14T11:54:00Z</dcterms:created>
  <dcterms:modified xsi:type="dcterms:W3CDTF">2021-04-15T12:14:00Z</dcterms:modified>
</cp:coreProperties>
</file>