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885" w:rsidRPr="00B623A8" w:rsidRDefault="005E17BA" w:rsidP="00A66885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Z6QMUA&#10;AADdAAAADwAAAGRycy9kb3ducmV2LnhtbESPzWrDMBCE74G+g9hAb4kcGzfGtRJMaYsPgZK0uS/W&#10;+odaK2Opifv2UaDQ4zAz3zDFfjaDuNDkessKNusIBHFtdc+tgq/Pt1UGwnlkjYNlUvBLDva7h0WB&#10;ubZXPtLl5FsRIOxyVNB5P+ZSurojg25tR+LgNXYy6IOcWqknvAa4GWQcRU/SYM9hocORXjqqv08/&#10;RoFN3qvDuY2PyStvPZcfWXOeD0o9LufyGYSn2f+H/9qVVpBkaQr3N+EJyN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npA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66885" w:rsidRDefault="00A66885" w:rsidP="00A668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gOckA&#10;AADdAAAADwAAAGRycy9kb3ducmV2LnhtbESPT0sDMRTE74V+h/AEL6XNqrjWtWmRwqr1IPQP9PrY&#10;PDdbNy9LEtu1n94IQo/DzPyGmS1624oj+dA4VnAzyUAQV043XCvYbcvxFESIyBpbx6TghwIs5sPB&#10;DAvtTrym4ybWIkE4FKjAxNgVUobKkMUwcR1x8j6dtxiT9LXUHk8Jblt5m2W5tNhwWjDY0dJQ9bX5&#10;tgoO5YfZLx/OL370uKbzqHx/bVe5UtdX/fMTiEh9vIT/229awd30Poe/N+kJyP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NIgO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66885" w:rsidRDefault="00A66885" w:rsidP="00A668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bn3cUA&#10;AADdAAAADwAAAGRycy9kb3ducmV2LnhtbESP3WrCQBCF7wt9h2UK3hTd1NBWoqtIMaXkRvx5gCE7&#10;ZoPZ2ZBdk/j2bqHQy8P5+TirzWgb0VPna8cK3mYJCOLS6ZorBedTPl2A8AFZY+OYFNzJw2b9/LTC&#10;TLuBD9QfQyXiCPsMFZgQ2kxKXxqy6GeuJY7exXUWQ5RdJXWHQxy3jZwnyYe0WHMkGGzpy1B5Pd5s&#10;hOxT3BeX4ZR/jzjgrjD8uj0oNXkZt0sQgcbwH/5r/2gF6eL9E37fxCc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Rufd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66885" w:rsidRDefault="00A66885" w:rsidP="00A668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KmD8QA&#10;AADdAAAADwAAAGRycy9kb3ducmV2LnhtbERPTWsCMRC9C/0PYQrearZarWyNUqyFUuihtlB6Gzbj&#10;7tLNJCSju/57cyh4fLzv1WZwnTpRTK1nA/eTAhRx5W3LtYHvr9e7JagkyBY7z2TgTAk265vRCkvr&#10;e/6k015qlUM4lWigEQml1qlqyGGa+ECcuYOPDiXDWGsbsc/hrtPTolhohy3nhgYDbRuq/vZHZ+Cj&#10;34X3x8X8EH7jw1SnFys/WzFmfDs8P4ESGuQq/ne/WQOz5TzPzW/yE9Dr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ipg/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66885" w:rsidRDefault="00A66885" w:rsidP="00A668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XWNMQA&#10;AADdAAAADwAAAGRycy9kb3ducmV2LnhtbESP32rCMBTG7we+QziCN2OmWjZcNYqIHaM3ou4BDs2x&#10;KTYnpYlt9/bLYLDLj+/Pj2+zG20jeup87VjBYp6AIC6drrlS8HXNX1YgfEDW2DgmBd/kYbedPG0w&#10;027gM/WXUIk4wj5DBSaENpPSl4Ys+rlriaN3c53FEGVXSd3hEMdtI5dJ8iYt1hwJBls6GCrvl4eN&#10;kFOKp+I2XPOPEQc8Foaf92elZtNxvwYRaAz/4b/2p1aQrl7f4fdNf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V1jT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66885" w:rsidRDefault="00A66885" w:rsidP="00A668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hgtMMA&#10;AADdAAAADwAAAGRycy9kb3ducmV2LnhtbERPTUsDMRC9C/0PYQRvNmvVtaxNS6kKIvTQVii9DZvp&#10;7uJmEpKxu/57cxA8Pt73YjW6Xl0ops6zgbtpAYq49rbjxsDn4e12DioJssXeMxn4oQSr5eRqgZX1&#10;A+/ospdG5RBOFRpoRUKldapbcpimPhBn7uyjQ8kwNtpGHHK46/WsKErtsOPc0GKgTUv11/7bGdgO&#10;r+HjqXw8h1N8mOn0YuW4EWNursf1MyihUf7Ff+53a+B+Xub9+U1+Anr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hgt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66885" w:rsidRDefault="00A66885" w:rsidP="00A668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RlUcYA&#10;AADdAAAADwAAAGRycy9kb3ducmV2LnhtbESP3WoCMRSE7wt9h3AKvSmatVKR1ShVCBUsiD/g7WFz&#10;3F26OVmS6G7f3giFXg4z8w0zX/a2ETfyoXasYDTMQBAXztRcKjgd9WAKIkRkg41jUvBLAZaL56c5&#10;5sZ1vKfbIZYiQTjkqKCKsc2lDEVFFsPQtcTJuzhvMSbpS2k8dgluG/meZRNpsea0UGFL64qKn8PV&#10;KljtunLs34pV77aXr/OH1kZ/a6VeX/rPGYhIffwP/7U3RsF4OhnB4016AnJ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7RlU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66885" w:rsidRDefault="00A66885" w:rsidP="00A668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6hY8QA&#10;AADdAAAADwAAAGRycy9kb3ducmV2LnhtbESPUWvCMBSF3wf7D+EO9jbT1U1KNYpMCjJ8me4HXJq7&#10;ptrclCTW7t8bQfDxcM75DmexGm0nBvKhdazgfZKBIK6dbrlR8Huo3goQISJr7ByTgn8KsFo+Py2w&#10;1O7CPzTsYyMShEOJCkyMfSllqA1ZDBPXEyfvz3mLMUnfSO3xkuC2k3mWzaTFltOCwZ6+DNWn/dkq&#10;qL7z3XA6a1+59fhh6dMci41R6vVlXM9BRBrjI3xvb7WCaTHL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eoW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66885" w:rsidRDefault="00A66885" w:rsidP="00A668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pevcYA&#10;AADdAAAADwAAAGRycy9kb3ducmV2LnhtbESPUWvCMBSF3wf+h3CFvYimW1GkM8ochAkORB3s9dJc&#10;27LmpiSZ7f69EQZ7PJxzvsNZbQbbiiv50DhW8DTLQBCXzjRcKfg86+kSRIjIBlvHpOCXAmzWo4cV&#10;Fsb1fKTrKVYiQTgUqKCOsSukDGVNFsPMdcTJuzhvMSbpK2k89gluW/mcZQtpseG0UGNHbzWV36cf&#10;q2B76KvcT8rt4PaX96+51kZ/aKUex8PrC4hIQ/wP/7V3RkG+XORwf5Oe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pev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66885" w:rsidRDefault="00A66885" w:rsidP="00A668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ucjMUA&#10;AADdAAAADwAAAGRycy9kb3ducmV2LnhtbESPwWrDMBBE74H8g9hAb4ncNAnGjRxCgqGUXpL2AxZr&#10;a7m2VkZSHPfvq0Khx2Fm3jD7w2R7MZIPrWMFj6sMBHHtdMuNgo/3apmDCBFZY++YFHxTgEM5n+2x&#10;0O7OFxqvsREJwqFABSbGoZAy1IYshpUbiJP36bzFmKRvpPZ4T3Dby3WW7aTFltOCwYFOhuruerMK&#10;qtf129jdtK/ccdpY2pqv/GyUelhMx2cQkab4H/5rv2gFT/luA79v0hOQ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e5yM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66885" w:rsidRDefault="00A66885" w:rsidP="00A668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IjMcIA&#10;AADdAAAADwAAAGRycy9kb3ducmV2LnhtbESP3YrCMBSE7wXfIRxh72zqT0WqUURQ9HKrD3Bojm2x&#10;OalNtPXtN4Kwl8PMfMOst72pxYtaV1lWMIliEMS51RUXCq6Xw3gJwnlkjbVlUvAmB9vNcLDGVNuO&#10;f+mV+UIECLsUFZTeN6mULi/JoItsQxy8m20N+iDbQuoWuwA3tZzG8UIarDgslNjQvqT8nj2Ngvm7&#10;Oz6y5B4ftKHJedac2eeJUj+jfrcC4an3/+Fv+6QVzJaLBD5vwhO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ciMx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66885" w:rsidRDefault="00A66885" w:rsidP="00A668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KkWsUA&#10;AADdAAAADwAAAGRycy9kb3ducmV2LnhtbESPQWvCQBSE7wX/w/IEb81GhaCpq4ghUnpqY+z5kX0m&#10;wezbkF01/vtuodDjMDPfMJvdaDpxp8G1lhXMoxgEcWV1y7WC8pS/rkA4j6yxs0wKnuRgt528bDDV&#10;9sFfdC98LQKEXYoKGu/7VEpXNWTQRbYnDt7FDgZ9kEMt9YCPADedXMRxIg22HBYa7OnQUHUtbkbB&#10;LflelHz50J9F9jyus3zv5LlWajYd928gPI3+P/zXftcKlqskgd834QnI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qRa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66885" w:rsidRDefault="00A66885" w:rsidP="00A668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1+xsgA&#10;AADdAAAADwAAAGRycy9kb3ducmV2LnhtbESPT2vCQBTE74V+h+UVeqsbtcSYuooKhepB8U8Pvb1m&#10;n0k0+zZmt5p+e1co9DjMzG+Y0aQ1lbhQ40rLCrqdCARxZnXJuYL97v0lAeE8ssbKMin4JQeT8ePD&#10;CFNtr7yhy9bnIkDYpaig8L5OpXRZQQZdx9bEwTvYxqAPssmlbvAa4KaSvSiKpcGSw0KBNc0Lyk7b&#10;H6Pgc53Ew/Vs8Xpcrr6xb/T5S5exUs9P7fQNhKfW/4f/2h9aQT+JB3B/E56AH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c3X7G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66885" w:rsidRDefault="00A66885" w:rsidP="00A668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ooR8EA&#10;AADdAAAADwAAAGRycy9kb3ducmV2LnhtbERPSYvCMBS+C/6H8ARvmrpQSscoLrgwJ5eBuT6aN22x&#10;eSlN1OqvN4cBjx/fPlu0phJ3alxpWcFoGIEgzqwuOVfwc9kOEhDOI2usLJOCJzlYzLudGabaPvhE&#10;97PPRQhhl6KCwvs6ldJlBRl0Q1sTB+7PNgZ9gE0udYOPEG4qOY6iWBosOTQUWNO6oOx6vhkFr/gX&#10;j24/Xm0m2tNzmuzs93GnVL/XLr9AeGr9R/zvPmgFkyQOc8Ob8ATk/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Q6KEf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66885" w:rsidRDefault="00A66885" w:rsidP="00A668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eZMUA&#10;AADdAAAADwAAAGRycy9kb3ducmV2LnhtbESPUWvCMBSF3wX/Q7iDvdl0zhWtRpHhwLfNbj/g0lzT&#10;YHNTm0w7f/0yGPh4OOd8h7PaDK4VF+qD9azgKctBENdeWzYKvj7fJnMQISJrbD2Tgh8KsFmPRyss&#10;tb/ygS5VNCJBOJSooImxK6UMdUMOQ+Y74uQdfe8wJtkbqXu8Jrhr5TTPC+nQclposKPXhupT9e0U&#10;nP30RQ/VDt9Pu8WHNWZ2vh1mSj0+DNsliEhDvIf/23ut4HleLODvTXo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rt5k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66885" w:rsidRDefault="00A66885" w:rsidP="00A668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xrTMIA&#10;AADdAAAADwAAAGRycy9kb3ducmV2LnhtbERPPW/CMBDdkfofrKvUDZwSFdKAiUqlSlmBDh2v9pGE&#10;xuc0dknKr8cDEuPT+14Xo23FmXrfOFbwPEtAEGtnGq4UfB4+phkIH5ANto5JwT95KDYPkzXmxg28&#10;o/M+VCKGsM9RQR1Cl0vpdU0W/cx1xJE7ut5iiLCvpOlxiOG2lfMkWUiLDceGGjt6r0n/7P+sgrL5&#10;ppeFPr7abKt3X5ffkC5PRqmnx/FtBSLQGO7im7s0CtJsGffHN/EJyM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bGtM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66885" w:rsidRDefault="00A66885" w:rsidP="00A668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k9I8IA&#10;AADdAAAADwAAAGRycy9kb3ducmV2LnhtbERPXWvCMBR9H/gfwhV8m2kVNldNRQXBsU2YyvZ6aa5N&#10;sbkpTaz13y+DwR7PN2ex7G0tOmp95VhBOk5AEBdOV1wqOB23jzMQPiBrrB2Tgjt5WOaDhwVm2t34&#10;k7pDKEUsYZ+hAhNCk0npC0MW/dg1xFE7u9ZiiLAtpW7xFsttLSdJ8iQtVhwXDDa0MVRcDleroMP9&#10;Pfk264+X1+q9mOzXX2868mo07FdzEIH68G/+S++0gunsOYXfN/EJy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KT0j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66885" w:rsidRDefault="00A66885" w:rsidP="00A668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AdNMQA&#10;AADdAAAADwAAAGRycy9kb3ducmV2LnhtbESPQUvDQBSE74L/YXkFb3bTFLTEbksRKj1q9ODxmX3N&#10;ps2+F3bXJvrrXUHwOMzMN8x6O/leXSjETtjAYl6AIm7EdtwaeHvd365AxYRssRcmA18UYbu5vlpj&#10;ZWXkF7rUqVUZwrFCAy6lodI6No48xrkMxNk7SvCYsgyttgHHDPe9LoviTnvsOC84HOjRUXOuP72B&#10;8an5OJXHd+u+wyD7+llOZS/G3Mym3QOoRFP6D/+1D9bAcnVf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AHTT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66885" w:rsidRDefault="00A66885" w:rsidP="00A668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f+CMcA&#10;AADdAAAADwAAAGRycy9kb3ducmV2LnhtbESPW2sCMRSE3wv9D+EU+lazVdBlNYqXCkUs4u39uDnu&#10;bk1Olk2q239vCgUfh5n5hhlNWmvElRpfOVbw3klAEOdOV1woOOyXbykIH5A1Gsek4Jc8TMbPTyPM&#10;tLvxlq67UIgIYZ+hgjKEOpPS5yVZ9B1XE0fv7BqLIcqmkLrBW4RbI7tJ0pcWK44LJdY0Lym/7H6s&#10;guVmYb67X9vpUYb5x+Bk0tVssVbq9aWdDkEEasMj/N/+1Ap66aAHf2/iE5Dj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zn/g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66885" w:rsidRDefault="00A66885" w:rsidP="00A668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mrxcYA&#10;AADdAAAADwAAAGRycy9kb3ducmV2LnhtbESPQWvCQBSE74L/YXmCl6IbtdWQuooIogULrQpen9nX&#10;JJh9G7JrjP++Wyh4HGbmG2a+bE0pGqpdYVnBaBiBIE6tLjhTcDpuBjEI55E1lpZJwYMcLBfdzhwT&#10;be/8Tc3BZyJA2CWoIPe+SqR0aU4G3dBWxMH7sbVBH2SdSV3jPcBNKcdRNJUGCw4LOVa0zim9Hm5G&#10;QfO1v2S7xlUf1/jFvU0u2+2nPivV77WrdxCeWv8M/7d3WsEknr3C35vw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mrx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66885" w:rsidRDefault="00A66885" w:rsidP="00A668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Ryl8gA&#10;AADdAAAADwAAAGRycy9kb3ducmV2LnhtbESPT2sCMRTE7wW/Q3hCbzVbW3VdjVKFQi+F+uegt+fm&#10;dXdx87JNoq799I1Q8DjMzG+Y6bw1tTiT85VlBc+9BARxbnXFhYLt5v0pBeEDssbaMim4kof5rPMw&#10;xUzbC6/ovA6FiBD2GSooQ2gyKX1ekkHfsw1x9L6tMxiidIXUDi8RbmrZT5KhNFhxXCixoWVJ+XF9&#10;MgoW43Tx8/XKn7+rw572u8Nx0HeJUo/d9m0CIlAb7uH/9odW8JKOBnB7E5+AnP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RHKXyAAAAN0AAAAPAAAAAAAAAAAAAAAAAJgCAABk&#10;cnMvZG93bnJldi54bWxQSwUGAAAAAAQABAD1AAAAjQMAAAAA&#10;" fillcolor="black" stroked="f">
              <v:textbox>
                <w:txbxContent>
                  <w:p w:rsidR="00A66885" w:rsidRDefault="00A66885" w:rsidP="00A668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8v7sgA&#10;AADdAAAADwAAAGRycy9kb3ducmV2LnhtbESPQWvCQBSE70L/w/KE3nSjpWlIXaW2FoTag7aHHl+z&#10;r8mS7NuQXTX6612h4HGYmW+Y2aK3jThQ541jBZNxAoK4cNpwqeD7632UgfABWWPjmBScyMNifjeY&#10;Ya7dkbd02IVSRAj7HBVUIbS5lL6oyKIfu5Y4en+usxii7EqpOzxGuG3kNElSadFwXKiwpdeKinq3&#10;twp+PlKTbQ1Nfzfn5UpvHuvl51ut1P2wf3kGEagPt/B/e60VPGRPKVzfxCcg5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1vy/u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66885" w:rsidRDefault="00A66885" w:rsidP="00A668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a0wMYA&#10;AADdAAAADwAAAGRycy9kb3ducmV2LnhtbESPQWsCMRSE74X+h/AK3jTbCnXZGkUsohcP2pZeH5vX&#10;zXY3L2sSdfXXN4LQ4zAz3zDTeW9bcSIfascKnkcZCOLS6ZorBZ8fq2EOIkRkja1jUnChAPPZ48MU&#10;C+3OvKPTPlYiQTgUqMDE2BVShtKQxTByHXHyfpy3GJP0ldQezwluW/mSZa/SYs1pwWBHS0Nlsz9a&#10;BX7x/d5c+fjVZNftJax/+0OORqnBU794AxGpj//he3ujFYzzyQRub9IT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a0w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66885" w:rsidRDefault="00A66885" w:rsidP="00A668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2FAMIA&#10;AADdAAAADwAAAGRycy9kb3ducmV2LnhtbERPzWoCMRC+F3yHMIKXUrO1UHU1ihQEoVLQ+gDjZtxd&#10;TCbLZtS1T98cBI8f3/982XmnrtTGOrCB92EGirgItubSwOF3/TYBFQXZogtMBu4UYbnovcwxt+HG&#10;O7rupVQphGOOBiqRJtc6FhV5jMPQECfuFFqPkmBbatviLYV7p0dZ9qk91pwaKmzoq6LivL94A250&#10;dNPvcdzK/aC32Z+X3euPNWbQ71YzUEKdPMUP98Ya+JiM09z0Jj0Bv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3YUAwgAAAN0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66885" w:rsidRDefault="00A66885" w:rsidP="00A668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0v38YA&#10;AADdAAAADwAAAGRycy9kb3ducmV2LnhtbESPQWsCMRSE74X+h/AK3mq2Cq3dGqUqwl566Kp4fW6e&#10;m8XkZdlEXfvrm0LB4zAz3zDTee+suFAXGs8KXoYZCOLK64ZrBdvN+nkCIkRkjdYzKbhRgPns8WGK&#10;ufZX/qZLGWuRIBxyVGBibHMpQ2XIYRj6ljh5R985jEl2tdQdXhPcWTnKslfpsOG0YLClpaHqVJ6d&#10;glXZ2tG2MIuw330dDrb4WdN+pdTgqf/8ABGpj/fwf7vQCsaTt3f4e5OegJ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0v3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66885" w:rsidRDefault="00A66885" w:rsidP="00A668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W51MAA&#10;AADdAAAADwAAAGRycy9kb3ducmV2LnhtbERPy4rCMBTdC/MP4Q7MTpNxQEs1yjCMILjytXB3Sa5t&#10;tbkpTbT1781CcHk47/myd7W4Uxsqzxq+RwoEsfG24kLDYb8aZiBCRLZYeyYNDwqwXHwM5phb3/GW&#10;7rtYiBTCIUcNZYxNLmUwJTkMI98QJ+7sW4cxwbaQtsUuhbtajpWaSIcVp4YSG/oryVx3N6fhspIb&#10;bxSa4+HYre309D+hWmn99dn/zkBE6uNb/HKvrYafLEv705v0BO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WW51M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66885" w:rsidRDefault="00A66885" w:rsidP="00A668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C+YcYA&#10;AADdAAAADwAAAGRycy9kb3ducmV2LnhtbESPQWvCQBSE74X+h+UVvNVNIpQQXSUVBFF6qJbi8TX7&#10;TEKyb8PuRtN/3y0Uehxm5htmtZlML27kfGtZQTpPQBBXVrdcK/g4755zED4ga+wtk4Jv8rBZPz6s&#10;sND2zu90O4VaRAj7AhU0IQyFlL5qyKCf24E4elfrDIYoXS21w3uEm15mSfIiDbYcFxocaNtQ1Z1G&#10;o+AyHvn6tjiU7jV82unsu+wr75SaPU3lEkSgKfyH/9p7rWCR5yn8vo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TC+Y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66885" w:rsidRDefault="00A66885" w:rsidP="00A668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iaxMcA&#10;AADdAAAADwAAAGRycy9kb3ducmV2LnhtbESPQWvCQBSE70L/w/IKvenGaEuMrlIFwUtBbQ/19sw+&#10;k2D2bbq71dhf7xYKPQ4z8w0zW3SmERdyvrasYDhIQBAXVtdcKvh4X/czED4ga2wsk4IbeVjMH3oz&#10;zLW98o4u+1CKCGGfo4IqhDaX0hcVGfQD2xJH72SdwRClK6V2eI1w08g0SV6kwZrjQoUtrSoqzvtv&#10;o2A5yZZf2zG//eyOBzp8Hs/PqUuUenrsXqcgAnXhP/zX3mgFoyxL4fdNfAJyf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94msTHAAAA3QAAAA8AAAAAAAAAAAAAAAAAmAIAAGRy&#10;cy9kb3ducmV2LnhtbFBLBQYAAAAABAAEAPUAAACMAwAAAAA=&#10;" fillcolor="black" stroked="f">
              <v:textbox>
                <w:txbxContent>
                  <w:p w:rsidR="00A66885" w:rsidRDefault="00A66885" w:rsidP="00A668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jFXsQA&#10;AADdAAAADwAAAGRycy9kb3ducmV2LnhtbESPUUvDMBSF34X9h3AHvrlUC1LqslEGovjUzY293jXX&#10;ptjclCRm9d8bQfDxcM75Dme9ne0oEvkwOFZwvypAEHdOD9wrOL4/31UgQkTWODomBd8UYLtZ3Kyx&#10;1u7Ke0qH2IsM4VCjAhPjVEsZOkMWw8pNxNn7cN5izNL3Unu8Zrgd5UNRPEqLA+cFgxPtDHWfhy+r&#10;IF12bVOmczL7N9/03rUvp0ur1O1ybp5ARJrjf/iv/aoVlFVVwu+b/AT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IxV7EAAAA3Q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66885" w:rsidRDefault="00A66885" w:rsidP="00A668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a92MYA&#10;AADdAAAADwAAAGRycy9kb3ducmV2LnhtbESPQUvDQBSE70L/w/IK3symKiWm2RQpKuqlmhb0+Mi+&#10;ZoPZtyG7ptFf3y0IHoeZ+YYp1pPtxEiDbx0rWCQpCOLa6ZYbBfvd41UGwgdkjZ1jUvBDHtbl7KLA&#10;XLsjv9NYhUZECPscFZgQ+lxKXxuy6BPXE0fv4AaLIcqhkXrAY4TbTl6n6VJabDkuGOxpY6j+qr6t&#10;Ar/YPHy82t+78fPJ8LZ6Mcu3xih1OZ/uVyACTeE//Nd+1gpusuwWzm/iE5Dl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Sa92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66885" w:rsidRDefault="00A66885" w:rsidP="00A668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66885" w:rsidRDefault="00A66885" w:rsidP="00A668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6885" w:rsidRDefault="00A66885" w:rsidP="00A668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6885" w:rsidRDefault="00A66885" w:rsidP="00A668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6885" w:rsidRDefault="00A66885" w:rsidP="00A668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6885" w:rsidRDefault="00A66885" w:rsidP="00A668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66885" w:rsidRDefault="00A66885" w:rsidP="00A6688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66885" w:rsidRDefault="00A66885" w:rsidP="00A668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66885" w:rsidRDefault="00A66885" w:rsidP="00A668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66885" w:rsidRDefault="00A66885" w:rsidP="00A668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6885" w:rsidRDefault="00A66885" w:rsidP="00A668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66885" w:rsidRDefault="00A66885" w:rsidP="00A668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6885" w:rsidRDefault="00A66885" w:rsidP="00A668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66885" w:rsidRDefault="00A66885" w:rsidP="00A6688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66885" w:rsidRPr="006E3F23" w:rsidRDefault="00A66885" w:rsidP="00A6688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№70</w:t>
      </w:r>
    </w:p>
    <w:p w:rsidR="00A66885" w:rsidRDefault="00A66885" w:rsidP="00A6688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sz w:val="24"/>
          <w:szCs w:val="24"/>
        </w:rPr>
      </w:pPr>
    </w:p>
    <w:p w:rsidR="00A66885" w:rsidRPr="00EA743B" w:rsidRDefault="00A66885" w:rsidP="00A6688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EA743B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EA743B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EA743B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EA743B">
        <w:rPr>
          <w:rFonts w:ascii="Times New Roman" w:eastAsia="Times New Roman" w:hAnsi="Times New Roman"/>
          <w:b/>
          <w:sz w:val="24"/>
        </w:rPr>
        <w:t>розробку</w:t>
      </w:r>
      <w:proofErr w:type="spellEnd"/>
    </w:p>
    <w:p w:rsidR="00A66885" w:rsidRPr="00EA743B" w:rsidRDefault="00A66885" w:rsidP="00A66885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EA743B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EA743B">
        <w:rPr>
          <w:rFonts w:ascii="Times New Roman" w:eastAsia="Times New Roman" w:hAnsi="Times New Roman"/>
          <w:b/>
          <w:sz w:val="24"/>
        </w:rPr>
        <w:t>із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b/>
          <w:sz w:val="24"/>
        </w:rPr>
        <w:t>щодо</w:t>
      </w:r>
      <w:proofErr w:type="spellEnd"/>
    </w:p>
    <w:p w:rsidR="00A66885" w:rsidRPr="00EA743B" w:rsidRDefault="00A66885" w:rsidP="00A66885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EA743B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A66885" w:rsidRPr="00EA743B" w:rsidRDefault="00A66885" w:rsidP="00A66885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EA743B">
        <w:rPr>
          <w:rFonts w:ascii="Times New Roman" w:eastAsia="Times New Roman" w:hAnsi="Times New Roman"/>
          <w:b/>
          <w:sz w:val="24"/>
        </w:rPr>
        <w:t>Кратюк</w:t>
      </w:r>
      <w:proofErr w:type="spellEnd"/>
      <w:proofErr w:type="gramStart"/>
      <w:r w:rsidRPr="00EA743B">
        <w:rPr>
          <w:rFonts w:ascii="Times New Roman" w:eastAsia="Times New Roman" w:hAnsi="Times New Roman"/>
          <w:b/>
          <w:sz w:val="24"/>
        </w:rPr>
        <w:t xml:space="preserve"> І.</w:t>
      </w:r>
      <w:proofErr w:type="gramEnd"/>
      <w:r w:rsidRPr="00EA743B">
        <w:rPr>
          <w:rFonts w:ascii="Times New Roman" w:eastAsia="Times New Roman" w:hAnsi="Times New Roman"/>
          <w:b/>
          <w:sz w:val="24"/>
        </w:rPr>
        <w:t>П.</w:t>
      </w:r>
    </w:p>
    <w:p w:rsidR="00A66885" w:rsidRPr="00EA743B" w:rsidRDefault="00A66885" w:rsidP="00A66885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A66885" w:rsidRPr="00EA743B" w:rsidRDefault="00A66885" w:rsidP="00A66885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EA743B">
        <w:rPr>
          <w:rFonts w:ascii="Times New Roman" w:eastAsia="Times New Roman" w:hAnsi="Times New Roman"/>
          <w:sz w:val="24"/>
        </w:rPr>
        <w:t>Відповідно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EA743B">
        <w:rPr>
          <w:rFonts w:ascii="Times New Roman" w:eastAsia="Times New Roman" w:hAnsi="Times New Roman"/>
          <w:sz w:val="24"/>
        </w:rPr>
        <w:t>до</w:t>
      </w:r>
      <w:proofErr w:type="gramEnd"/>
      <w:r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EA743B">
        <w:rPr>
          <w:rFonts w:ascii="Times New Roman" w:eastAsia="Times New Roman" w:hAnsi="Times New Roman"/>
          <w:sz w:val="24"/>
        </w:rPr>
        <w:t>пункту</w:t>
      </w:r>
      <w:proofErr w:type="gramEnd"/>
      <w:r w:rsidRPr="00EA743B">
        <w:rPr>
          <w:rFonts w:ascii="Times New Roman" w:eastAsia="Times New Roman" w:hAnsi="Times New Roman"/>
          <w:sz w:val="24"/>
        </w:rPr>
        <w:t xml:space="preserve"> 34 </w:t>
      </w:r>
      <w:proofErr w:type="spellStart"/>
      <w:r w:rsidRPr="00EA743B">
        <w:rPr>
          <w:rFonts w:ascii="Times New Roman" w:eastAsia="Times New Roman" w:hAnsi="Times New Roman"/>
          <w:sz w:val="24"/>
        </w:rPr>
        <w:t>частини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EA743B">
        <w:rPr>
          <w:rFonts w:ascii="Times New Roman" w:eastAsia="Times New Roman" w:hAnsi="Times New Roman"/>
          <w:sz w:val="24"/>
        </w:rPr>
        <w:t>статті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EA743B">
        <w:rPr>
          <w:rFonts w:ascii="Times New Roman" w:eastAsia="Times New Roman" w:hAnsi="Times New Roman"/>
          <w:sz w:val="24"/>
        </w:rPr>
        <w:t>статті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EA743B">
        <w:rPr>
          <w:rFonts w:ascii="Times New Roman" w:eastAsia="Times New Roman" w:hAnsi="Times New Roman"/>
          <w:sz w:val="24"/>
        </w:rPr>
        <w:t>України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EA743B">
        <w:rPr>
          <w:rFonts w:ascii="Times New Roman" w:eastAsia="Times New Roman" w:hAnsi="Times New Roman"/>
          <w:sz w:val="24"/>
        </w:rPr>
        <w:t>місцеве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EA743B">
        <w:rPr>
          <w:rFonts w:ascii="Times New Roman" w:eastAsia="Times New Roman" w:hAnsi="Times New Roman"/>
          <w:sz w:val="24"/>
        </w:rPr>
        <w:t>Україні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EA743B">
        <w:rPr>
          <w:rFonts w:ascii="Times New Roman" w:eastAsia="Times New Roman" w:hAnsi="Times New Roman"/>
          <w:sz w:val="24"/>
        </w:rPr>
        <w:t>України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EA743B">
        <w:rPr>
          <w:rFonts w:ascii="Times New Roman" w:eastAsia="Times New Roman" w:hAnsi="Times New Roman"/>
          <w:sz w:val="24"/>
        </w:rPr>
        <w:t>України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EA743B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EA743B">
        <w:rPr>
          <w:rFonts w:ascii="Times New Roman" w:eastAsia="Times New Roman" w:hAnsi="Times New Roman"/>
          <w:sz w:val="24"/>
        </w:rPr>
        <w:t>розглянувши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заяву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Кратюк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І.П., </w:t>
      </w:r>
      <w:proofErr w:type="spellStart"/>
      <w:r w:rsidRPr="00EA743B">
        <w:rPr>
          <w:rFonts w:ascii="Times New Roman" w:eastAsia="Times New Roman" w:hAnsi="Times New Roman"/>
          <w:sz w:val="24"/>
        </w:rPr>
        <w:t>сільська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рада </w:t>
      </w:r>
    </w:p>
    <w:p w:rsidR="00A66885" w:rsidRPr="00EA743B" w:rsidRDefault="00A66885" w:rsidP="00A66885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EA743B">
        <w:rPr>
          <w:rFonts w:ascii="Times New Roman" w:eastAsia="Times New Roman" w:hAnsi="Times New Roman"/>
          <w:sz w:val="24"/>
        </w:rPr>
        <w:t>ВИРІШИЛА:</w:t>
      </w:r>
    </w:p>
    <w:p w:rsidR="00A66885" w:rsidRPr="00EA743B" w:rsidRDefault="00A66885" w:rsidP="00A66885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EA743B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r w:rsidRPr="00EA743B">
        <w:rPr>
          <w:rFonts w:ascii="Times New Roman" w:eastAsia="Times New Roman" w:hAnsi="Times New Roman"/>
          <w:sz w:val="24"/>
        </w:rPr>
        <w:t>Надати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Кратюк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Ірині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Петрівні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,  яка </w:t>
      </w:r>
      <w:proofErr w:type="spellStart"/>
      <w:r w:rsidRPr="00EA743B">
        <w:rPr>
          <w:rFonts w:ascii="Times New Roman" w:eastAsia="Times New Roman" w:hAnsi="Times New Roman"/>
          <w:sz w:val="24"/>
        </w:rPr>
        <w:t>зареєстрована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за </w:t>
      </w:r>
      <w:proofErr w:type="spellStart"/>
      <w:r w:rsidRPr="00EA743B">
        <w:rPr>
          <w:rFonts w:ascii="Times New Roman" w:eastAsia="Times New Roman" w:hAnsi="Times New Roman"/>
          <w:sz w:val="24"/>
        </w:rPr>
        <w:t>адресою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: </w:t>
      </w:r>
      <w:r w:rsidR="005E17BA">
        <w:rPr>
          <w:rFonts w:ascii="Times New Roman" w:hAnsi="Times New Roman"/>
          <w:sz w:val="24"/>
        </w:rPr>
        <w:t>_________________</w:t>
      </w:r>
      <w:bookmarkStart w:id="0" w:name="_GoBack"/>
      <w:bookmarkEnd w:id="0"/>
      <w:r w:rsidRPr="00EA743B">
        <w:rPr>
          <w:rFonts w:ascii="Times New Roman" w:hAnsi="Times New Roman"/>
          <w:sz w:val="24"/>
        </w:rPr>
        <w:t>,</w:t>
      </w:r>
      <w:r w:rsidRPr="00EA743B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EA743B">
        <w:rPr>
          <w:rFonts w:ascii="Times New Roman" w:eastAsia="Times New Roman" w:hAnsi="Times New Roman"/>
          <w:sz w:val="24"/>
        </w:rPr>
        <w:t>дозвіл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EA743B">
        <w:rPr>
          <w:rFonts w:ascii="Times New Roman" w:eastAsia="Times New Roman" w:hAnsi="Times New Roman"/>
          <w:sz w:val="24"/>
        </w:rPr>
        <w:t>розробку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EA743B">
        <w:rPr>
          <w:rFonts w:ascii="Times New Roman" w:eastAsia="Times New Roman" w:hAnsi="Times New Roman"/>
          <w:sz w:val="24"/>
        </w:rPr>
        <w:t>із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щодо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ділянки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EA743B">
        <w:rPr>
          <w:rFonts w:ascii="Times New Roman" w:eastAsia="Times New Roman" w:hAnsi="Times New Roman"/>
          <w:sz w:val="24"/>
        </w:rPr>
        <w:t>передачі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її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EA743B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Pr="00EA743B">
        <w:rPr>
          <w:rFonts w:ascii="Times New Roman" w:eastAsia="Times New Roman" w:hAnsi="Times New Roman"/>
          <w:sz w:val="24"/>
        </w:rPr>
        <w:t>орієнтовною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площею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0,3000</w:t>
      </w:r>
      <w:r>
        <w:rPr>
          <w:rFonts w:ascii="Times New Roman" w:eastAsia="Times New Roman" w:hAnsi="Times New Roman"/>
          <w:sz w:val="24"/>
        </w:rPr>
        <w:t xml:space="preserve"> </w:t>
      </w:r>
      <w:r w:rsidRPr="00EA743B">
        <w:rPr>
          <w:rFonts w:ascii="Times New Roman" w:eastAsia="Times New Roman" w:hAnsi="Times New Roman"/>
          <w:sz w:val="24"/>
        </w:rPr>
        <w:t xml:space="preserve">га, для </w:t>
      </w:r>
      <w:proofErr w:type="spellStart"/>
      <w:r w:rsidRPr="00EA743B">
        <w:rPr>
          <w:rFonts w:ascii="Times New Roman" w:eastAsia="Times New Roman" w:hAnsi="Times New Roman"/>
          <w:sz w:val="24"/>
        </w:rPr>
        <w:t>ведення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особистого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селянського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господарства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, яка </w:t>
      </w:r>
      <w:proofErr w:type="spellStart"/>
      <w:r w:rsidRPr="00EA743B">
        <w:rPr>
          <w:rFonts w:ascii="Times New Roman" w:eastAsia="Times New Roman" w:hAnsi="Times New Roman"/>
          <w:sz w:val="24"/>
        </w:rPr>
        <w:t>розташована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EA743B">
        <w:rPr>
          <w:rFonts w:ascii="Times New Roman" w:eastAsia="Times New Roman" w:hAnsi="Times New Roman"/>
          <w:sz w:val="24"/>
        </w:rPr>
        <w:t>в</w:t>
      </w:r>
      <w:proofErr w:type="gramEnd"/>
      <w:r w:rsidRPr="00EA743B">
        <w:rPr>
          <w:rFonts w:ascii="Times New Roman" w:eastAsia="Times New Roman" w:hAnsi="Times New Roman"/>
          <w:sz w:val="24"/>
        </w:rPr>
        <w:t xml:space="preserve"> с.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Комарівка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по </w:t>
      </w:r>
      <w:proofErr w:type="spellStart"/>
      <w:r w:rsidRPr="00EA743B">
        <w:rPr>
          <w:rFonts w:ascii="Times New Roman" w:eastAsia="Times New Roman" w:hAnsi="Times New Roman"/>
          <w:sz w:val="24"/>
        </w:rPr>
        <w:t>вул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. </w:t>
      </w:r>
      <w:proofErr w:type="spellStart"/>
      <w:r w:rsidRPr="00EA743B">
        <w:rPr>
          <w:rFonts w:ascii="Times New Roman" w:eastAsia="Times New Roman" w:hAnsi="Times New Roman"/>
          <w:sz w:val="24"/>
        </w:rPr>
        <w:t>Л.Українки</w:t>
      </w:r>
      <w:proofErr w:type="spellEnd"/>
      <w:r w:rsidRPr="00EA743B"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  <w:t>.</w:t>
      </w:r>
    </w:p>
    <w:p w:rsidR="00A66885" w:rsidRPr="00EA743B" w:rsidRDefault="00A66885" w:rsidP="00A66885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EA743B">
        <w:rPr>
          <w:rFonts w:ascii="Times New Roman" w:eastAsia="Times New Roman" w:hAnsi="Times New Roman"/>
          <w:sz w:val="24"/>
        </w:rPr>
        <w:t xml:space="preserve">    2. </w:t>
      </w:r>
      <w:proofErr w:type="spellStart"/>
      <w:r w:rsidRPr="00EA743B">
        <w:rPr>
          <w:rFonts w:ascii="Times New Roman" w:eastAsia="Times New Roman" w:hAnsi="Times New Roman"/>
          <w:sz w:val="24"/>
        </w:rPr>
        <w:t>Кратюк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І.П.,</w:t>
      </w:r>
      <w:proofErr w:type="spellStart"/>
      <w:r w:rsidRPr="00EA743B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EA743B">
        <w:rPr>
          <w:rFonts w:ascii="Times New Roman" w:eastAsia="Times New Roman" w:hAnsi="Times New Roman"/>
          <w:sz w:val="24"/>
        </w:rPr>
        <w:t>землеустрою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щодо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відведення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земельної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ділянки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EA743B">
        <w:rPr>
          <w:rFonts w:ascii="Times New Roman" w:eastAsia="Times New Roman" w:hAnsi="Times New Roman"/>
          <w:sz w:val="24"/>
        </w:rPr>
        <w:t>передачі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її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EA743B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EA743B">
        <w:rPr>
          <w:rFonts w:ascii="Times New Roman" w:eastAsia="Times New Roman" w:hAnsi="Times New Roman"/>
          <w:sz w:val="24"/>
        </w:rPr>
        <w:t>розгляд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сесії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EA743B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EA743B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EA743B">
        <w:rPr>
          <w:rFonts w:ascii="Times New Roman" w:eastAsia="Times New Roman" w:hAnsi="Times New Roman"/>
          <w:sz w:val="24"/>
        </w:rPr>
        <w:t>ради</w:t>
      </w:r>
      <w:proofErr w:type="gramEnd"/>
      <w:r w:rsidRPr="00EA743B">
        <w:rPr>
          <w:rFonts w:ascii="Times New Roman" w:eastAsia="Times New Roman" w:hAnsi="Times New Roman"/>
          <w:sz w:val="24"/>
        </w:rPr>
        <w:t>.</w:t>
      </w:r>
    </w:p>
    <w:p w:rsidR="00A66885" w:rsidRPr="00EA743B" w:rsidRDefault="00A66885" w:rsidP="00A6688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EA743B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A66885" w:rsidRPr="00EA743B" w:rsidRDefault="00A66885" w:rsidP="00A6688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A66885" w:rsidRPr="00EA743B" w:rsidRDefault="00A66885" w:rsidP="00A66885">
      <w:pPr>
        <w:rPr>
          <w:rFonts w:ascii="Times New Roman" w:hAnsi="Times New Roman"/>
          <w:sz w:val="24"/>
        </w:rPr>
      </w:pPr>
    </w:p>
    <w:p w:rsidR="00A66885" w:rsidRPr="00EA743B" w:rsidRDefault="00A66885" w:rsidP="00A66885">
      <w:pPr>
        <w:rPr>
          <w:rFonts w:ascii="Times New Roman" w:hAnsi="Times New Roman"/>
          <w:sz w:val="24"/>
        </w:rPr>
      </w:pPr>
    </w:p>
    <w:p w:rsidR="00A66885" w:rsidRDefault="00A66885" w:rsidP="00A66885">
      <w:pPr>
        <w:rPr>
          <w:rFonts w:ascii="Times New Roman" w:hAnsi="Times New Roman"/>
          <w:sz w:val="24"/>
        </w:rPr>
      </w:pPr>
      <w:proofErr w:type="spellStart"/>
      <w:r w:rsidRPr="00EA743B">
        <w:rPr>
          <w:rFonts w:ascii="Times New Roman" w:hAnsi="Times New Roman"/>
          <w:sz w:val="24"/>
        </w:rPr>
        <w:t>Сільський</w:t>
      </w:r>
      <w:proofErr w:type="spellEnd"/>
      <w:r w:rsidRPr="00EA743B">
        <w:rPr>
          <w:rFonts w:ascii="Times New Roman" w:hAnsi="Times New Roman"/>
          <w:sz w:val="24"/>
        </w:rPr>
        <w:t xml:space="preserve"> голова                                                                              </w:t>
      </w:r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Валерій</w:t>
      </w:r>
      <w:proofErr w:type="spellEnd"/>
      <w:r>
        <w:rPr>
          <w:rFonts w:ascii="Times New Roman" w:hAnsi="Times New Roman"/>
          <w:sz w:val="24"/>
        </w:rPr>
        <w:t xml:space="preserve"> МИХАЛЮК</w:t>
      </w:r>
    </w:p>
    <w:p w:rsidR="00BB6EEB" w:rsidRDefault="00BB6EEB"/>
    <w:sectPr w:rsidR="00BB6EE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A66885"/>
    <w:rsid w:val="00171A2E"/>
    <w:rsid w:val="00304C90"/>
    <w:rsid w:val="00505B6D"/>
    <w:rsid w:val="005E17BA"/>
    <w:rsid w:val="006D3977"/>
    <w:rsid w:val="007D6C18"/>
    <w:rsid w:val="00A66885"/>
    <w:rsid w:val="00BB6EE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885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6688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66885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66885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6</TotalTime>
  <Pages>1</Pages>
  <Words>221</Words>
  <Characters>1263</Characters>
  <Application>Microsoft Office Word</Application>
  <DocSecurity>0</DocSecurity>
  <Lines>10</Lines>
  <Paragraphs>2</Paragraphs>
  <ScaleCrop>false</ScaleCrop>
  <Company>Microsoft</Company>
  <LinksUpToDate>false</LinksUpToDate>
  <CharactersWithSpaces>1482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2020-12-01T06:32:00Z</dcterms:created>
  <dcterms:modified xsi:type="dcterms:W3CDTF">2020-12-01T07:34:00Z</dcterms:modified>
</cp:coreProperties>
</file>