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71A" w:rsidRPr="00D02183" w:rsidRDefault="006A071A" w:rsidP="006A071A">
      <w:pPr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96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071A" w:rsidRDefault="006A071A" w:rsidP="006A07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10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6A071A" w:rsidRDefault="006A071A" w:rsidP="006A07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6A071A" w:rsidRPr="00D02183" w:rsidRDefault="006A071A" w:rsidP="006A071A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ХХХХ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I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 скликання</w:t>
      </w: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23.09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.2020 року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Крупець                                                       №___</w:t>
      </w: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6A071A" w:rsidRPr="00D02183" w:rsidRDefault="006A071A" w:rsidP="006A071A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Ткачук О.Г.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A071A" w:rsidRPr="00D02183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6A071A" w:rsidRDefault="006A071A" w:rsidP="006A071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нь», розглянувши заяву Ткачук О.Г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., сільська   рада    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Затверди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 Ткачук Ользі Григорівні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0,1174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6A071A" w:rsidRPr="00D02183" w:rsidRDefault="006A071A" w:rsidP="006A071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Переда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ти</w:t>
      </w:r>
      <w:r w:rsidRPr="00B97CF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Ткачук Ользі Григорівні, яка зареєстрована за адресою: </w:t>
      </w:r>
      <w:r w:rsidR="0073448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і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734482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_____________</w:t>
      </w:r>
      <w:bookmarkStart w:id="0" w:name="_GoBack"/>
      <w:bookmarkEnd w:id="0"/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у 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0,1403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кадастровий номер: 6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823982100:01:005:0021,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D02183">
        <w:rPr>
          <w:rFonts w:ascii="Times New Roman" w:eastAsia="Arial Unicode MS" w:hAnsi="Times New Roman"/>
          <w:sz w:val="24"/>
          <w:szCs w:val="24"/>
          <w:lang w:eastAsia="uk-UA"/>
        </w:rPr>
        <w:t>для</w:t>
      </w:r>
      <w:r w:rsidRPr="009D4F9B">
        <w:rPr>
          <w:rFonts w:ascii="Times New Roman" w:eastAsia="Arial Unicode MS" w:hAnsi="Times New Roman"/>
          <w:sz w:val="24"/>
          <w:szCs w:val="24"/>
          <w:lang w:eastAsia="uk-UA"/>
        </w:rPr>
        <w:t xml:space="preserve"> ведення особистого селянського господарства, </w:t>
      </w:r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9D4F9B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н,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с.Головлі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6A071A" w:rsidRPr="00D02183" w:rsidRDefault="006A071A" w:rsidP="006A071A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Ткачук О.Г., якій</w:t>
      </w: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A071A" w:rsidRPr="00D02183" w:rsidRDefault="006A071A" w:rsidP="006A071A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A071A" w:rsidRPr="006A071A" w:rsidRDefault="006A071A" w:rsidP="006A071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5D3E0A" w:rsidRPr="006A071A" w:rsidRDefault="006A071A" w:rsidP="006A071A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D02183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Сільський голова                                                     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         В.А.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Михалюк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</w:p>
    <w:sectPr w:rsidR="005D3E0A" w:rsidRPr="006A071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71A"/>
    <w:rsid w:val="00171A2E"/>
    <w:rsid w:val="00304C90"/>
    <w:rsid w:val="00505B6D"/>
    <w:rsid w:val="005D3E0A"/>
    <w:rsid w:val="006A071A"/>
    <w:rsid w:val="006D3977"/>
    <w:rsid w:val="00734482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1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071A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278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2020-09-17T15:29:00Z</dcterms:created>
  <dcterms:modified xsi:type="dcterms:W3CDTF">2020-09-17T15:52:00Z</dcterms:modified>
</cp:coreProperties>
</file>