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48" w:rsidRPr="004573CE" w:rsidRDefault="00C30048" w:rsidP="00C30048">
      <w:pPr>
        <w:tabs>
          <w:tab w:val="right" w:pos="9354"/>
        </w:tabs>
        <w:spacing w:after="0" w:line="240" w:lineRule="auto"/>
        <w:jc w:val="right"/>
        <w:rPr>
          <w:rFonts w:ascii="Times New Roman" w:hAnsi="Times New Roman"/>
          <w:color w:val="FF0000"/>
        </w:rPr>
      </w:pPr>
      <w:r w:rsidRPr="004573CE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45720</wp:posOffset>
                </wp:positionV>
                <wp:extent cx="384175" cy="628015"/>
                <wp:effectExtent l="0" t="0" r="0" b="635"/>
                <wp:wrapNone/>
                <wp:docPr id="9664" name="Группа 9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175" cy="628015"/>
                          <a:chOff x="0" y="0"/>
                          <a:chExt cx="1142" cy="1718"/>
                        </a:xfrm>
                      </wpg:grpSpPr>
                      <wps:wsp>
                        <wps:cNvPr id="96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72" o:spid="_x0000_s1026" style="position:absolute;margin-left:226.15pt;margin-top:3.6pt;width:30.25pt;height:49.4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kUcMA&#10;AADdAAAADwAAAGRycy9kb3ducmV2LnhtbESPzarCMBSE94LvEI7gTtOrWL29RhFRcSGIf/tDc2zL&#10;bU5KE7W+vREEl8PMfMNM540pxZ1qV1hW8NOPQBCnVhecKTif1r0JCOeRNZaWScGTHMxn7dYUE20f&#10;fKD70WciQNglqCD3vkqkdGlOBl3fVsTBu9raoA+yzqSu8RHgppSDKIqlwYLDQo4VLXNK/483o8AO&#10;N9vdJRschisee17sJ9dLs1Oq22kWfyA8Nf4b/rS3WsFvHI/g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IkU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+KMcA&#10;AADdAAAADwAAAGRycy9kb3ducmV2LnhtbESPT2sCMRTE74V+h/AKvUjNtoe0bo1ShO2/g6AVvD42&#10;r5vVzcuSpLr10xuh0OMwM79hpvPBdeJAIbaeNdyPCxDEtTctNxo2X9XdE4iYkA12nknDL0WYz66v&#10;plgaf+QVHdapERnCsUQNNqW+lDLWlhzGse+Js/ftg8OUZWikCXjMcNfJh6JQ0mHLecFiTwtL9X79&#10;4zTsqqXdLh5Pr2E0WdFpVH2+dR9K69ub4eUZRKIh/Yf/2u9Gw0QpBZc3+QnI2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Wfij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K5zMMA&#10;AADdAAAADwAAAGRycy9kb3ducmV2LnhtbESP3YrCMBCF74V9hzALeyOa7gpVq1FkURFvxJ8HGJqx&#10;KTaT0kTbffuNIHh5OD8fZ77sbCUe1PjSsYLvYQKCOHe65ELB5bwZTED4gKyxckwK/sjDcvHRm2Om&#10;XctHepxCIeII+wwVmBDqTEqfG7Loh64mjt7VNRZDlE0hdYNtHLeV/EmSVFosORIM1vRrKL+d7jZC&#10;DiM87K/tebPtsMX13nB/dVTq67NbzUAE6sI7/GrvtIJpmo7h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K5z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b4HsMA&#10;AADdAAAADwAAAGRycy9kb3ducmV2LnhtbERPTUsDMRC9C/6HMEJvNttSt7o2LVIriODBVhBvw2a6&#10;u3QzCcm0u/57cxA8Pt73ajO6Xl0ops6zgdm0AEVce9txY+Dz8HJ7DyoJssXeMxn4oQSb9fXVCivr&#10;B/6gy14alUM4VWigFQmV1qluyWGa+kCcuaOPDiXD2Ggbccjhrtfzoii1w45zQ4uBti3Vp/3ZGXgf&#10;duFtWd4dw3dczHV6tvK1FWMmN+PTIyihUf7Ff+5Xa+ChLPPc/CY/Ab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b4H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IJcQA&#10;AADdAAAADwAAAGRycy9kb3ducmV2LnhtbESPTWrDMBCF94HeQUyhm1DLbcHErpUQSlNCNsFJDzBY&#10;Y8vUGhlLjd3bR4VAlo/38/HKzWx7caHRd44VvCQpCOLa6Y5bBd/n3fMKhA/IGnvHpOCPPGzWD4sS&#10;C+0mruhyCq2II+wLVGBCGAopfW3Iok/cQBy9xo0WQ5RjK/WIUxy3vXxN00xa7DgSDA70Yaj+Of3a&#10;CDm+4fHQTOfd14wTfh4ML7eVUk+P8/YdRKA53MO39l4ryLMsh/838Qn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RiC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ixcMA&#10;AADdAAAADwAAAGRycy9kb3ducmV2LnhtbERPTUsDMRC9C/6HMEJvNmupW7s2LVIriNCDVSjehs10&#10;d3EzCcm0u/57cxA8Pt73ajO6Xl0ops6zgbtpAYq49rbjxsDnx8vtA6gkyBZ7z2TghxJs1tdXK6ys&#10;H/idLgdpVA7hVKGBViRUWqe6JYdp6gNx5k4+OpQMY6NtxCGHu17PiqLUDjvODS0G2rZUfx/OzsB+&#10;2IW3RXl/Cl9xPtPp2cpxK8ZMbsanR1BCo/yL/9yv1sCyXOT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ix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VnIMcA&#10;AADdAAAADwAAAGRycy9kb3ducmV2LnhtbESPQWsCMRSE7wX/Q3iCl6JZLdW6GqUWggULpVbw+tg8&#10;d5duXpYkdbf/3hQKPQ4z8w2z3va2EVfyoXasYDrJQBAXztRcKjh96vETiBCRDTaOScEPBdhuBndr&#10;zI3r+IOux1iKBOGQo4IqxjaXMhQVWQwT1xIn7+K8xZikL6Xx2CW4beQsy+bSYs1pocKWXioqvo7f&#10;VsHuvSsf/H2x693hsj8/am30m1ZqNOyfVyAi9fE//Nd+NQqW88U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FZy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YMwsMA&#10;AADcAAAADwAAAGRycy9kb3ducmV2LnhtbESP0WoCMRRE3wv+Q7hC32pWqa2uRhHLgpS+VP2Ay+a6&#10;Wd3cLElct39vCoKPw8ycYZbr3jaiIx9qxwrGowwEcel0zZWC46F4m4EIEVlj45gU/FGA9WrwssRc&#10;uxv/UrePlUgQDjkqMDG2uZShNGQxjFxLnLyT8xZjkr6S2uMtwW0jJ1n2IS3WnBYMtrQ1VF72V6ug&#10;+J78dJer9oXb9O+WpuY8+zJKvQ77zQJEpD4+w4/2TiuYTz/h/0w6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YMw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8NcMA&#10;AADcAAAADwAAAGRycy9kb3ducmV2LnhtbERPXWvCMBR9F/Yfwh3sRTSd4nCdUaYQHCjIqrDXS3Nt&#10;y5qbkmS2+/fLw8DHw/lebQbbihv50DhW8DzNQBCXzjRcKbic9WQJIkRkg61jUvBLATbrh9EKc+N6&#10;/qRbESuRQjjkqKCOsculDGVNFsPUdcSJuzpvMSboK2k89inctnKWZS/SYsOpocaOdjWV38WPVbA9&#10;9dXcj8vt4A7X/ddCa6OPWqmnx+H9DUSkId7F/+4Po+B1kdamM+k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V8N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9K8MA&#10;AADcAAAADwAAAGRycy9kb3ducmV2LnhtbESPUWvCMBSF34X9h3AHvmmqqGhnFFEKQ/Zitx9wae6a&#10;anNTkli7f28Ggz0ezjnf4Wz3g21FTz40jhXMphkI4srphmsFX5/FZA0iRGSNrWNS8EMB9ruX0RZz&#10;7R58ob6MtUgQDjkqMDF2uZShMmQxTF1HnLxv5y3GJH0ttcdHgttWzrNsJS02nBYMdnQ0VN3Ku1VQ&#10;nOcf/e2ufeEOw8LS0lzXJ6PU+HU4vIGINMT/8F/7XSvYLDfweyYd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U9K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ryLwA&#10;AADcAAAADwAAAGRycy9kb3ducmV2LnhtbERPSwrCMBDdC94hjOBOU79oNYoIii6tHmBoxrbYTGoT&#10;bb29WQguH++/3ramFG+qXWFZwWgYgSBOrS44U3C7HgYLEM4jaywtk4IPOdhuup01xto2fKF34jMR&#10;QtjFqCD3voqldGlOBt3QVsSBu9vaoA+wzqSusQnhppTjKJpLgwWHhhwr2ueUPpKXUTD9NMdnMntE&#10;B21odJ5UZ/bpTKl+r92tQHhq/V/8c5+0guU8zA9nwhGQm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xuCvI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99JsIA&#10;AADcAAAADwAAAGRycy9kb3ducmV2LnhtbESPQYvCMBSE7wv+h/CEva2pHopWo4iiLJ60Vs+P5tkW&#10;m5fSRK3/3giCx2FmvmFmi87U4k6tqywrGA4iEMS51RUXCrLj5m8MwnlkjbVlUvAkB4t572eGibYP&#10;PtA99YUIEHYJKii9bxIpXV6SQTewDXHwLrY16INsC6lbfAS4qeUoimJpsOKwUGJDq5Lya3ozCm7x&#10;eZTxZaf36fq5naw3SydPhVK//W45BeGp89/wp/2vFUziIbzPhCM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P30m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SEQ8cA&#10;AADcAAAADwAAAGRycy9kb3ducmV2LnhtbESPQWvCQBSE74X+h+UVvNVNtQRNsxEVBNuDUquH3p7Z&#10;Z5KafRuzq8Z/7xYKPQ4z8w2TTjpTiwu1rrKs4KUfgSDOra64ULD9WjyPQDiPrLG2TApu5GCSPT6k&#10;mGh75U+6bHwhAoRdggpK75tESpeXZND1bUMcvINtDfog20LqFq8Bbmo5iKJYGqw4LJTY0Lyk/Lg5&#10;GwW79Sger2fvrz8fqz0OjT596ypWqvfUTd9AeOr8f/ivvdQKxvEAfs+EIy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khEP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oo8QA&#10;AADcAAAADwAAAGRycy9kb3ducmV2LnhtbESPT4vCMBTE74LfITzBm6bqUtxqFP+wunhSd2Gvj+bZ&#10;FpuX0kStfnojLHgcZuY3zHTemFJcqXaFZQWDfgSCOLW64EzB789XbwzCeWSNpWVScCcH81m7NcVE&#10;2xsf6Hr0mQgQdgkqyL2vEildmpNB17cVcfBOtjbog6wzqWu8Bbgp5TCKYmmw4LCQY0WrnNLz8WIU&#10;POI/3LvtcLkeaU/3j/HG7vYbpbqdZjEB4anx7/B/+1sr+IxH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pKKP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NOcMA&#10;AADcAAAADwAAAGRycy9kb3ducmV2LnhtbESP0YrCMBRE3xf8h3AF39ZUqaLVKLIo+KZWP+DSXNNi&#10;c1ObrNb9+o2wsI/DzJxhluvO1uJBra8cKxgNExDEhdMVGwWX8+5zBsIHZI21Y1LwIg/rVe9jiZl2&#10;Tz7RIw9GRAj7DBWUITSZlL4oyaIfuoY4elfXWgxRtkbqFp8Rbms5TpKptFhxXCixoa+Silv+bRXc&#10;3Xiiu3yLh9t2fqyMSe8/p1SpQb/bLEAE6sJ/+K+91wrm0xTeZ+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fNO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b69cUA&#10;AADcAAAADwAAAGRycy9kb3ducmV2LnhtbESPS2/CMBCE75X6H6yt1FtxSkUIIQbRSpW48jhwXOzN&#10;A+J1GrsQ+PV1pUo9jmbmG02xHGwrLtT7xrGC11ECglg703ClYL/7fMlA+IBssHVMCm7kYbl4fCgw&#10;N+7KG7psQyUihH2OCuoQulxKr2uy6EeuI45e6XqLIcq+kqbHa4TbVo6TJJUWG44LNXb0UZM+b7+t&#10;gnVzpEmqy5nN3vXmcP8Kb9OTUer5aVjNQQQawn/4r702CmbpBH7Px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vr1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TYpcAA&#10;AADcAAAADwAAAGRycy9kb3ducmV2LnhtbERPXWvCMBR9F/wP4Q72pul8KFqNosJgMhXmhr5emmtT&#10;bG5KE2v990YQ9ni+ObNFZyvRUuNLxwo+hgkI4tzpkgsFf7+fgzEIH5A1Vo5JwZ08LOb93gwz7W78&#10;Q+0hFCKWsM9QgQmhzqT0uSGLfuhq4qidXWMxRNgUUjd4i+W2kqMkSaXFkuOCwZrWhvLL4WoVtLi/&#10;Jyez2k025TYf7VfHbx159f7WLacgAnXh3/xKf2kFkzSF55l4BO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TYpc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zIMMQA&#10;AADcAAAADwAAAGRycy9kb3ducmV2LnhtbESPwU7DMBBE70j9B2srcaNOcygQ6lZVpSKOEDhwXOJt&#10;nBLvRrbbBL4eIyFxHM3MG816O/leXSjETtjAclGAIm7EdtwaeHs93NyBignZYi9MBr4ownYzu1pj&#10;ZWXkF7rUqVUZwrFCAy6lodI6No48xoUMxNk7SvCYsgyttgHHDPe9LotipT12nBccDrR31HzWZ29g&#10;fGw+TuXx3brvMMihfpZT2Ysx1/Np9wAq0ZT+w3/tJ2vgfnUL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syDD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a2V8YA&#10;AADcAAAADwAAAGRycy9kb3ducmV2LnhtbESPW2sCMRSE3wv+h3AE32pWH7xsjWK9gEhFtO37cXPc&#10;XZucLJuo679vCgUfh5n5hpnMGmvEjWpfOlbQ6yYgiDOnS84VfH2uX0cgfEDWaByTggd5mE1bLxNM&#10;tbvzgW7HkIsIYZ+igiKEKpXSZwVZ9F1XEUfv7GqLIco6l7rGe4RbI/tJMpAWS44LBVa0KCj7OV6t&#10;gvV+aS793WH+LcNiNTyZ0fZ9+aFUp93M30AEasIz/N/eaAXj4QD+zs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a2V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gZ8YA&#10;AADcAAAADwAAAGRycy9kb3ducmV2LnhtbESPQWvCQBSE7wX/w/KEXkqzsUWj0VVEKFpQUFvo9SX7&#10;TILZtyG7jem/7wqFHoeZ+YZZrHpTi45aV1lWMIpiEMS51RUXCj4/3p6nIJxH1lhbJgU/5GC1HDws&#10;MNX2xifqzr4QAcIuRQWl900qpctLMugi2xAH72Jbgz7ItpC6xVuAm1q+xPFEGqw4LJTY0Kak/Hr+&#10;Ngq64z4rdp1r3q/TJzd+zbbbg/5S6nHYr+cgPPX+P/zX3mkFsySB+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pgZ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1ZcQA&#10;AADcAAAADwAAAGRycy9kb3ducmV2LnhtbERPz2vCMBS+C/sfwht403SiTqtR5kDwMlC3w3p7bZ5t&#10;sXnpkqidf705DHb8+H4v151pxJWcry0reBkmIIgLq2suFXx9bgczED4ga2wsk4Jf8rBePfWWmGp7&#10;4wNdj6EUMYR9igqqENpUSl9UZNAPbUscuZN1BkOErpTa4S2Gm0aOkmQqDdYcGyps6b2i4ny8GAWb&#10;+Wzzsx/zx/2QZ5R95+fJyCVK9Z+7twWIQF34F/+5d1rB/DWujW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DdWXEAAAA3AAAAA8AAAAAAAAAAAAAAAAAmAIAAGRycy9k&#10;b3ducmV2LnhtbFBLBQYAAAAABAAEAPUAAACJAwAAAAA=&#10;" fillcolor="black" stroked="f"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1x5scA&#10;AADcAAAADwAAAGRycy9kb3ducmV2LnhtbESPT2sCMRTE74V+h/AK3mpWQatbo9TaglA9+Ofg8XXz&#10;3A27eVk2UVc/vREKPQ4z8xtmMmttJc7UeONYQa+bgCDOnDacK9jvvl9HIHxA1lg5JgVX8jCbPj9N&#10;MNXuwhs6b0MuIoR9igqKEOpUSp8VZNF3XU0cvaNrLIYom1zqBi8RbivZT5KhtGg4LhRY02dBWbk9&#10;WQWHn6EZbQz1f1e3+ZdeDcr5elEq1XlpP95BBGrDf/ivvdQKxm9jeJyJR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9ceb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+CssEA&#10;AADcAAAADwAAAGRycy9kb3ducmV2LnhtbERPPW/CMBDdK/EfrKvEVpwyVGmKQQiE6MIApep6iq9x&#10;SHwOtoHAr8cDEuPT+57MetuKM/lQO1bwPspAEJdO11wp2P+s3nIQISJrbB2TgisFmE0HLxMstLvw&#10;ls67WIkUwqFABSbGrpAylIYshpHriBP377zFmKCvpPZ4SeG2leMs+5AWa04NBjtaGCqb3ckq8PO/&#10;ZXPj02+T3TbXsD70xxyNUsPXfv4FIlIfn+KH+1sr+MzT/HQmHQE5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PgrL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54McUA&#10;AADcAAAADwAAAGRycy9kb3ducmV2LnhtbESPzWoCQRCE74LvMHTAi+isHoxuHEUCgqAE/HmAdqez&#10;u2SmZ9np6JqnzwiBHIuq+oparjvv1I3aWAc2MBlnoIiLYGsuDVzO29EcVBRkiy4wGXhQhPWq31ti&#10;bsOdj3Q7SakShGOOBiqRJtc6FhV5jOPQECfvM7QeJcm21LbFe4J7p6dZNtMea04LFTb0XlHxdfr2&#10;Btz06hb713iQx0Ufsh8vx+GHNWbw0m3eQAl18h/+a++sgcV8As8z6Qj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Dngx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FHTcUA&#10;AADcAAAADwAAAGRycy9kb3ducmV2LnhtbESPQWsCMRSE74X+h/AK3mrWPYhdjaIVYS8eulW8PjfP&#10;zWLysmxSXfvrm0Khx2FmvmEWq8FZcaM+tJ4VTMYZCOLa65YbBYfP3esMRIjIGq1nUvCgAKvl89MC&#10;C+3v/EG3KjYiQTgUqMDE2BVShtqQwzD2HXHyLr53GJPsG6l7vCe4szLPsql02HJaMNjRu6H6Wn05&#10;Bduqs/mhNJtwOu7PZ1t+7+i0VWr0MqznICIN8T/81y61grdZDr9n0hG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UUdN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OcksQA&#10;AADcAAAADwAAAGRycy9kb3ducmV2LnhtbESPzWrDMBCE74W+g9hCb43UFNLUiWxKSCDQU/4OvS3S&#10;xnZirYylxM7bR4VAj8PMfMPMi8E14kpdqD1reB8pEMTG25pLDfvd6m0KIkRki41n0nCjAEX+/DTH&#10;zPqeN3TdxlIkCIcMNVQxtpmUwVTkMIx8S5y8o+8cxiS7UtoO+wR3jRwrNZEOa04LFba0qMictxen&#10;4bSSP94oNIf9oV/bz9/lhBql9evL8D0DEWmI/+FHe201fE0/4O9MOgI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TnJL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AQ8MYA&#10;AADcAAAADwAAAGRycy9kb3ducmV2LnhtbESPT2sCMRTE70K/Q3iF3jRbW2S7mhVbKIjFQ7WIx+fm&#10;7R9287IkUbffvhGEHoeZ+Q2zWA6mExdyvrGs4HmSgCAurG64UvCz/xynIHxA1thZJgW/5GGZP4wW&#10;mGl75W+67EIlIoR9hgrqEPpMSl/UZNBPbE8cvdI6gyFKV0nt8BrhppPTJJlJgw3HhRp7+qipaHdn&#10;o+B4/uJy+7JZufdwsMPet9NT2ir19Dis5iACDeE/fG+vtYK39BVu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AQ8MYAAADc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q3MYA&#10;AADcAAAADwAAAGRycy9kb3ducmV2LnhtbESPT2sCMRTE70K/Q3iF3jRbqWVdjVILBS+C/w56e26e&#10;u4ubl22S6uqnbwTB4zAzv2HG09bU4kzOV5YVvPcSEMS51RUXCrabn24KwgdkjbVlUnAlD9PJS2eM&#10;mbYXXtF5HQoRIewzVFCG0GRS+rwkg75nG+LoHa0zGKJ0hdQOLxFuatlPkk9psOK4UGJD3yXlp/Wf&#10;UTAbprPf5QcvbqvDnva7w2nQd4lSb6/t1whEoDY8w4/2XCsYpgO4n4lHQE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eq3MYAAADcAAAADwAAAAAAAAAAAAAAAACYAgAAZHJz&#10;L2Rvd25yZXYueG1sUEsFBgAAAAAEAAQA9QAAAIsDAAAAAA==&#10;" fillcolor="black" stroked="f"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05isQA&#10;AADcAAAADwAAAGRycy9kb3ducmV2LnhtbESPQWsCMRSE74X+h/AKvdVsWxC7GmURSsXTalu8PjfP&#10;zeLmZUliXP99Uyj0OMzMN8xiNdpeJPKhc6zgeVKAIG6c7rhV8PX5/jQDESKyxt4xKbhRgNXy/m6B&#10;pXZX3lHax1ZkCIcSFZgYh1LK0BiyGCZuIM7eyXmLMUvfSu3xmuG2ly9FMZUWO84LBgdaG2rO+4tV&#10;kI7runpNh2R2W1+13tUf38daqceHsZqDiDTG//Bfe6MVvM2m8HsmHw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tOYr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bk8YA&#10;AADcAAAADwAAAGRycy9kb3ducmV2LnhtbESPT2vCQBTE70K/w/IK3nRjD/5JXaVIFfWipoX2+Mi+&#10;ZkOzb0N2jdFP3y0IHoeZ+Q0zX3a2Ei01vnSsYDRMQBDnTpdcKPj8WA+mIHxA1lg5JgVX8rBcPPXm&#10;mGp34RO1WShEhLBPUYEJoU6l9Lkhi37oauLo/bjGYoiyKaRu8BLhtpIvSTKWFkuOCwZrWhnKf7Oz&#10;VeBHq/evvb3N2u+N4UO2M+NjYZTqP3dvryACdeERvre3WsFsOoH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Mbk8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30048" w:rsidRPr="004573CE" w:rsidRDefault="00C30048" w:rsidP="00C3004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  <w:lang w:eastAsia="uk-UA"/>
        </w:rPr>
      </w:pP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C30048" w:rsidRPr="0059239A" w:rsidRDefault="00C30048" w:rsidP="00C3004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0048" w:rsidRDefault="00C30048" w:rsidP="00C30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3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30048" w:rsidRDefault="00C30048" w:rsidP="00C30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30048" w:rsidRPr="0059239A" w:rsidRDefault="00C30048" w:rsidP="00C30048">
      <w:pPr>
        <w:spacing w:after="0" w:line="240" w:lineRule="auto"/>
        <w:jc w:val="center"/>
        <w:rPr>
          <w:rFonts w:ascii="Times New Roman" w:hAnsi="Times New Roman"/>
          <w:b/>
        </w:rPr>
      </w:pPr>
      <w:r w:rsidRPr="0059239A">
        <w:rPr>
          <w:rFonts w:ascii="Times New Roman" w:hAnsi="Times New Roman"/>
          <w:b/>
        </w:rPr>
        <w:t>РІШЕННЯ</w:t>
      </w:r>
    </w:p>
    <w:p w:rsidR="00C30048" w:rsidRDefault="00C30048" w:rsidP="00C3004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ХХХ</w:t>
      </w:r>
      <w:r>
        <w:rPr>
          <w:rFonts w:ascii="Times New Roman" w:hAnsi="Times New Roman"/>
          <w:lang w:val="en-US"/>
        </w:rPr>
        <w:t>XI</w:t>
      </w:r>
      <w:r w:rsidRPr="00D67D78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сесії сільської ради  </w:t>
      </w:r>
      <w:r w:rsidRPr="0059239A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скликання                                                                                        </w:t>
      </w:r>
      <w:r w:rsidRPr="004573CE">
        <w:rPr>
          <w:rFonts w:ascii="Times New Roman" w:hAnsi="Times New Roman"/>
          <w:sz w:val="24"/>
        </w:rPr>
        <w:t xml:space="preserve">Крупець       </w:t>
      </w:r>
    </w:p>
    <w:p w:rsidR="00C30048" w:rsidRPr="004573CE" w:rsidRDefault="00C30048" w:rsidP="00C30048">
      <w:pPr>
        <w:spacing w:after="0" w:line="240" w:lineRule="auto"/>
        <w:jc w:val="center"/>
        <w:rPr>
          <w:rFonts w:ascii="Times New Roman" w:hAnsi="Times New Roman"/>
        </w:rPr>
      </w:pPr>
      <w:r w:rsidRPr="004573CE">
        <w:rPr>
          <w:rFonts w:ascii="Times New Roman" w:hAnsi="Times New Roman"/>
          <w:sz w:val="24"/>
        </w:rPr>
        <w:t xml:space="preserve">                                                        </w:t>
      </w:r>
    </w:p>
    <w:p w:rsidR="00C30048" w:rsidRPr="004573CE" w:rsidRDefault="00C30048" w:rsidP="00C3004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23.09.2020р                                                                                                                            №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Цимбалюку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С.Ф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30048" w:rsidRPr="0059239A" w:rsidRDefault="00C30048" w:rsidP="00C30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30048" w:rsidRDefault="00C30048" w:rsidP="00C30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Цимбалюка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С.Ф.,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 </w:t>
      </w:r>
      <w:proofErr w:type="spellStart"/>
      <w:r>
        <w:rPr>
          <w:rFonts w:ascii="Times New Roman" w:hAnsi="Times New Roman"/>
          <w:sz w:val="24"/>
        </w:rPr>
        <w:t>Цимбалюку</w:t>
      </w:r>
      <w:proofErr w:type="spellEnd"/>
      <w:r>
        <w:rPr>
          <w:rFonts w:ascii="Times New Roman" w:hAnsi="Times New Roman"/>
          <w:sz w:val="24"/>
        </w:rPr>
        <w:t xml:space="preserve"> Сергію Федоровичу, який зареєстрований</w:t>
      </w:r>
      <w:r w:rsidRPr="0059239A">
        <w:rPr>
          <w:rFonts w:ascii="Times New Roman" w:hAnsi="Times New Roman"/>
          <w:sz w:val="24"/>
        </w:rPr>
        <w:t xml:space="preserve"> за адр</w:t>
      </w:r>
      <w:r>
        <w:rPr>
          <w:rFonts w:ascii="Times New Roman" w:hAnsi="Times New Roman"/>
          <w:sz w:val="24"/>
        </w:rPr>
        <w:t xml:space="preserve">есою: </w:t>
      </w:r>
      <w:r w:rsidR="00CB0002">
        <w:rPr>
          <w:rFonts w:ascii="Times New Roman" w:hAnsi="Times New Roman"/>
          <w:sz w:val="24"/>
        </w:rPr>
        <w:t>_________________</w:t>
      </w:r>
      <w:r>
        <w:rPr>
          <w:rFonts w:ascii="Times New Roman" w:hAnsi="Times New Roman"/>
          <w:sz w:val="24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CB0002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0,1441 га, кадастровий номер: 6823982100:01:011:0020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особистого селянського господарства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Цимбалюку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С.Ф.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30048" w:rsidRPr="0059239A" w:rsidRDefault="00C30048" w:rsidP="00C30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30048" w:rsidRDefault="00C30048" w:rsidP="00C300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C30048" w:rsidRDefault="00C30048" w:rsidP="00C300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C30048" w:rsidRDefault="00C30048" w:rsidP="00C300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В.А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Михалюк</w:t>
      </w:r>
      <w:proofErr w:type="spellEnd"/>
    </w:p>
    <w:p w:rsidR="00FC65F3" w:rsidRDefault="00FC65F3"/>
    <w:sectPr w:rsidR="00FC65F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48"/>
    <w:rsid w:val="00171A2E"/>
    <w:rsid w:val="00304C90"/>
    <w:rsid w:val="00505B6D"/>
    <w:rsid w:val="006D3977"/>
    <w:rsid w:val="007D6C18"/>
    <w:rsid w:val="00C30048"/>
    <w:rsid w:val="00CB0002"/>
    <w:rsid w:val="00D1641A"/>
    <w:rsid w:val="00FC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4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4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282</Words>
  <Characters>1610</Characters>
  <Application>Microsoft Office Word</Application>
  <DocSecurity>0</DocSecurity>
  <Lines>13</Lines>
  <Paragraphs>3</Paragraphs>
  <ScaleCrop>false</ScaleCrop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2020-09-17T15:27:00Z</dcterms:created>
  <dcterms:modified xsi:type="dcterms:W3CDTF">2020-09-17T15:53:00Z</dcterms:modified>
</cp:coreProperties>
</file>