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762" w:rsidRDefault="00186762" w:rsidP="00186762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186762" w:rsidRPr="00B513E2" w:rsidRDefault="00186762" w:rsidP="00186762">
      <w:pPr>
        <w:rPr>
          <w:rFonts w:ascii="Times New Roman" w:hAnsi="Times New Roman" w:cs="Times New Roman"/>
          <w:color w:val="FF0000"/>
        </w:rPr>
      </w:pPr>
    </w:p>
    <w:p w:rsidR="00186762" w:rsidRPr="00B513E2" w:rsidRDefault="00186762" w:rsidP="00186762">
      <w:pPr>
        <w:rPr>
          <w:rFonts w:ascii="Times New Roman" w:hAnsi="Times New Roman" w:cs="Times New Roman"/>
          <w:color w:val="FF0000"/>
        </w:rPr>
      </w:pPr>
      <w:r w:rsidRPr="00B513E2">
        <w:rPr>
          <w:noProof/>
          <w:color w:val="FF0000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BEE2B8B" wp14:editId="7B096D40">
                <wp:simplePos x="0" y="0"/>
                <wp:positionH relativeFrom="margin">
                  <wp:posOffset>2830830</wp:posOffset>
                </wp:positionH>
                <wp:positionV relativeFrom="paragraph">
                  <wp:posOffset>276225</wp:posOffset>
                </wp:positionV>
                <wp:extent cx="410210" cy="635635"/>
                <wp:effectExtent l="0" t="0" r="8890" b="0"/>
                <wp:wrapNone/>
                <wp:docPr id="15387" name="Группа 153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38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762" w:rsidRDefault="00186762" w:rsidP="001867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8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6762" w:rsidRDefault="00186762" w:rsidP="001867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9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762" w:rsidRDefault="00186762" w:rsidP="001867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9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6762" w:rsidRDefault="00186762" w:rsidP="001867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9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762" w:rsidRDefault="00186762" w:rsidP="001867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9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6762" w:rsidRDefault="00186762" w:rsidP="001867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9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762" w:rsidRDefault="00186762" w:rsidP="001867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9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6762" w:rsidRDefault="00186762" w:rsidP="001867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9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762" w:rsidRDefault="00186762" w:rsidP="001867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9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6762" w:rsidRDefault="00186762" w:rsidP="001867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9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762" w:rsidRDefault="00186762" w:rsidP="001867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9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6762" w:rsidRDefault="00186762" w:rsidP="001867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762" w:rsidRDefault="00186762" w:rsidP="001867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6762" w:rsidRDefault="00186762" w:rsidP="001867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762" w:rsidRDefault="00186762" w:rsidP="001867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6762" w:rsidRDefault="00186762" w:rsidP="001867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762" w:rsidRDefault="00186762" w:rsidP="001867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6762" w:rsidRDefault="00186762" w:rsidP="001867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762" w:rsidRDefault="00186762" w:rsidP="001867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6762" w:rsidRDefault="00186762" w:rsidP="001867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762" w:rsidRDefault="00186762" w:rsidP="001867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762" w:rsidRDefault="00186762" w:rsidP="001867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1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762" w:rsidRDefault="00186762" w:rsidP="001867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1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762" w:rsidRDefault="00186762" w:rsidP="001867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1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762" w:rsidRDefault="00186762" w:rsidP="001867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1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762" w:rsidRDefault="00186762" w:rsidP="001867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1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762" w:rsidRDefault="00186762" w:rsidP="001867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1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762" w:rsidRDefault="00186762" w:rsidP="001867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1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762" w:rsidRDefault="00186762" w:rsidP="001867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1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6762" w:rsidRDefault="00186762" w:rsidP="001867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387" o:spid="_x0000_s1026" style="position:absolute;margin-left:222.9pt;margin-top:21.75pt;width:32.3pt;height:50.05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eFB8UA&#10;AADeAAAADwAAAGRycy9kb3ducmV2LnhtbESPT2vCQBDF7wW/wzKCt7rR0Bqiq4hU8SAU/92H7JgE&#10;s7Mhu9X47TuHQm8zvDfv/Wax6l2jHtSF2rOByTgBRVx4W3Np4HLevmegQkS22HgmAy8KsFoO3haY&#10;W//kIz1OsVQSwiFHA1WMba51KCpyGMa+JRbt5juHUdau1LbDp4S7Rk+T5FM7rFkaKmxpU1FxP/04&#10;Az7d7Q/XcnpMv3gWef2d3a79wZjRsF/PQUXq47/573pvBf8jzYRX3pEZ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J4UH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86762" w:rsidRDefault="00186762" w:rsidP="001867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+SP8cA&#10;AADeAAAADwAAAGRycy9kb3ducmV2LnhtbERPS0sDMRC+C/6HMIKX0mar2Me2aZHCqvUg9AG9Dptx&#10;s3YzWZLYrv31Rih4m4/vOfNlZxtxIh9qxwqGgwwEcel0zZWC/a7oT0CEiKyxcUwKfijAcnF7M8dc&#10;uzNv6LSNlUghHHJUYGJscylDachiGLiWOHGfzluMCfpKao/nFG4b+ZBlI2mx5tRgsKWVofK4/bYK&#10;vooPc1iNLy++N93QpVe8vzbrkVL3d93zDESkLv6Lr+43neY/PU6m8PdOukE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6vkj/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86762" w:rsidRDefault="00186762" w:rsidP="001867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8JfsYA&#10;AADeAAAADwAAAGRycy9kb3ducmV2LnhtbESPzWrDQAyE74W8w6JALyVep6GlcbIJoTSl5BLy8wDC&#10;K3tNvFrj3cbu21eHQm8SmplPs96OvlV36mMT2MA8y0ERl8E2XBu4XvazN1AxIVtsA5OBH4qw3Uwe&#10;1ljYMPCJ7udUKwnhWKABl1JXaB1LRx5jFjpiuVWh95hk7Wttexwk3Lf6Oc9ftceGheCwo3dH5e38&#10;7QVyXODxUA2X/eeIA34cHD/tTsY8TsfdClSiMf2L/9xfVt5/WSylgNSRGf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8Jf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86762" w:rsidRDefault="00186762" w:rsidP="001867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e538UA&#10;AADeAAAADwAAAGRycy9kb3ducmV2LnhtbERPTUsDMRC9C/6HMII3m221ta5NS6kKIniwFkpvw2a6&#10;u3QzCcnYXf+9EQRv83ifs1gNrlNniqn1bGA8KkARV962XBvYfb7czEElQbbYeSYD35Rgtby8WGBp&#10;fc8fdN5KrXIIpxINNCKh1DpVDTlMIx+IM3f00aFkGGttI/Y53HV6UhQz7bDl3NBgoE1D1Wn75Qy8&#10;98/h7X42PYZDvJvo9GRlvxFjrq+G9SMooUH+xX/uV5vnT28fxvD7Tr5B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l7nf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86762" w:rsidRDefault="00186762" w:rsidP="001867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EyksUA&#10;AADeAAAADwAAAGRycy9kb3ducmV2LnhtbESP0YrCMBBF34X9hzAL+yJruoqi1Sgiq4gvRd0PGJqx&#10;KdtMShNt/XsjCL7NcO/cc2ex6mwlbtT40rGCn0ECgjh3uuRCwd95+z0F4QOyxsoxKbiTh9Xyo7fA&#10;VLuWj3Q7hULEEPYpKjAh1KmUPjdk0Q9cTRy1i2sshrg2hdQNtjHcVnKYJBNpseRIMFjTxlD+f7ra&#10;CMlGmB0u7Xm767DF34Ph/vqo1Ndnt56DCNSFt/l1vdex/ng0G8LznTiD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wTKS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86762" w:rsidRDefault="00186762" w:rsidP="001867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mCM8UA&#10;AADeAAAADwAAAGRycy9kb3ducmV2LnhtbERPTUsDMRC9C/0PYQRvNmtra12bFqkKIniwFkpvw2a6&#10;u3QzCcnYXf+9EQRv83ifs1wPrlNniqn1bOBmXIAirrxtuTaw+3y5XoBKgmyx80wGvinBejW6WGJp&#10;fc8fdN5KrXIIpxINNCKh1DpVDTlMYx+IM3f00aFkGGttI/Y53HV6UhRz7bDl3NBgoE1D1Wn75Qy8&#10;98/h7W4+O4ZDvJ3o9GRlvxFjri6HxwdQQoP8i//crzbPn03vp/D7Tr5B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CYIz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86762" w:rsidRDefault="00186762" w:rsidP="001867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UHrsYA&#10;AADeAAAADwAAAGRycy9kb3ducmV2LnhtbERP22oCMRB9F/yHMEJfpGbrpdTVKFoIFiyU2kJfh824&#10;u3QzWZLU3f69KQh9m8O5znrb20ZcyIfasYKHSQaCuHCm5lLB54e+fwIRIrLBxjEp+KUA281wsMbc&#10;uI7f6XKKpUghHHJUUMXY5lKGoiKLYeJa4sSdnbcYE/SlNB67FG4bOc2yR2mx5tRQYUvPFRXfpx+r&#10;YP/WlTM/Lva9O54PXwutjX7VSt2N+t0KRKQ+/otv7heT5i9myzn8vZNu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+UHrs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86762" w:rsidRDefault="00186762" w:rsidP="001867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noysMA&#10;AADeAAAADwAAAGRycy9kb3ducmV2LnhtbERP3WrCMBS+H/gO4Qi7m6nOiuuMIo7CkN348wCH5qzp&#10;bE5KEmv39osg7O58fL9ntRlsK3ryoXGsYDrJQBBXTjdcKzifypcliBCRNbaOScEvBdisR08rLLS7&#10;8YH6Y6xFCuFQoAITY1dIGSpDFsPEdcSJ+3beYkzQ11J7vKVw28pZli2kxYZTg8GOdoaqy/FqFZT7&#10;2Vd/uWpfuu0wt5Sbn+WHUep5PGzfQUQa4r/44f7UaX7++pbD/Z10g1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Jnoy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86762" w:rsidRDefault="00186762" w:rsidP="001867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s8QsUA&#10;AADeAAAADwAAAGRycy9kb3ducmV2LnhtbERP32vCMBB+F/Y/hBvsZcxURdk6o6gQJiiIbrDXoznb&#10;suZSksx2/70RBr7dx/fz5sveNuJCPtSOFYyGGQjiwpmaSwVfn/rlFUSIyAYbx6TgjwIsFw+DOebG&#10;dXykyymWIoVwyFFBFWObSxmKiiyGoWuJE3d23mJM0JfSeOxSuG3kOMtm0mLNqaHCljYVFT+nX6tg&#10;fejKiX8u1r3bnT++p1obvddKPT32q3cQkfp4F/+7tybNn07eZnB7J90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ezxC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86762" w:rsidRDefault="00186762" w:rsidP="001867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fTJsMA&#10;AADeAAAADwAAAGRycy9kb3ducmV2LnhtbERPzWoCMRC+F/oOYQq9aVatVbdGEctCES9VH2DYTDer&#10;m8mSxHX79o0g9DYf3+8s171tREc+1I4VjIYZCOLS6ZorBadjMZiDCBFZY+OYFPxSgPXq+WmJuXY3&#10;/qbuECuRQjjkqMDE2OZShtKQxTB0LXHifpy3GBP0ldQebyncNnKcZe/SYs2pwWBLW0Pl5XC1Cord&#10;eN9drtoXbtO/WZqa8/zTKPX60m8+QETq47/44f7Saf50spjB/Z10g1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fTJ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86762" w:rsidRDefault="00186762" w:rsidP="001867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bZvMQA&#10;AADeAAAADwAAAGRycy9kb3ducmV2LnhtbESPwW7CQAxE75X4h5Ur9dZsKASVlAVVlajgSOgHWFmT&#10;RGS9Ibsl4e/xAYmbrRnPPK82o2vVlfrQeDYwTVJQxKW3DVcG/o7b909QISJbbD2TgRsF2KwnLyvM&#10;rR/4QNciVkpCOORooI6xy7UOZU0OQ+I7YtFOvncYZe0rbXscJNy1+iNNF9phw9JQY0c/NZXn4t8Z&#10;mN+G30uRndOtdTTdz7o9xzIz5u11/P4CFWmMT/PjemcFP5sthVfekRn0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W2bz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86762" w:rsidRDefault="00186762" w:rsidP="001867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hqiMIA&#10;AADeAAAADwAAAGRycy9kb3ducmV2LnhtbERPS4vCMBC+L/gfwgh701RF2VajiOIintz6OA/N2Bab&#10;SWmi1n9vBGFv8/E9Z7ZoTSXu1LjSsoJBPwJBnFldcq7geNj0fkA4j6yxskwKnuRgMe98zTDR9sF/&#10;dE99LkIIuwQVFN7XiZQuK8ig69uaOHAX2xj0ATa51A0+Qrip5DCKJtJgyaGhwJpWBWXX9GYU3Cbn&#10;4ZEvO71P18/feL1ZOnnKlfrutsspCE+t/xd/3Fsd5o9HcQzvd8IN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GGqI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86762" w:rsidRDefault="00186762" w:rsidP="001867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0r6skA&#10;AADeAAAADwAAAGRycy9kb3ducmV2LnhtbESPT0/CQBDF7yZ8h82QeJMtig0UFqImJupBwr8Dt6E7&#10;tMXubO2uUL+9czDhNpN58977zRadq9WZ2lB5NjAcJKCIc28rLgxsN693Y1AhIlusPZOBXwqwmPdu&#10;ZphZf+EVndexUGLCIUMDZYxNpnXIS3IYBr4hltvRtw6jrG2hbYsXMXe1vk+SVDusWBJKbOilpPxr&#10;/eMM7JbjdLJ8fh+dPj4P+ODs995WqTG3/e5pCipSF6/i/+83K/UfR4kACI7MoOd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+0r6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86762" w:rsidRDefault="00186762" w:rsidP="001867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gZ5cIA&#10;AADeAAAADwAAAGRycy9kb3ducmV2LnhtbERPS4vCMBC+L/gfwgje1tQnUo3irqiLJ1/gdWjGtthM&#10;ShO1+uvNguBtPr7nTGa1KcSNKpdbVtBpRyCIE6tzThUcD8vvEQjnkTUWlknBgxzMpo2vCcba3nlH&#10;t71PRQhhF6OCzPsyltIlGRl0bVsSB+5sK4M+wCqVusJ7CDeF7EbRUBrMOTRkWNJvRsllfzUKnsMT&#10;bt26+7PoaU+P/mhlN9uVUq1mPR+D8FT7j/jt/tNh/qAfdeD/nXCDn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WBnlwgAAAN4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86762" w:rsidRDefault="00186762" w:rsidP="001867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PuPMMA&#10;AADeAAAADwAAAGRycy9kb3ducmV2LnhtbERPzWrCQBC+C77DMgVvummIpaZZRUTBW2vqAwzZ6SYk&#10;Oxuzq8Y+fbdQ6G0+vt8pNqPtxI0G3zhW8LxIQBBXTjdsFJw/D/NXED4ga+wck4IHedisp5MCc+3u&#10;fKJbGYyIIexzVFCH0OdS+qomi37heuLIfbnBYohwMFIPeI/htpNpkrxIiw3Hhhp72tVUteXVKri4&#10;dKnHco/v7X710RiTXb5PmVKzp3H7BiLQGP7Ff+6jjvOXWZLC7zvxBr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PuP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86762" w:rsidRDefault="00186762" w:rsidP="001867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MtTMIA&#10;AADeAAAADwAAAGRycy9kb3ducmV2LnhtbERPyW7CMBC9V+IfrEHqrTjsEDCIVkLiCvTQ42APSdp4&#10;HGIXAl+PkZC4zdNbZ75sbCnOVPvCsYJuJwFBrJ0pOFPwvV9/TED4gGywdEwKruRhuWi9zTE17sJb&#10;Ou9CJmII+xQV5CFUqZRe52TRd1xFHLmjqy2GCOtMmhovMdyWspckI2mx4NiQY0VfOem/3b9VsCkO&#10;NBzp49ROPvX253YK/fGvUeq93axmIAI14SV+ujcmzh8Okj483ok3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Qy1M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86762" w:rsidRDefault="00186762" w:rsidP="001867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tM78YA&#10;AADeAAAADwAAAGRycy9kb3ducmV2LnhtbERPXWsCMRB8L/Q/hBX6VhPFlnoapRYKFqvgB/q6XNbL&#10;0cvmuMTz/PemUOjb7M7OzM503rlKtNSE0rOGQV+BIM69KbnQcNh/Pr+BCBHZYOWZNNwowHz2+DDF&#10;zPgrb6ndxUIkEw4ZarAx1pmUIbfkMPR9TZy4s28cxjQ2hTQNXpO5q+RQqVfpsOSUYLGmD0v5z+7i&#10;NLS4uamTXazHX+V3PtwsjiuT9vqp171PQETq4v/xn3pp0vsvIzWC3zoJg5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4tM7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86762" w:rsidRDefault="00186762" w:rsidP="001867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o27sMA&#10;AADeAAAADwAAAGRycy9kb3ducmV2LnhtbERPTUvDQBC9C/0PyxS82U2DFYndllKoeNToweOYnWZT&#10;szNhd9tEf70rCN7m8T5nvZ18ry4UYidsYLkoQBE3YjtuDby9Hm7uQcWEbLEXJgNfFGG7mV2tsbIy&#10;8gtd6tSqHMKxQgMupaHSOjaOPMaFDMSZO0rwmDIMrbYBxxzue10WxZ322HFucDjQ3lHzWZ+9gfGx&#10;+TiVx3frvsMgh/pZTmUvxlzPp90DqERT+hf/uZ9snr+6LVb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o27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86762" w:rsidRDefault="00186762" w:rsidP="001867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C4jsUA&#10;AADeAAAADwAAAGRycy9kb3ducmV2LnhtbERP22oCMRB9F/oPYQq+uVnFWlmN4hVKaRFv7+Nm3N02&#10;mSybVLd/3xQKfZvDuc503lojbtT4yrGCfpKCIM6drrhQcDpue2MQPiBrNI5JwTd5mM8eOlPMtLvz&#10;nm6HUIgYwj5DBWUIdSalz0uy6BNXE0fu6hqLIcKmkLrBewy3Rg7SdCQtVhwbSqxpVVL+efiyCra7&#10;tfkYvO8XZxlWm+eLGb8u129KdR/bxQREoDb8i//cLzrOfxqmI/h9J94gZ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4LiO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86762" w:rsidRDefault="00186762" w:rsidP="001867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rAgcYA&#10;AADeAAAADwAAAGRycy9kb3ducmV2LnhtbERP22rCQBB9F/oPyxT6IrppvVRiVimFooKFNhV8nWTH&#10;JJidDdk1pn/fFYS+zeFcJ1n3phYdta6yrOB5HIEgzq2uuFBw+PkYLUA4j6yxtkwKfsnBevUwSDDW&#10;9srf1KW+ECGEXYwKSu+bWEqXl2TQjW1DHLiTbQ36ANtC6havIdzU8iWK5tJgxaGhxIbeS8rP6cUo&#10;6L72WbHtXLM7L4ZuNsk2m099VOrpsX9bgvDU+3/x3b3VYf5sGr3C7Z1wg1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rAg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86762" w:rsidRDefault="00186762" w:rsidP="001867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kq7sgA&#10;AADeAAAADwAAAGRycy9kb3ducmV2LnhtbESPQU8CMRCF7yb+h2ZMvEkrAQMLhYCJiRcTQQ5wG7bj&#10;7obtdGkrrP5652DibSbvzXvfzJe9b9WFYmoCW3gcGFDEZXANVxZ2Hy8PE1ApIztsA5OFb0qwXNze&#10;zLFw4cobumxzpSSEU4EW6py7QutU1uQxDUJHLNpniB6zrLHSLuJVwn2rh8Y8aY8NS0ONHT3XVJ62&#10;X97CejpZn99H/PazOR7osD+exsNorL2/61czUJn6/G/+u351gj8eGeGVd2QGv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hqSruyAAAAN4AAAAPAAAAAAAAAAAAAAAAAJgCAABk&#10;cnMvZG93bnJldi54bWxQSwUGAAAAAAQABAD1AAAAjQMAAAAA&#10;" fillcolor="black" stroked="f">
                  <v:textbox>
                    <w:txbxContent>
                      <w:p w:rsidR="00186762" w:rsidRDefault="00186762" w:rsidP="001867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aBdcYA&#10;AADeAAAADwAAAGRycy9kb3ducmV2LnhtbERPS2sCMRC+F/ofwhS81ayioluj1NqCUHvwcfA43Yy7&#10;YTeTZRN19dcbodDbfHzPmc5bW4kzNd44VtDrJiCIM6cN5wr2u6/XMQgfkDVWjknBlTzMZ89PU0y1&#10;u/CGztuQixjCPkUFRQh1KqXPCrLou64mjtzRNRZDhE0udYOXGG4r2U+SkbRoODYUWNNHQVm5PVkF&#10;h++RGW8M9X/Xt8WnXg/Lxc+yVKrz0r6/gQjUhn/xn3ul4/zhIJnA4514g5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aBd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86762" w:rsidRDefault="00186762" w:rsidP="001867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fTB8cA&#10;AADeAAAADwAAAGRycy9kb3ducmV2LnhtbESPT0/DMAzF70h8h8hI3Fg6BGgqy6ZpCMGFA/sjrlbj&#10;NV0bp0uyrdunxwckbrb8/N77TeeD79SJYmoCGxiPClDEVbAN1wY26/eHCaiUkS12gcnAhRLMZ7c3&#10;UyxtOPM3nVa5VmLCqUQDLue+1DpVjjymUeiJ5bYL0WOWNdbaRjyLue/0Y1G8aI8NS4LDnpaOqnZ1&#10;9Abi4uetvfJx2xbXr0v62A+HCTpj7u+GxSuoTEP+F/99f1qp//w0FgDBkRn07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WX0wf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86762" w:rsidRDefault="00186762" w:rsidP="001867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rA18UA&#10;AADeAAAADwAAAGRycy9kb3ducmV2LnhtbERP22rCQBB9L/gPywh9KbqJtFVTV5FCoVARtH7AmB2T&#10;0N3ZkB019uu7hULf5nCus1j13qkLdbEJbCAfZ6CIy2AbrgwcPt9GM1BRkC26wGTgRhFWy8HdAgsb&#10;rryjy14qlUI4FmigFmkLrWNZk8c4Di1x4k6h8ygJdpW2HV5TuHd6kmXP2mPDqaHGll5rKr/2Z2/A&#10;TY5u/jGNG7kd9Cb79rJ72Fpj7of9+gWUUC//4j/3u03znx7zHH7fSTf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qsDX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86762" w:rsidRDefault="00186762" w:rsidP="001867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gf+sUA&#10;AADeAAAADwAAAGRycy9kb3ducmV2LnhtbERPTWsCMRC9F/ofwhR6q1mXtpTVKG1F2EsPbhWv42bc&#10;LCaTZZPq6q83gtDbPN7nTOeDs+JIfWg9KxiPMhDEtdctNwrWv8uXDxAhImu0nknBmQLMZ48PUyy0&#10;P/GKjlVsRArhUKACE2NXSBlqQw7DyHfEidv73mFMsG+k7vGUwp2VeZa9S4ctpwaDHX0bqg/Vn1Ow&#10;qDqbr0vzFbabn93OlpclbRdKPT8NnxMQkYb4L767S53mv72Oc7i9k26Q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qB/6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86762" w:rsidRDefault="00186762" w:rsidP="001867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EIV8MA&#10;AADeAAAADwAAAGRycy9kb3ducmV2LnhtbERPS2sCMRC+F/wPYQRvNfFRW1ajiCgIPdXHobchme6u&#10;bibLJrrrv28KBW/z8T1nsepcJe7UhNKzhtFQgSA23pacazgdd68fIEJEtlh5Jg0PCrBa9l4WmFnf&#10;8hfdDzEXKYRDhhqKGOtMymAKchiGviZO3I9vHMYEm1zaBtsU7io5VmomHZacGgqsaVOQuR5uTsNl&#10;Jz+9UWjOp3O7t+/f2xlVSutBv1vPQUTq4lP8797bNP9tOprA3zvpBr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EIV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86762" w:rsidRDefault="00186762" w:rsidP="001867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BjRMUA&#10;AADeAAAADwAAAGRycy9kb3ducmV2LnhtbERPTWvCQBC9C/0Pywi91Y2pLRJdJS0USqWHRhGPY3ZM&#10;QrKzYXfV9N93hYK3ebzPWa4H04kLOd9YVjCdJCCIS6sbrhTsth9PcxA+IGvsLJOCX/KwXj2Mlphp&#10;e+UfuhShEjGEfYYK6hD6TEpf1mTQT2xPHLmTdQZDhK6S2uE1hptOpknyKg02HBtq7Om9prItzkbB&#10;4bzh0/fzV+7ewt4OW9+mx3mr1ON4yBcgAg3hLv53f+o4/2U2ncHtnXiD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4GNE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86762" w:rsidRDefault="00186762" w:rsidP="001867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ETrcUA&#10;AADeAAAADwAAAGRycy9kb3ducmV2LnhtbERPS2sCMRC+C/6HMEJvmlXcoqtRtFDopeDroLdxM+4u&#10;biZrkuq2v74RCr3Nx/ec+bI1tbiT85VlBcNBAoI4t7riQsFh/96fgPABWWNtmRR8k4flotuZY6bt&#10;g7d034VCxBD2GSooQ2gyKX1ekkE/sA1x5C7WGQwRukJqh48Ybmo5SpJXabDi2FBiQ28l5dfdl1Gw&#10;nk7Wt82YP3+25xOdjudrOnKJUi+9djUDEagN/+I/94eO89PxMIXnO/EG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cROtxQAAAN4AAAAPAAAAAAAAAAAAAAAAAJgCAABkcnMv&#10;ZG93bnJldi54bWxQSwUGAAAAAAQABAD1AAAAigMAAAAA&#10;" fillcolor="black" stroked="f">
                  <v:textbox>
                    <w:txbxContent>
                      <w:p w:rsidR="00186762" w:rsidRDefault="00186762" w:rsidP="001867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WGcMQA&#10;AADeAAAADwAAAGRycy9kb3ducmV2LnhtbERPS0sDMRC+C/6HMII3m23VItumZSkUxdP2Ib1ON+Nm&#10;cTNZkpiu/94IQm/z8T1nuR5tLxL50DlWMJ0UIIgbpztuFRwP24cXECEia+wdk4IfCrBe3d4ssdTu&#10;wjtK+9iKHMKhRAUmxqGUMjSGLIaJG4gz9+m8xZihb6X2eMnhtpezophLix3nBoMDbQw1X/tvqyCd&#10;N3X1mE7J7N591XpXv36ca6Xu78ZqASLSGK/if/ebzvOfn6Zz+Hsn3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VhnD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86762" w:rsidRDefault="00186762" w:rsidP="001867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Vn4sYA&#10;AADeAAAADwAAAGRycy9kb3ducmV2LnhtbERPTWvCQBC9F/wPywje6iZi1aauImKL9WIbC+1xyE6z&#10;wexsyG5j2l/vFgq9zeN9znLd21p01PrKsYJ0nIAgLpyuuFTwdnq8XYDwAVlj7ZgUfJOH9Wpws8RM&#10;uwu/UpeHUsQQ9hkqMCE0mZS+MGTRj11DHLlP11oMEbal1C1eYrit5SRJZtJixbHBYENbQ8U5/7IK&#10;fLrdvR/sz3338WT4mD+b2UtplBoN+80DiEB9+Bf/ufc6zr+bpnP4fSfe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Vn4s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86762" w:rsidRDefault="00186762" w:rsidP="001867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86762" w:rsidRPr="00B513E2" w:rsidRDefault="00186762" w:rsidP="00186762">
      <w:pPr>
        <w:rPr>
          <w:rFonts w:ascii="Times New Roman" w:hAnsi="Times New Roman" w:cs="Times New Roman"/>
          <w:color w:val="FF0000"/>
        </w:rPr>
      </w:pPr>
    </w:p>
    <w:p w:rsidR="00186762" w:rsidRPr="00B513E2" w:rsidRDefault="00186762" w:rsidP="00186762">
      <w:pPr>
        <w:rPr>
          <w:rFonts w:ascii="Times New Roman" w:hAnsi="Times New Roman" w:cs="Times New Roman"/>
          <w:color w:val="FF0000"/>
        </w:rPr>
      </w:pPr>
    </w:p>
    <w:p w:rsidR="00186762" w:rsidRPr="00B513E2" w:rsidRDefault="00186762" w:rsidP="00186762">
      <w:pPr>
        <w:rPr>
          <w:rFonts w:ascii="Times New Roman" w:hAnsi="Times New Roman" w:cs="Times New Roman"/>
          <w:color w:val="FF0000"/>
        </w:rPr>
      </w:pPr>
    </w:p>
    <w:p w:rsidR="00186762" w:rsidRPr="00A34B9C" w:rsidRDefault="00186762" w:rsidP="0018676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8"/>
          <w:szCs w:val="28"/>
          <w:lang w:eastAsia="en-US"/>
        </w:rPr>
      </w:pPr>
      <w:r w:rsidRPr="00A34B9C">
        <w:rPr>
          <w:rFonts w:ascii="Times New Roman" w:eastAsia="Arial Unicode MS" w:hAnsi="Times New Roman" w:cs="Times New Roman"/>
          <w:b/>
          <w:sz w:val="28"/>
          <w:szCs w:val="28"/>
          <w:lang w:eastAsia="en-US"/>
        </w:rPr>
        <w:t>УКРАЇНА</w:t>
      </w:r>
    </w:p>
    <w:p w:rsidR="00186762" w:rsidRPr="00A34B9C" w:rsidRDefault="00186762" w:rsidP="0018676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</w:pPr>
      <w:r w:rsidRPr="00A34B9C"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  <w:t>КРУПЕЦЬКА СІЛЬСЬКА РАДА</w:t>
      </w:r>
    </w:p>
    <w:p w:rsidR="00186762" w:rsidRPr="00A34B9C" w:rsidRDefault="00186762" w:rsidP="0018676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</w:pPr>
      <w:r w:rsidRPr="00A34B9C"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  <w:t>СЛАВУТСЬКОГО РАЙОНУ</w:t>
      </w:r>
    </w:p>
    <w:p w:rsidR="00186762" w:rsidRPr="00A34B9C" w:rsidRDefault="00186762" w:rsidP="0018676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</w:pPr>
      <w:r w:rsidRPr="00A34B9C"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  <w:t>ХМЕЛЬНИЦЬКОЇ ОБЛАСТІ</w:t>
      </w:r>
    </w:p>
    <w:p w:rsidR="00186762" w:rsidRPr="00A34B9C" w:rsidRDefault="00186762" w:rsidP="0018676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</w:pPr>
    </w:p>
    <w:p w:rsidR="00186762" w:rsidRPr="00A34B9C" w:rsidRDefault="00186762" w:rsidP="0018676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</w:pPr>
      <w:r w:rsidRPr="00A34B9C"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  <w:t xml:space="preserve"> РІШЕННЯ</w:t>
      </w:r>
    </w:p>
    <w:p w:rsidR="00186762" w:rsidRPr="00A34B9C" w:rsidRDefault="00186762" w:rsidP="0018676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en-US"/>
        </w:rPr>
      </w:pPr>
    </w:p>
    <w:p w:rsidR="00186762" w:rsidRPr="00A34B9C" w:rsidRDefault="00186762" w:rsidP="00186762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en-US"/>
        </w:rPr>
      </w:pPr>
      <w:r w:rsidRPr="00A34B9C">
        <w:rPr>
          <w:rFonts w:ascii="Times New Roman" w:eastAsia="Arial Unicode MS" w:hAnsi="Times New Roman" w:cs="Times New Roman"/>
          <w:sz w:val="24"/>
          <w:szCs w:val="24"/>
          <w:lang w:eastAsia="en-US"/>
        </w:rPr>
        <w:t>ХІІ</w:t>
      </w:r>
      <w:r w:rsidRPr="00A34B9C">
        <w:rPr>
          <w:rFonts w:ascii="Times New Roman" w:eastAsia="Arial Unicode MS" w:hAnsi="Times New Roman" w:cs="Times New Roman"/>
          <w:sz w:val="24"/>
          <w:szCs w:val="24"/>
          <w:lang w:val="en-US" w:eastAsia="en-US"/>
        </w:rPr>
        <w:t>I</w:t>
      </w:r>
      <w:r w:rsidRPr="00A34B9C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сесії сільської ради  </w:t>
      </w:r>
      <w:r w:rsidRPr="00A34B9C">
        <w:rPr>
          <w:rFonts w:ascii="Times New Roman" w:eastAsia="Arial Unicode MS" w:hAnsi="Times New Roman" w:cs="Times New Roman"/>
          <w:sz w:val="24"/>
          <w:szCs w:val="24"/>
          <w:lang w:val="en-US" w:eastAsia="en-US"/>
        </w:rPr>
        <w:t>V</w:t>
      </w:r>
      <w:r w:rsidRPr="00A34B9C">
        <w:rPr>
          <w:rFonts w:ascii="Times New Roman" w:eastAsia="Arial Unicode MS" w:hAnsi="Times New Roman" w:cs="Times New Roman"/>
          <w:sz w:val="24"/>
          <w:szCs w:val="24"/>
          <w:lang w:eastAsia="en-US"/>
        </w:rPr>
        <w:t>ІІІ скликання</w:t>
      </w:r>
    </w:p>
    <w:p w:rsidR="00186762" w:rsidRPr="00A34B9C" w:rsidRDefault="00186762" w:rsidP="00186762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en-US"/>
        </w:rPr>
      </w:pPr>
    </w:p>
    <w:p w:rsidR="00186762" w:rsidRPr="00A34B9C" w:rsidRDefault="00186762" w:rsidP="00186762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en-US"/>
        </w:rPr>
      </w:pPr>
      <w:r w:rsidRPr="00A34B9C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  __.07.2021 року                                            Крупець                                                 №___</w:t>
      </w:r>
    </w:p>
    <w:p w:rsidR="00186762" w:rsidRPr="00A34B9C" w:rsidRDefault="00186762" w:rsidP="00186762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86762" w:rsidRPr="00A34B9C" w:rsidRDefault="00186762" w:rsidP="00186762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186762" w:rsidRPr="00A34B9C" w:rsidRDefault="00186762" w:rsidP="0018676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186762" w:rsidRPr="00A34B9C" w:rsidRDefault="00186762" w:rsidP="0018676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186762" w:rsidRPr="00A34B9C" w:rsidRDefault="00186762" w:rsidP="0018676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34B9C">
        <w:rPr>
          <w:rFonts w:ascii="Times New Roman" w:eastAsia="Calibri" w:hAnsi="Times New Roman" w:cs="Times New Roman"/>
          <w:b/>
          <w:sz w:val="24"/>
          <w:lang w:val="ru-RU" w:eastAsia="en-US"/>
        </w:rPr>
        <w:t>Пономаренко Ю.П.</w:t>
      </w:r>
    </w:p>
    <w:p w:rsidR="00186762" w:rsidRPr="00A34B9C" w:rsidRDefault="00186762" w:rsidP="0018676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186762" w:rsidRPr="00A34B9C" w:rsidRDefault="00186762" w:rsidP="0018676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</w:t>
      </w:r>
      <w:proofErr w:type="gramStart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Земельного</w:t>
      </w:r>
      <w:proofErr w:type="gramEnd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 кодексу </w:t>
      </w:r>
      <w:proofErr w:type="spellStart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   Пономаренко Ю.П.  </w:t>
      </w:r>
      <w:proofErr w:type="spellStart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186762" w:rsidRPr="00A34B9C" w:rsidRDefault="00186762" w:rsidP="0018676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34B9C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186762" w:rsidRPr="00A34B9C" w:rsidRDefault="00186762" w:rsidP="0018676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186762" w:rsidRPr="00A24E82" w:rsidRDefault="00186762" w:rsidP="0018676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34B9C">
        <w:rPr>
          <w:rFonts w:ascii="Times New Roman" w:eastAsia="Calibri" w:hAnsi="Times New Roman" w:cs="Times New Roman"/>
          <w:sz w:val="24"/>
          <w:lang w:eastAsia="en-US"/>
        </w:rPr>
        <w:t xml:space="preserve">       1. Надати Пономаренко Юлію Петровичу , який зареєстрований за </w:t>
      </w:r>
      <w:proofErr w:type="spellStart"/>
      <w:r w:rsidRPr="00A34B9C">
        <w:rPr>
          <w:rFonts w:ascii="Times New Roman" w:eastAsia="Calibri" w:hAnsi="Times New Roman" w:cs="Times New Roman"/>
          <w:sz w:val="24"/>
          <w:lang w:eastAsia="en-US"/>
        </w:rPr>
        <w:t>а</w:t>
      </w:r>
      <w:r>
        <w:rPr>
          <w:rFonts w:ascii="Times New Roman" w:eastAsia="Calibri" w:hAnsi="Times New Roman" w:cs="Times New Roman"/>
          <w:sz w:val="24"/>
          <w:lang w:eastAsia="en-US"/>
        </w:rPr>
        <w:t>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2941A3">
        <w:rPr>
          <w:rFonts w:ascii="Times New Roman" w:eastAsia="Calibri" w:hAnsi="Times New Roman" w:cs="Times New Roman"/>
          <w:sz w:val="24"/>
          <w:lang w:val="ru-RU" w:eastAsia="en-US"/>
        </w:rPr>
        <w:t>______________</w:t>
      </w:r>
      <w:bookmarkStart w:id="0" w:name="_GoBack"/>
      <w:bookmarkEnd w:id="0"/>
      <w:r w:rsidRPr="00A34B9C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34B9C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34B9C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0,2500 га,  для будівництва і обслуговування господарських будівель та споруд (присадибна ділянка),   яка розташована в Хмельницька область,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Шепетівський район,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с.Колом</w:t>
      </w:r>
      <w:r w:rsidRPr="00A24E82">
        <w:rPr>
          <w:rFonts w:ascii="Times New Roman" w:eastAsia="Calibri" w:hAnsi="Times New Roman" w:cs="Times New Roman"/>
          <w:sz w:val="24"/>
          <w:lang w:eastAsia="en-US"/>
        </w:rPr>
        <w:t>’</w:t>
      </w:r>
      <w:r>
        <w:rPr>
          <w:rFonts w:ascii="Times New Roman" w:eastAsia="Calibri" w:hAnsi="Times New Roman" w:cs="Times New Roman"/>
          <w:sz w:val="24"/>
          <w:lang w:eastAsia="en-US"/>
        </w:rPr>
        <w:t>є,вул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., Платона Семенюка 4.</w:t>
      </w:r>
    </w:p>
    <w:p w:rsidR="00186762" w:rsidRPr="00A34B9C" w:rsidRDefault="00186762" w:rsidP="0018676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Пономаренко Ю.П</w:t>
      </w:r>
      <w:r w:rsidRPr="00A34B9C">
        <w:rPr>
          <w:rFonts w:ascii="Times New Roman" w:eastAsia="Calibri" w:hAnsi="Times New Roman" w:cs="Times New Roman"/>
          <w:sz w:val="24"/>
          <w:lang w:eastAsia="en-US"/>
        </w:rPr>
        <w:t xml:space="preserve">,  розробити </w:t>
      </w:r>
      <w:proofErr w:type="spellStart"/>
      <w:r w:rsidRPr="00A34B9C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34B9C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186762" w:rsidRPr="00A34B9C" w:rsidRDefault="00186762" w:rsidP="001867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34B9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186762" w:rsidRPr="00186762" w:rsidRDefault="00186762" w:rsidP="0018676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A34B9C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 (Денисюк Т.В.).</w:t>
      </w:r>
    </w:p>
    <w:p w:rsidR="00186762" w:rsidRPr="00A34B9C" w:rsidRDefault="00186762" w:rsidP="001867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86762" w:rsidRPr="00186762" w:rsidRDefault="00186762" w:rsidP="001867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</w:p>
    <w:p w:rsidR="001061A2" w:rsidRPr="00186762" w:rsidRDefault="00186762" w:rsidP="0018676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A34B9C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sectPr w:rsidR="001061A2" w:rsidRPr="00186762" w:rsidSect="00186762">
      <w:pgSz w:w="12240" w:h="15840"/>
      <w:pgMar w:top="1440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762"/>
    <w:rsid w:val="001061A2"/>
    <w:rsid w:val="00186762"/>
    <w:rsid w:val="00294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76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76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253</Words>
  <Characters>1445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2021-07-19T06:03:00Z</dcterms:created>
  <dcterms:modified xsi:type="dcterms:W3CDTF">2021-07-19T06:39:00Z</dcterms:modified>
</cp:coreProperties>
</file>