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4AA6" w:rsidRDefault="00784AA6" w:rsidP="00784A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262424" wp14:editId="254578D5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698" name="Группа 156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6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4AA6" w:rsidRDefault="00784AA6" w:rsidP="00784A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9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74cNnkAADB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wVxcIA&#10;AADeAAAADwAAAGRycy9kb3ducmV2LnhtbERPy6rCMBDdC/5DGMGdplfx1WsUERUXglSv+6EZ23Kb&#10;SWmi1r83guBuDuc582VjSnGn2hWWFfz0IxDEqdUFZwr+ztveFITzyBpLy6TgSQ6Wi3ZrjrG2D07o&#10;fvKZCCHsYlSQe1/FUro0J4OubyviwF1tbdAHWGdS1/gI4aaUgygaS4MFh4YcK1rnlP6fbkaBHe72&#10;h0s2SIYbnnheHafXS3NQqttpVr8gPDX+K/649zrMH41nM3i/E2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3BXF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U4ckA&#10;AADeAAAADwAAAGRycy9kb3ducmV2LnhtbESPQUsDMRCF74X+hzCCl2KzCra6Ni1SWLU9CK2C12Ez&#10;btZuJksS27W/3jkI3maYN++9b7EafKeOFFMb2MD1tABFXAfbcmPg/a26ugOVMrLFLjAZ+KEEq+V4&#10;tMDShhPv6LjPjRITTiUacDn3pdapduQxTUNPLLfPED1mWWOjbcSTmPtO3xTFTHtsWRIc9rR2VB/2&#10;397AV/XqPtbz81Oc3O/oPKm2z91mZszlxfD4ACrTkP/Ff98vVurfzgsBEByZQS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cmU4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Ve8UA&#10;AADeAAAADwAAAGRycy9kb3ducmV2LnhtbESP3YrCMBCF7xd8hzCCN4umKqtSjSKisngj/jzA0IxN&#10;sZmUJtr69kZY2LsZzpnznVmsWluKJ9W+cKxgOEhAEGdOF5wruF52/RkIH5A1lo5JwYs8rJadrwWm&#10;2jV8ouc55CKGsE9RgQmhSqX0mSGLfuAq4qjdXG0xxLXOpa6xieG2lKMkmUiLBUeCwYo2hrL7+WEj&#10;5DjG4+HWXHb7FhvcHgx/r09K9brteg4iUBv+zX/XvzrW/5kmQ/i8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lpV7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AeNsQA&#10;AADeAAAADwAAAGRycy9kb3ducmV2LnhtbERPS0sDMRC+C/0PYQrebNbFPlibltIqiODBKhRvw2a6&#10;u7iZhGTsrv/eCIK3+fies96OrlcXiqnzbOB2VoAirr3tuDHw/vZ4swKVBNli75kMfFOC7WZytcbK&#10;+oFf6XKURuUQThUaaEVCpXWqW3KYZj4QZ+7so0PJMDbaRhxyuOt1WRQL7bDj3NBioH1L9efxyxl4&#10;GR7C83IxP4ePeFfqdLBy2osx19Nxdw9KaJR/8Z/7yeb582VR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AHj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ul8UA&#10;AADeAAAADwAAAGRycy9kb3ducmV2LnhtbESP3YrCMBCF7xd8hzCCN4umKqtSjSKii3gj/jzA0IxN&#10;sZmUJtr69mZB2LsZzpnznVmsWluKJ9W+cKxgOEhAEGdOF5wruF52/RkIH5A1lo5JwYs8rJadrwWm&#10;2jV8ouc55CKGsE9RgQmhSqX0mSGLfuAq4qjdXG0xxLXOpa6xieG2lKMkmUiLBUeCwYo2hrL7+WEj&#10;5DjG4+HWXHa/LTa4PRj+Xp+U6nXb9RxEoDb8mz/Xex3r/0yTM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K6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Uj2cQA&#10;AADeAAAADwAAAGRycy9kb3ducmV2LnhtbERPS0sDMRC+C/6HMAVvNtvSh6xNi1QFKXiwCqW3YTPd&#10;XdxMQjJ2139vCkJv8/E9Z7UZXKfOFFPr2cBkXIAirrxtuTbw9fl6/wAqCbLFzjMZ+KUEm/XtzQpL&#10;63v+oPNeapVDOJVooBEJpdapashhGvtAnLmTjw4lw1hrG7HP4a7T06JYaIct54YGA20bqr73P87A&#10;e/8SdsvF/BSOcTbV6dnKYSvG3I2Gp0dQQoNcxf/uN5vnz5fFDC7v5Bv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lI9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ybq8UA&#10;AADeAAAADwAAAGRycy9kb3ducmV2LnhtbERP30vDMBB+F/Y/hBN8EZfOUZVu2dgGwYEDsQp7PZpb&#10;W2wuJYlr998vguDbfXw/b7kebSfO5EPrWMFsmoEgrpxpuVbw9akfXkCEiGywc0wKLhRgvZrcLLEw&#10;buAPOpexFimEQ4EKmhj7QspQNWQxTF1PnLiT8xZjgr6WxuOQwm0nH7PsSVpsOTU02NOuoeq7/LEK&#10;tu9DPff31XZ0b6fXY6610Qet1N3tuFmAiDTGf/Gfe2/S/Pw5y+H3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Ju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5PI8IA&#10;AADeAAAADwAAAGRycy9kb3ducmV2LnhtbERPzYrCMBC+L/gOYQRva6qoK9UoohQW2cu6PsDQjE21&#10;mZQk1vr2G2Fhb/Px/c5629tGdORD7VjBZJyBIC6drrlScP4p3pcgQkTW2DgmBU8KsN0M3taYa/fg&#10;b+pOsRIphEOOCkyMbS5lKA1ZDGPXEifu4rzFmKCvpPb4SOG2kdMsW0iLNacGgy3tDZW3090qKI7T&#10;r+52175wu35maW6uy4NRajTsdysQkfr4L/5zf+o0f/6RLeD1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k8j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KgR8UA&#10;AADeAAAADwAAAGRycy9kb3ducmV2LnhtbERP22oCMRB9F/oPYQp9kZptixdWo9RCsGChaAVfh824&#10;u3QzWZLobv++EQTf5nCus1j1thEX8qF2rOBllIEgLpypuVRw+NHPMxAhIhtsHJOCPwqwWj4MFpgb&#10;1/GOLvtYihTCIUcFVYxtLmUoKrIYRq4lTtzJeYsxQV9K47FL4baRr1k2kRZrTg0VtvRRUfG7P1sF&#10;6++ufPPDYt277WlzHGtt9JdW6umxf5+DiNTHu/jm/jRp/niaTeH6TrpB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sqB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1+ysYA&#10;AADeAAAADwAAAGRycy9kb3ducmV2LnhtbESPQW/CMAyF70j7D5En7TbSobGhQkBoU6UJ7TLGD7Aa&#10;0xQap0pC6f79fEDiZus9v/d5tRl9pwaKqQ1s4GVagCKug225MXD4rZ4XoFJGttgFJgN/lGCzfpis&#10;sLThyj807HOjJIRTiQZczn2pdaodeUzT0BOLdgzRY5Y1NtpGvEq47/SsKN60x5alwWFPH47q8/7i&#10;DVS72fdwvthYhe346mnuTotPZ8zT47hdgso05rv5dv1lBX/+XgivvCMz6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1+y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9FucIA&#10;AADeAAAADwAAAGRycy9kb3ducmV2LnhtbERPzWrCQBC+C32HZQrezK61sW3qKiJY9GjsAwzZaRLM&#10;zqbZ1cS3dwXB23x8v7NYDbYRF+p87VjDNFEgiAtnai41/B63k08QPiAbbByThit5WC1fRgvMjOv5&#10;QJc8lCKGsM9QQxVCm0npi4os+sS1xJH7c53FEGFXStNhH8NtI9+UmkuLNceGClvaVFSc8rPV8H7t&#10;f/7z9KS2xtJ0P2v3HIpU6/HrsP4GEWgIT/HDvTNxfvqhvuD+TrxBL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n0W5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5sVsYA&#10;AADeAAAADwAAAGRycy9kb3ducmV2LnhtbESPS2/CQAyE75X6H1au1FvZgFQegQWhIqqKE4TH2cqa&#10;JGrWG2UXCP8eH5C42fJ4Zr7ZonO1ulIbKs8G+r0EFHHubcWFgcN+/TUGFSKyxdozGbhTgMX8/W2G&#10;qfU33tE1i4USEw4pGihjbFKtQ16Sw9DzDbHczr51GGVtC21bvIm5q/UgSYbaYcWSUGJDPyXl/9nF&#10;GbgMT4MDnzd2m63uv5PVehn0sTDm86NbTkFF6uJL/Pz+s1L/e9QXAMGRGf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n5sV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50MYA&#10;AADeAAAADwAAAGRycy9kb3ducmV2LnhtbERPTU/CQBC9m/AfNmPCTbYVKVBYCJiYgAeIoAduQ3ds&#10;i93Z2l2h/nuXhMTbvLzPmc5bU4kzNa60rCDuRSCIM6tLzhW8718eRiCcR9ZYWSYFv+RgPuvcTTHV&#10;9sJvdN75XIQQdikqKLyvUyldVpBB17M1ceA+bWPQB9jkUjd4CeGmko9RlEiDJYeGAmt6Lij72v0Y&#10;BR/bUTLeLtdPp9fNEftGfx90mSjVvW8XExCeWv8vvrlXOswfDOMYru+EG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150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kLo8UA&#10;AADdAAAADwAAAGRycy9kb3ducmV2LnhtbESPT2vCQBDF7wW/wzJCb3WjDSLRVbRFW3ryH3gdsmMS&#10;zM6G7Kqxn75zKHib4b157zezRedqdaM2VJ4NDAcJKOLc24oLA8fD+m0CKkRki7VnMvCgAIt572WG&#10;mfV33tFtHwslIRwyNFDG2GRah7wkh2HgG2LRzr51GGVtC21bvEu4q/UoScbaYcXSUGJDHyXll/3V&#10;Gfgdn3Abvkarz3cb6ZFONv5nuzHmtd8tp6AidfFp/r/+toKfpsIv38gIev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2Qu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39gMMA&#10;AADdAAAADwAAAGRycy9kb3ducmV2LnhtbERPzWrCQBC+F/oOyxS81U0kLZq6BpEUvLVGH2DITjfB&#10;7GzMbmP06buFQm/z8f3OuphsJ0YafOtYQTpPQBDXTrdsFJyO789LED4ga+wck4IbeSg2jw9rzLW7&#10;8oHGKhgRQ9jnqKAJoc+l9HVDFv3c9cSR+3KDxRDhYKQe8BrDbScXSfIqLbYcGxrsaddQfa6+rYKL&#10;W7zoqSrx41yuPltjssv9kCk1e5q2byACTeFf/Ofe6zg/y1L4/Sa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39g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7pn8MA&#10;AADdAAAADwAAAGRycy9kb3ducmV2LnhtbERPyW7CMBC9I/UfrEHiBg5LgaZxUFupEleWA8fBHpJA&#10;PE5jF9J+fV0Jids8vXWyVWdrcaXWV44VjEcJCGLtTMWFgv3uc7gE4QOywdoxKfghD6v8qZdhatyN&#10;N3TdhkLEEPYpKihDaFIpvS7Joh+5hjhyJ9daDBG2hTQt3mK4reUkSebSYsWxocSGPkrSl+23VbCu&#10;jvQ816cXu3zXm8PvV5guzkapQb97ewURqAsP8d29NnH+bDaB/2/iC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7pn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u/8MUA&#10;AADdAAAADwAAAGRycy9kb3ducmV2LnhtbERP0WrCQBB8L/gPxwp9qxdTERs9gwqFllahKu3rkltz&#10;wdxeyF1j/PteQfBtdmdnZmeR97YWHbW+cqxgPEpAEBdOV1wqOB5en2YgfEDWWDsmBVfykC8HDwvM&#10;tLvwF3X7UIpowj5DBSaEJpPSF4Ys+pFriCN3cq3FEMe2lLrFSzS3tUyTZCotVhwTDDa0MVSc979W&#10;QYe7a/Jj1tuX9+qzSHfr7w8d9+px2K/mIAL14X58U7/p+P5k8gz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+7/w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mZ5MIA&#10;AADdAAAADwAAAGRycy9kb3ducmV2LnhtbERPTUvDQBC9C/6HZQRvdtMQRGK3RQoVjzZ66HHMTrOp&#10;2Zmwuzaxv94VBG/zeJ+z2sx+UGcKsRc2sFwUoIhbsT13Bt7fdncPoGJCtjgIk4FvirBZX1+tsLYy&#10;8Z7OTepUDuFYowGX0lhrHVtHHuNCRuLMHSV4TBmGTtuAUw73gy6L4l577Dk3OBxp66j9bL68gem5&#10;/TiVx4N1lzDKrnmVUzmIMbc389MjqERz+hf/uV9snl9VFfx+k0/Q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Zn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562MQA&#10;AADdAAAADwAAAGRycy9kb3ducmV2LnhtbERP22oCMRB9F/oPYQq+aVZRK6tRvIKUlqJt38fNuLtt&#10;Mlk2Ude/NwWhb3M415nOG2vEhWpfOlbQ6yYgiDOnS84VfH1uO2MQPiBrNI5JwY08zGdPrSmm2l15&#10;T5dDyEUMYZ+igiKEKpXSZwVZ9F1XEUfu5GqLIcI6l7rGawy3RvaTZCQtlhwbCqxoVVD2ezhbBduP&#10;tfnpv+8X3zKsNi9HM35drt+Uaj83iwmIQE34Fz/cOx3nDwZD+Psmni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Oet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spFsMA&#10;AADdAAAADwAAAGRycy9kb3ducmV2LnhtbERP24rCMBB9F/yHMAu+iKauF6RrFBEWXVDwBvs6NrNt&#10;sZmUJtb69xtB8G0O5zqzRWMKUVPlcssKBv0IBHFidc6pgvPpuzcF4TyyxsIyKXiQg8W83ZphrO2d&#10;D1QffSpCCLsYFWTel7GULsnIoOvbkjhwf7Yy6AOsUqkrvIdwU8jPKJpIgzmHhgxLWmWUXI83o6De&#10;by/ppnblz3XadePhZb3e6V+lOh/N8guEp8a/xS/3Rof5o9EEnt+EE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3spF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4AA6" w:rsidRDefault="00784AA6" w:rsidP="00784AA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bwRMUA&#10;AADdAAAADwAAAGRycy9kb3ducmV2LnhtbERPS2sCMRC+F/ofwgjealbZVl2NUguCl0J9HPQ2bsbd&#10;xc1km0Td9tc3QsHbfHzPmc5bU4srOV9ZVtDvJSCIc6srLhTstsuXEQgfkDXWlknBD3mYz56fpphp&#10;e+M1XTehEDGEfYYKyhCaTEqfl2TQ92xDHLmTdQZDhK6Q2uEthptaDpLkTRqsODaU2NBHSfl5czEK&#10;FuPR4vsr5c/f9fFAh/3x/DpwiVLdTvs+ARGoDQ/xv3ul4/w0HcL9m3iC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lvBExQAAAN0AAAAPAAAAAAAAAAAAAAAAAJgCAABkcnMv&#10;ZG93bnJldi54bWxQSwUGAAAAAAQABAD1AAAAigMAAAAA&#10;" fillcolor="black" stroked="f">
                  <v:textbox>
                    <w:txbxContent>
                      <w:p w:rsidR="00784AA6" w:rsidRDefault="00784AA6" w:rsidP="00784AA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CnOMgA&#10;AADdAAAADwAAAGRycy9kb3ducmV2LnhtbESPQU/CQBCF7yT+h82YeIOtBAipLEQEExPxUPTgceyO&#10;7abd2aa7QvHXOwcTbjN5b977ZrUZfKtO1EcX2MD9JANFXAbruDLw8f48XoKKCdliG5gMXCjCZn0z&#10;WmFuw5kLOh1TpSSEY44G6pS6XOtY1uQxTkJHLNp36D0mWftK2x7PEu5bPc2yhfboWBpq7OipprI5&#10;/ngDn68LtywcTb8Ov9u9Pcyb7duuMebudnh8AJVoSFfz//WLFfzZTHDlGxlBr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IKc4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k8FsMA&#10;AADdAAAADwAAAGRycy9kb3ducmV2LnhtbERPTWsCMRC9F/ofwgi91awiYrdGkYrUiwdtS6/DZtys&#10;u5msSdTVX2+EQm/zeJ8znXe2EWfyoXKsYNDPQBAXTldcKvj+Wr1OQISIrLFxTAquFGA+e36aYq7d&#10;hbd03sVSpBAOOSowMba5lKEwZDH0XUucuL3zFmOCvpTa4yWF20YOs2wsLVacGgy29GGoqHcnq8Av&#10;fpf1jU8/dXbbXMPnoTtO0Cj10usW7yAidfFf/Ode6zR/NHqDxzfpBDm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k8F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6m5McA&#10;AADdAAAADwAAAGRycy9kb3ducmV2LnhtbESP3UoDQQyF7wu+wxDBG7GzFn/qttMigiBYCq19gHQn&#10;7i6dySw7sd369OZC6F3COTnny3w5xGCO1Oc2sYP7cQGGuEq+5drB7uv9bgomC7LHkJgcnCnDcnE1&#10;mmPp04k3dNxKbTSEc4kOGpGutDZXDUXM49QRq/ad+oiia19b3+NJw2Owk6J4shFb1oYGO3prqDps&#10;f6KDMNmHl8/nvJLzzq6K3yib27V37uZ6eJ2BERrkYv6//vCK//Co/PqNjm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+puTHAAAA3Q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4MO8MA&#10;AADdAAAADwAAAGRycy9kb3ducmV2LnhtbERPTWsCMRC9C/6HMAVvmlWslK1RakXYSw/dWryOm3Gz&#10;mEyWTaqrv74pFLzN433Oct07Ky7UhcazgukkA0Fced1wrWD/tRu/gAgRWaP1TApuFGC9Gg6WmGt/&#10;5U+6lLEWKYRDjgpMjG0uZagMOQwT3xIn7uQ7hzHBrpa6w2sKd1bOsmwhHTacGgy29G6oOpc/TsG2&#10;bO1sX5hNOHx/HI+2uO/osFVq9NS/vYKI1MeH+N9d6DR//jyFv2/SC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4MO8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vd/cEA&#10;AADdAAAADwAAAGRycy9kb3ducmV2LnhtbERPS2sCMRC+C/6HMII3TRSrZWsUkQpCT74O3oZkurt1&#10;M1k2qbv9940geJuP7znLdecqcacmlJ41TMYKBLHxtuRcw/m0G72DCBHZYuWZNPxRgPWq31tiZn3L&#10;B7ofYy5SCIcMNRQx1pmUwRTkMIx9TZy4b984jAk2ubQNtincVXKq1Fw6LDk1FFjTtiBzO/46DT87&#10;+eWNQnM5X9q9XVw/51QprYeDbvMBIlIXX+Kne2/T/NnbFB7fpBPk6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73f3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7aSMQA&#10;AADdAAAADwAAAGRycy9kb3ducmV2LnhtbERPS2sCMRC+C/6HMEJvmlVbka1Z0UKhtPTgKqXH6Wb2&#10;wW4mSxJ1+++bguBtPr7nbLaD6cSFnG8sK5jPEhDEhdUNVwpOx9fpGoQPyBo7y6Tglzxss/Fog6m2&#10;Vz7QJQ+ViCHsU1RQh9CnUvqiJoN+ZnviyJXWGQwRukpqh9cYbjq5SJKVNNhwbKixp5eaijY/GwXf&#10;5w8uP5fvO7cPX3Y4+nbxs26VepgMu2cQgYZwF9/cbzrOf3xawv838QS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u2kj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4AA6" w:rsidRDefault="00784AA6" w:rsidP="00784AA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347sUA&#10;AADdAAAADwAAAGRycy9kb3ducmV2LnhtbERPS2sCMRC+F/ofwhS81ayyiq5G0UKhl4KPHupt3Iy7&#10;i5vJmkTd9tcbQfA2H99zpvPW1OJCzleWFfS6CQji3OqKCwU/28/3EQgfkDXWlknBH3mYz15fpphp&#10;e+U1XTahEDGEfYYKyhCaTEqfl2TQd21DHLmDdQZDhK6Q2uE1hpta9pNkKA1WHBtKbOijpPy4ORsF&#10;y/FoeVql/P2/3u9o97s/DvouUarz1i4mIAK14Sl+uL90nJ8OUrh/E0+Q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fjuxQAAAN0AAAAPAAAAAAAAAAAAAAAAAJgCAABkcnMv&#10;ZG93bnJldi54bWxQSwUGAAAAAAQABAD1AAAAigMAAAAA&#10;" fillcolor="black" stroked="f">
                  <v:textbox>
                    <w:txbxContent>
                      <w:p w:rsidR="00784AA6" w:rsidRDefault="00784AA6" w:rsidP="00784AA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2ndMMA&#10;AADdAAAADwAAAGRycy9kb3ducmV2LnhtbERPTUsDMRC9C/0PYQRvNmtrpWyblqUgFU/baul1uhk3&#10;i5vJksR0/fdGELzN433OejvaXiTyoXOs4GFagCBunO64VfD+9ny/BBEissbeMSn4pgDbzeRmjaV2&#10;Vz5QOsZW5BAOJSowMQ6llKExZDFM3UCcuQ/nLcYMfSu1x2sOt72cFcWTtNhxbjA40M5Q83n8sgrS&#10;ZVdX83RO5vDqq9a7en+61Erd3Y7VCkSkMf6L/9wvOs9/XCzg95t8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K2ndMMAAADd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4AA6" w:rsidRDefault="00784AA6" w:rsidP="00784AA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Z8cQA&#10;AADdAAAADwAAAGRycy9kb3ducmV2LnhtbERPTUvDQBC9F/oflhF6s5tKDZpmU6S0or2oUbDHITtm&#10;Q7OzIbum0V/vFoTe5vE+J1+PthUD9b5xrGAxT0AQV043XCv4eN9d34HwAVlj65gU/JCHdTGd5Jhp&#10;d+I3GspQixjCPkMFJoQuk9JXhiz6ueuII/fleoshwr6WusdTDLetvEmSVFpsODYY7GhjqDqW31aB&#10;X2y2n3v7ez8cHg2/lM8mfa2NUrOr8WEFItAYLuJ/95OO85e3KZy/iSfI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42f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4AA6" w:rsidRDefault="00784AA6" w:rsidP="00784AA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84AA6" w:rsidRDefault="00784AA6" w:rsidP="00784A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84AA6" w:rsidRDefault="00784AA6" w:rsidP="00784A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80A60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784AA6" w:rsidRDefault="00784AA6" w:rsidP="00784AA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84AA6" w:rsidRDefault="00784AA6" w:rsidP="00784AA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84AA6" w:rsidRDefault="00784AA6" w:rsidP="00784A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84AA6" w:rsidRDefault="00784AA6" w:rsidP="00784A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84AA6" w:rsidRDefault="00784AA6" w:rsidP="00784AA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84AA6" w:rsidRPr="005C5A92" w:rsidRDefault="00784AA6" w:rsidP="00784AA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Носолюк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С.В.</w:t>
      </w: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Володимирівні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села Крупець.</w:t>
      </w:r>
    </w:p>
    <w:p w:rsidR="00784AA6" w:rsidRDefault="00784AA6" w:rsidP="00784A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Володимирівні,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359F8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359F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6823984000:03:002:0165,  для ведення особистого селянського господарства</w:t>
      </w:r>
      <w:r w:rsidRPr="0000200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села Крупець.</w:t>
      </w:r>
    </w:p>
    <w:p w:rsidR="00784AA6" w:rsidRDefault="00784AA6" w:rsidP="0078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784AA6" w:rsidRDefault="00784AA6" w:rsidP="00784A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4AA6" w:rsidRPr="00784AA6" w:rsidRDefault="00784AA6" w:rsidP="00784A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E27A7D" w:rsidRPr="00784AA6" w:rsidRDefault="00784AA6" w:rsidP="00784AA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27A7D" w:rsidRPr="00784A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AA6"/>
    <w:rsid w:val="005359F8"/>
    <w:rsid w:val="00784AA6"/>
    <w:rsid w:val="00E2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A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A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276</Words>
  <Characters>1579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2021-07-19T06:09:00Z</dcterms:created>
  <dcterms:modified xsi:type="dcterms:W3CDTF">2021-07-19T06:35:00Z</dcterms:modified>
</cp:coreProperties>
</file>