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CAC" w:rsidRDefault="004E3CAC" w:rsidP="004E3CA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CAC" w:rsidRDefault="004E3CAC" w:rsidP="004E3C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E3CAC" w:rsidRDefault="004E3CAC" w:rsidP="004E3C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E3CAC" w:rsidRDefault="004E3CAC" w:rsidP="004E3C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3CAC" w:rsidRDefault="004E3CAC" w:rsidP="004E3C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3CAC" w:rsidRDefault="004E3CAC" w:rsidP="004E3CA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3CAC" w:rsidRDefault="004E3CAC" w:rsidP="004E3C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E3CAC" w:rsidRDefault="004E3CAC" w:rsidP="004E3CA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E3CAC" w:rsidRDefault="004E3CAC" w:rsidP="004E3C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E3CAC" w:rsidRDefault="004E3CAC" w:rsidP="004E3C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E3CAC" w:rsidRDefault="004E3CAC" w:rsidP="004E3C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3CAC" w:rsidRDefault="004E3CAC" w:rsidP="004E3C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E3CAC" w:rsidRDefault="004E3CAC" w:rsidP="004E3C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3CAC" w:rsidRDefault="004E3CAC" w:rsidP="004E3C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E3CAC" w:rsidRDefault="004E3CAC" w:rsidP="004E3CA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E3CAC" w:rsidRPr="00234B1A" w:rsidRDefault="004E3CAC" w:rsidP="004E3CA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№65</w:t>
      </w:r>
    </w:p>
    <w:p w:rsidR="004E3CAC" w:rsidRPr="00594281" w:rsidRDefault="004E3CAC" w:rsidP="004E3CAC">
      <w:pPr>
        <w:spacing w:after="0" w:line="240" w:lineRule="auto"/>
        <w:jc w:val="both"/>
      </w:pPr>
    </w:p>
    <w:p w:rsidR="004E3CAC" w:rsidRPr="00DE6ED3" w:rsidRDefault="004E3CAC" w:rsidP="004E3CA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4E3CAC" w:rsidRPr="00DE6ED3" w:rsidRDefault="004E3CAC" w:rsidP="004E3CA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4E3CAC" w:rsidRPr="006310B2" w:rsidRDefault="004E3CAC" w:rsidP="004E3CA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Яцюк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Т.А.</w:t>
      </w:r>
    </w:p>
    <w:p w:rsidR="004E3CAC" w:rsidRPr="00DE6ED3" w:rsidRDefault="004E3CAC" w:rsidP="004E3C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3CAC" w:rsidRPr="00DE6ED3" w:rsidRDefault="004E3CAC" w:rsidP="004E3C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Яцюк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Т.А.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4E3CAC" w:rsidRPr="00DE6ED3" w:rsidRDefault="004E3CAC" w:rsidP="004E3C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4E3CAC" w:rsidRPr="00DE6ED3" w:rsidRDefault="004E3CAC" w:rsidP="004E3C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Яцюк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Тетяні Ананіївні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0,0596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E3CAC" w:rsidRPr="00DE6ED3" w:rsidRDefault="004E3CAC" w:rsidP="004E3CA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Яцюк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Ананіївні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</w:t>
      </w:r>
      <w:r w:rsidRPr="00DE6ED3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еєстрована за адресою: </w:t>
      </w:r>
      <w:r w:rsidR="008A445A" w:rsidRPr="008A445A">
        <w:rPr>
          <w:rFonts w:ascii="Times New Roman" w:eastAsia="Calibri" w:hAnsi="Times New Roman" w:cs="Times New Roman"/>
          <w:sz w:val="24"/>
          <w:lang w:val="ru-RU"/>
        </w:rPr>
        <w:t>___________</w:t>
      </w:r>
      <w:r w:rsidRPr="00DE6ED3"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8A445A" w:rsidRPr="008A445A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0,0596 га, кадастровий номер: 6823984000:03:018:0320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E3CAC" w:rsidRPr="00DE6ED3" w:rsidRDefault="004E3CAC" w:rsidP="004E3CA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Яцюк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Т.А.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4E3CAC" w:rsidRPr="00DE6ED3" w:rsidRDefault="004E3CAC" w:rsidP="004E3CA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E3CAC" w:rsidRPr="00DE6ED3" w:rsidRDefault="004E3CAC" w:rsidP="004E3C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3CAC" w:rsidRPr="004E3CAC" w:rsidRDefault="004E3CAC" w:rsidP="004E3C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4E3CAC" w:rsidRPr="00DE6ED3" w:rsidRDefault="004E3CAC" w:rsidP="004E3C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30BA" w:rsidRPr="004E3CAC" w:rsidRDefault="004E3CAC" w:rsidP="004E3CA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B430BA" w:rsidRPr="004E3CA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CAC"/>
    <w:rsid w:val="00171A2E"/>
    <w:rsid w:val="00304C90"/>
    <w:rsid w:val="004E3CAC"/>
    <w:rsid w:val="00505B6D"/>
    <w:rsid w:val="006D3977"/>
    <w:rsid w:val="007D6C18"/>
    <w:rsid w:val="008A445A"/>
    <w:rsid w:val="00B430B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4E3CA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4E3CA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4E3CAC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4E3CA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4E3CA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4E3CAC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1150</Words>
  <Characters>656</Characters>
  <Application>Microsoft Office Word</Application>
  <DocSecurity>0</DocSecurity>
  <Lines>5</Lines>
  <Paragraphs>3</Paragraphs>
  <ScaleCrop>false</ScaleCrop>
  <Company>Microsoft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2021-03-31T05:47:00Z</dcterms:created>
  <dcterms:modified xsi:type="dcterms:W3CDTF">2021-03-31T10:16:00Z</dcterms:modified>
</cp:coreProperties>
</file>