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E64" w:rsidRDefault="00476E64" w:rsidP="00476E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76E64" w:rsidRDefault="00476E64" w:rsidP="00476E64"/>
    <w:p w:rsidR="00476E64" w:rsidRDefault="00476E64" w:rsidP="00476E64"/>
    <w:p w:rsidR="00476E64" w:rsidRDefault="00476E64" w:rsidP="00476E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76E64" w:rsidRDefault="00476E64" w:rsidP="00476E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76E64" w:rsidRDefault="00476E64" w:rsidP="00476E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76E64" w:rsidRDefault="00476E64" w:rsidP="00476E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76E64" w:rsidRDefault="00476E64" w:rsidP="00476E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E64" w:rsidRDefault="00476E64" w:rsidP="00476E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76E64" w:rsidRDefault="00476E64" w:rsidP="00476E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6E64" w:rsidRDefault="00476E64" w:rsidP="00476E6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76E64" w:rsidRPr="00991413" w:rsidRDefault="00476E64" w:rsidP="00476E6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56</w:t>
      </w:r>
    </w:p>
    <w:p w:rsidR="00476E64" w:rsidRPr="004A7F1D" w:rsidRDefault="00476E64" w:rsidP="00476E64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476E64" w:rsidRPr="004A7F1D" w:rsidRDefault="00476E64" w:rsidP="00476E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>Про внесення змін до рішення №27</w:t>
      </w:r>
    </w:p>
    <w:p w:rsidR="00476E64" w:rsidRPr="004A7F1D" w:rsidRDefault="00476E64" w:rsidP="00476E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>від 22.12.2018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7F1D">
        <w:rPr>
          <w:rFonts w:ascii="Times New Roman" w:hAnsi="Times New Roman" w:cs="Times New Roman"/>
          <w:b/>
          <w:sz w:val="24"/>
          <w:szCs w:val="24"/>
        </w:rPr>
        <w:t>року  Х</w:t>
      </w:r>
      <w:r w:rsidRPr="004A7F1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A7F1D">
        <w:rPr>
          <w:rFonts w:ascii="Times New Roman" w:hAnsi="Times New Roman" w:cs="Times New Roman"/>
          <w:b/>
          <w:sz w:val="24"/>
          <w:szCs w:val="24"/>
        </w:rPr>
        <w:t xml:space="preserve">ІІ сесії </w:t>
      </w:r>
    </w:p>
    <w:p w:rsidR="00476E64" w:rsidRPr="004A7F1D" w:rsidRDefault="00476E64" w:rsidP="00476E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F1D">
        <w:rPr>
          <w:rFonts w:ascii="Times New Roman" w:hAnsi="Times New Roman" w:cs="Times New Roman"/>
          <w:b/>
          <w:sz w:val="24"/>
          <w:szCs w:val="24"/>
        </w:rPr>
        <w:t xml:space="preserve">Крупецької сільської ради </w:t>
      </w:r>
      <w:r w:rsidRPr="004A7F1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A7F1D">
        <w:rPr>
          <w:rFonts w:ascii="Times New Roman" w:hAnsi="Times New Roman" w:cs="Times New Roman"/>
          <w:b/>
          <w:sz w:val="24"/>
          <w:szCs w:val="24"/>
        </w:rPr>
        <w:t>ІІ скликання</w:t>
      </w:r>
    </w:p>
    <w:p w:rsidR="00476E64" w:rsidRPr="004A7F1D" w:rsidRDefault="00476E64" w:rsidP="00476E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6E64" w:rsidRPr="004A7F1D" w:rsidRDefault="00476E64" w:rsidP="00476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4A7F1D"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 w:rsidRPr="004A7F1D">
        <w:rPr>
          <w:rFonts w:ascii="Times New Roman" w:hAnsi="Times New Roman" w:cs="Times New Roman"/>
          <w:sz w:val="24"/>
          <w:szCs w:val="24"/>
        </w:rPr>
        <w:t xml:space="preserve"> О.П.,  сільська рада</w:t>
      </w:r>
    </w:p>
    <w:p w:rsidR="00476E64" w:rsidRPr="004A7F1D" w:rsidRDefault="00476E64" w:rsidP="00476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>ВИРІШИЛА:</w:t>
      </w:r>
    </w:p>
    <w:p w:rsidR="00476E64" w:rsidRPr="004A7F1D" w:rsidRDefault="00476E64" w:rsidP="00476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A7F1D">
        <w:rPr>
          <w:rFonts w:ascii="Times New Roman" w:hAnsi="Times New Roman" w:cs="Times New Roman"/>
          <w:sz w:val="24"/>
          <w:szCs w:val="24"/>
        </w:rPr>
        <w:t xml:space="preserve"> 1. Внести зміни в пункт 1 рішення №27 від 22.12.2018 року Х</w:t>
      </w:r>
      <w:r w:rsidRPr="004A7F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A7F1D">
        <w:rPr>
          <w:rFonts w:ascii="Times New Roman" w:hAnsi="Times New Roman" w:cs="Times New Roman"/>
          <w:sz w:val="24"/>
          <w:szCs w:val="24"/>
        </w:rPr>
        <w:t xml:space="preserve">ІІ сесії Крупецької сільської ради </w:t>
      </w:r>
      <w:r w:rsidRPr="004A7F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A7F1D">
        <w:rPr>
          <w:rFonts w:ascii="Times New Roman" w:hAnsi="Times New Roman" w:cs="Times New Roman"/>
          <w:sz w:val="24"/>
          <w:szCs w:val="24"/>
        </w:rPr>
        <w:t xml:space="preserve">ІІ скликання «Про надання дозволу на розробку проекту із землеустрою щодо відведення земельної ділянки </w:t>
      </w:r>
      <w:proofErr w:type="spellStart"/>
      <w:r w:rsidRPr="004A7F1D"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 w:rsidRPr="004A7F1D">
        <w:rPr>
          <w:rFonts w:ascii="Times New Roman" w:hAnsi="Times New Roman" w:cs="Times New Roman"/>
          <w:sz w:val="24"/>
          <w:szCs w:val="24"/>
        </w:rPr>
        <w:t xml:space="preserve"> О.П.» такі зміни, а саме : слова та цифри «орієнтовною площею 0,3000 га» замінити на слова та цифри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F1D">
        <w:rPr>
          <w:rFonts w:ascii="Times New Roman" w:hAnsi="Times New Roman" w:cs="Times New Roman"/>
          <w:sz w:val="24"/>
          <w:szCs w:val="24"/>
        </w:rPr>
        <w:t>«орієнтовною площею  0,3500</w:t>
      </w:r>
      <w:r>
        <w:rPr>
          <w:rFonts w:ascii="Times New Roman" w:hAnsi="Times New Roman" w:cs="Times New Roman"/>
          <w:sz w:val="24"/>
          <w:szCs w:val="24"/>
        </w:rPr>
        <w:t xml:space="preserve"> га</w:t>
      </w:r>
      <w:r w:rsidRPr="004A7F1D">
        <w:rPr>
          <w:rFonts w:ascii="Times New Roman" w:hAnsi="Times New Roman" w:cs="Times New Roman"/>
          <w:sz w:val="24"/>
          <w:szCs w:val="24"/>
        </w:rPr>
        <w:t>».</w:t>
      </w:r>
    </w:p>
    <w:p w:rsidR="00476E64" w:rsidRPr="004A7F1D" w:rsidRDefault="00476E64" w:rsidP="00476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76E64" w:rsidRPr="004A7F1D" w:rsidRDefault="00476E64" w:rsidP="00476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6E64" w:rsidRPr="004A7F1D" w:rsidRDefault="00476E64" w:rsidP="00476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6E64" w:rsidRPr="004A7F1D" w:rsidRDefault="00476E64" w:rsidP="00476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6E64" w:rsidRPr="004A7F1D" w:rsidRDefault="00476E64" w:rsidP="00476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6E64" w:rsidRPr="004A7F1D" w:rsidRDefault="00476E64" w:rsidP="00476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6E64" w:rsidRPr="004A7F1D" w:rsidRDefault="00476E64" w:rsidP="00476E6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        В.М.Мазур</w:t>
      </w:r>
    </w:p>
    <w:p w:rsidR="00F31562" w:rsidRDefault="00F31562"/>
    <w:sectPr w:rsidR="00F31562" w:rsidSect="00F31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76E64"/>
    <w:rsid w:val="00171A2E"/>
    <w:rsid w:val="00304C90"/>
    <w:rsid w:val="00476E64"/>
    <w:rsid w:val="00505B6D"/>
    <w:rsid w:val="006D3977"/>
    <w:rsid w:val="007D6C18"/>
    <w:rsid w:val="00D1641A"/>
    <w:rsid w:val="00F31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6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2020-03-16T13:08:00Z</dcterms:created>
  <dcterms:modified xsi:type="dcterms:W3CDTF">2020-03-16T13:08:00Z</dcterms:modified>
</cp:coreProperties>
</file>