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788" w:rsidRDefault="001063FC" w:rsidP="003B3788">
      <w:pPr>
        <w:jc w:val="both"/>
        <w:rPr>
          <w:rFonts w:ascii="Times New Roman" w:hAnsi="Times New Roman" w:cs="Times New Roman"/>
        </w:rPr>
      </w:pPr>
      <w:r w:rsidRPr="001063F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3788" w:rsidRDefault="003B3788" w:rsidP="003B37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788" w:rsidRDefault="003B3788" w:rsidP="003B378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B3788" w:rsidRDefault="003B3788" w:rsidP="003B378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B3788" w:rsidRDefault="003B3788" w:rsidP="003B37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3788" w:rsidRDefault="003B3788" w:rsidP="003B37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3788" w:rsidRDefault="003B3788" w:rsidP="003B37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№52</w:t>
      </w:r>
    </w:p>
    <w:p w:rsidR="003B3788" w:rsidRPr="001166D7" w:rsidRDefault="003B3788" w:rsidP="003B37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3B3788" w:rsidRPr="00D05E6F" w:rsidRDefault="003B3788" w:rsidP="003B3788">
      <w:pPr>
        <w:tabs>
          <w:tab w:val="left" w:pos="216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05E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3B3788" w:rsidRPr="00D05E6F" w:rsidRDefault="003B3788" w:rsidP="003B3788">
      <w:pPr>
        <w:tabs>
          <w:tab w:val="left" w:pos="216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05E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3B3788" w:rsidRPr="00D05E6F" w:rsidRDefault="003B3788" w:rsidP="003B3788">
      <w:pPr>
        <w:tabs>
          <w:tab w:val="left" w:pos="216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05E6F">
        <w:rPr>
          <w:rFonts w:ascii="Times New Roman" w:eastAsia="Calibri" w:hAnsi="Times New Roman"/>
          <w:b/>
          <w:sz w:val="24"/>
          <w:szCs w:val="24"/>
          <w:lang w:eastAsia="en-US"/>
        </w:rPr>
        <w:t>відведення земельної  ділянки</w:t>
      </w:r>
    </w:p>
    <w:p w:rsidR="003B3788" w:rsidRPr="00D05E6F" w:rsidRDefault="003B3788" w:rsidP="003B3788">
      <w:pPr>
        <w:tabs>
          <w:tab w:val="left" w:pos="216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05E6F">
        <w:rPr>
          <w:rFonts w:ascii="Times New Roman" w:eastAsia="Calibri" w:hAnsi="Times New Roman"/>
          <w:b/>
          <w:sz w:val="24"/>
          <w:szCs w:val="24"/>
          <w:lang w:eastAsia="en-US"/>
        </w:rPr>
        <w:t>Кирилюк В.Д.</w:t>
      </w:r>
    </w:p>
    <w:p w:rsidR="003B3788" w:rsidRPr="00D05E6F" w:rsidRDefault="003B3788" w:rsidP="003B3788">
      <w:pPr>
        <w:tabs>
          <w:tab w:val="left" w:pos="2160"/>
        </w:tabs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3B3788" w:rsidRPr="00D05E6F" w:rsidRDefault="003B3788" w:rsidP="003B3788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5E6F">
        <w:rPr>
          <w:rFonts w:ascii="Times New Roman" w:eastAsia="Calibri" w:hAnsi="Times New Roman"/>
          <w:sz w:val="24"/>
          <w:szCs w:val="24"/>
          <w:lang w:eastAsia="en-US"/>
        </w:rPr>
        <w:t xml:space="preserve">          Відповідно до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05E6F">
        <w:rPr>
          <w:rFonts w:ascii="Times New Roman" w:eastAsia="Calibri" w:hAnsi="Times New Roman"/>
          <w:sz w:val="24"/>
          <w:szCs w:val="24"/>
          <w:lang w:eastAsia="en-US"/>
        </w:rPr>
        <w:t xml:space="preserve">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частини 4 статті 83, частини 7 статті </w:t>
      </w:r>
      <w:r w:rsidRPr="00D05E6F">
        <w:rPr>
          <w:rFonts w:ascii="Times New Roman" w:eastAsia="Calibri" w:hAnsi="Times New Roman"/>
          <w:sz w:val="24"/>
          <w:szCs w:val="24"/>
          <w:lang w:eastAsia="en-US"/>
        </w:rPr>
        <w:t>118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05E6F">
        <w:rPr>
          <w:rFonts w:ascii="Times New Roman" w:eastAsia="Calibri" w:hAnsi="Times New Roman"/>
          <w:sz w:val="24"/>
          <w:szCs w:val="24"/>
          <w:lang w:eastAsia="en-US"/>
        </w:rPr>
        <w:t>Земельного кодексу України, Закону України «Про землеустрій»,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рішення Крупецької сільської ради від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від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25 червня 2018 року № 15 «Про надання дозволу територіальній громаді с. Крупець в особі Крупецької сільської ради на розробку проекту із землеустрою щодо відведення земельних ділянок комунальної власності (землі загального користування, громадські пасовища), </w:t>
      </w:r>
      <w:r w:rsidRPr="00D05E6F">
        <w:rPr>
          <w:rFonts w:ascii="Times New Roman" w:eastAsia="Calibri" w:hAnsi="Times New Roman"/>
          <w:sz w:val="24"/>
          <w:szCs w:val="24"/>
          <w:lang w:eastAsia="en-US"/>
        </w:rPr>
        <w:t xml:space="preserve"> розглянувши заяву Кирилюк В.Д., сільська рада </w:t>
      </w:r>
    </w:p>
    <w:p w:rsidR="003B3788" w:rsidRPr="00D05E6F" w:rsidRDefault="003B3788" w:rsidP="003B3788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5E6F">
        <w:rPr>
          <w:rFonts w:ascii="Times New Roman" w:eastAsia="Calibri" w:hAnsi="Times New Roman"/>
          <w:sz w:val="24"/>
          <w:szCs w:val="24"/>
          <w:lang w:eastAsia="en-US"/>
        </w:rPr>
        <w:t>ВИРІШИЛА:</w:t>
      </w:r>
    </w:p>
    <w:p w:rsidR="003B3788" w:rsidRPr="00D05E6F" w:rsidRDefault="003B3788" w:rsidP="003B3788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5E6F">
        <w:rPr>
          <w:rFonts w:ascii="Times New Roman" w:eastAsia="Calibri" w:hAnsi="Times New Roman"/>
          <w:sz w:val="24"/>
          <w:szCs w:val="24"/>
          <w:lang w:eastAsia="en-US"/>
        </w:rPr>
        <w:t xml:space="preserve">       1. Відмовити Кирилюк Валентині Дмитрівні, яка зареєстрована за адресою: </w:t>
      </w:r>
      <w:r w:rsidR="00E0104C" w:rsidRPr="00E0104C">
        <w:rPr>
          <w:rFonts w:ascii="Times New Roman" w:eastAsia="Calibri" w:hAnsi="Times New Roman"/>
          <w:sz w:val="24"/>
          <w:szCs w:val="24"/>
          <w:lang w:eastAsia="en-US"/>
        </w:rPr>
        <w:t>______________</w:t>
      </w:r>
      <w:r w:rsidRPr="00D05E6F">
        <w:rPr>
          <w:rFonts w:ascii="Times New Roman" w:eastAsia="Calibri" w:hAnsi="Times New Roman"/>
          <w:sz w:val="24"/>
          <w:szCs w:val="24"/>
          <w:lang w:eastAsia="en-US"/>
        </w:rPr>
        <w:t xml:space="preserve">, у наданні дозволу на розробку проекту із землеустрою щодо відведення земельної ділянки для передачі її у власність, орієнтовною площею 2,000 га, для ведення особистого селянського господарства, земельна ділянка розташована в </w:t>
      </w:r>
      <w:proofErr w:type="spellStart"/>
      <w:r w:rsidRPr="00D05E6F">
        <w:rPr>
          <w:rFonts w:ascii="Times New Roman" w:eastAsia="Calibri" w:hAnsi="Times New Roman"/>
          <w:sz w:val="24"/>
          <w:szCs w:val="24"/>
          <w:lang w:eastAsia="en-US"/>
        </w:rPr>
        <w:t>с.Колом’є</w:t>
      </w:r>
      <w:proofErr w:type="spellEnd"/>
      <w:r w:rsidRPr="00D05E6F">
        <w:rPr>
          <w:rFonts w:ascii="Times New Roman" w:eastAsia="Calibri" w:hAnsi="Times New Roman"/>
          <w:sz w:val="24"/>
          <w:szCs w:val="24"/>
          <w:lang w:eastAsia="en-US"/>
        </w:rPr>
        <w:t>,  у зв’язку з тим що озна</w:t>
      </w:r>
      <w:r>
        <w:rPr>
          <w:rFonts w:ascii="Times New Roman" w:eastAsia="Calibri" w:hAnsi="Times New Roman"/>
          <w:sz w:val="24"/>
          <w:szCs w:val="24"/>
          <w:lang w:eastAsia="en-US"/>
        </w:rPr>
        <w:t>чена земельна ділянка відноситься до земель загального користування – громадські пасовища</w:t>
      </w:r>
      <w:r w:rsidRPr="00D05E6F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3B3788" w:rsidRPr="00D05E6F" w:rsidRDefault="003B3788" w:rsidP="003B3788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5E6F">
        <w:rPr>
          <w:rFonts w:ascii="Times New Roman" w:eastAsia="Calibri" w:hAnsi="Times New Roman"/>
          <w:sz w:val="24"/>
          <w:szCs w:val="24"/>
          <w:lang w:eastAsia="en-US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B3788" w:rsidRPr="00D05E6F" w:rsidRDefault="003B3788" w:rsidP="003B3788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B3788" w:rsidRPr="003B3788" w:rsidRDefault="003B3788" w:rsidP="003B3788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</w:p>
    <w:p w:rsidR="007C0CAD" w:rsidRPr="003B3788" w:rsidRDefault="003B3788" w:rsidP="003B3788">
      <w:pPr>
        <w:tabs>
          <w:tab w:val="left" w:pos="2160"/>
        </w:tabs>
        <w:spacing w:after="0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D05E6F">
        <w:rPr>
          <w:rFonts w:ascii="Times New Roman" w:eastAsia="Calibri" w:hAnsi="Times New Roman"/>
          <w:sz w:val="24"/>
          <w:szCs w:val="24"/>
          <w:lang w:eastAsia="en-US"/>
        </w:rPr>
        <w:t>Сільський голова                                                                                                   В.А.</w:t>
      </w:r>
      <w:proofErr w:type="spellStart"/>
      <w:r w:rsidRPr="00D05E6F">
        <w:rPr>
          <w:rFonts w:ascii="Times New Roman" w:eastAsia="Calibri" w:hAnsi="Times New Roman"/>
          <w:sz w:val="24"/>
          <w:szCs w:val="24"/>
          <w:lang w:eastAsia="en-US"/>
        </w:rPr>
        <w:t>Михалюк</w:t>
      </w:r>
      <w:proofErr w:type="spellEnd"/>
      <w:r w:rsidRPr="00D05E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sectPr w:rsidR="007C0CAD" w:rsidRPr="003B3788" w:rsidSect="007C0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B3788"/>
    <w:rsid w:val="001063FC"/>
    <w:rsid w:val="00171A2E"/>
    <w:rsid w:val="001E1D49"/>
    <w:rsid w:val="00304C90"/>
    <w:rsid w:val="003B3788"/>
    <w:rsid w:val="00505B6D"/>
    <w:rsid w:val="00680779"/>
    <w:rsid w:val="006D3977"/>
    <w:rsid w:val="007C0CAD"/>
    <w:rsid w:val="007D6C18"/>
    <w:rsid w:val="00D1641A"/>
    <w:rsid w:val="00E01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8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268</Words>
  <Characters>1532</Characters>
  <Application>Microsoft Office Word</Application>
  <DocSecurity>0</DocSecurity>
  <Lines>12</Lines>
  <Paragraphs>3</Paragraphs>
  <ScaleCrop>false</ScaleCrop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2019-12-17T13:58:00Z</dcterms:created>
  <dcterms:modified xsi:type="dcterms:W3CDTF">2019-12-18T06:48:00Z</dcterms:modified>
</cp:coreProperties>
</file>